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B36" w:rsidRPr="006C4C0A" w:rsidRDefault="00B34B36" w:rsidP="006C4C0A">
      <w:pPr>
        <w:jc w:val="center"/>
        <w:rPr>
          <w:b/>
          <w:lang w:val="ru-RU"/>
        </w:rPr>
      </w:pPr>
      <w:r>
        <w:rPr>
          <w:b/>
          <w:lang w:val="ru-RU"/>
        </w:rPr>
        <w:br/>
      </w:r>
      <w:r w:rsidRPr="006C4C0A">
        <w:rPr>
          <w:b/>
          <w:lang w:val="ru-RU"/>
        </w:rPr>
        <w:t>РОССИЙСКАЯ  ФЕДЕРАЦИЯ</w:t>
      </w:r>
    </w:p>
    <w:p w:rsidR="00B34B36" w:rsidRPr="006C4C0A" w:rsidRDefault="00B34B36" w:rsidP="006C4C0A">
      <w:pPr>
        <w:jc w:val="center"/>
        <w:rPr>
          <w:b/>
          <w:lang w:val="ru-RU"/>
        </w:rPr>
      </w:pPr>
      <w:r w:rsidRPr="006C4C0A">
        <w:rPr>
          <w:b/>
          <w:lang w:val="ru-RU"/>
        </w:rPr>
        <w:t>КРАСНОЯРСКИЙ КРАЙ</w:t>
      </w:r>
    </w:p>
    <w:p w:rsidR="00B34B36" w:rsidRPr="006C4C0A" w:rsidRDefault="00B34B36" w:rsidP="006C4C0A">
      <w:pPr>
        <w:jc w:val="center"/>
        <w:rPr>
          <w:b/>
          <w:lang w:val="ru-RU"/>
        </w:rPr>
      </w:pPr>
      <w:r w:rsidRPr="006C4C0A">
        <w:rPr>
          <w:b/>
          <w:lang w:val="ru-RU"/>
        </w:rPr>
        <w:t>ЕРМАКОВСКИЙ РАЙОН</w:t>
      </w:r>
    </w:p>
    <w:p w:rsidR="00B34B36" w:rsidRPr="006C4C0A" w:rsidRDefault="00B34B36" w:rsidP="006C4C0A">
      <w:pPr>
        <w:jc w:val="center"/>
        <w:rPr>
          <w:b/>
          <w:lang w:val="ru-RU"/>
        </w:rPr>
      </w:pPr>
      <w:r w:rsidRPr="006C4C0A">
        <w:rPr>
          <w:b/>
          <w:lang w:val="ru-RU"/>
        </w:rPr>
        <w:t>ТАНЗЫБЕЙСКИЙ СЕЛЬСОВЕТ</w:t>
      </w:r>
    </w:p>
    <w:p w:rsidR="00B34B36" w:rsidRPr="006C4C0A" w:rsidRDefault="00B34B36" w:rsidP="006C4C0A">
      <w:pPr>
        <w:jc w:val="center"/>
        <w:rPr>
          <w:b/>
          <w:lang w:val="ru-RU"/>
        </w:rPr>
      </w:pPr>
    </w:p>
    <w:p w:rsidR="00B34B36" w:rsidRPr="006C4C0A" w:rsidRDefault="00B34B36" w:rsidP="006C4C0A">
      <w:pPr>
        <w:jc w:val="center"/>
        <w:rPr>
          <w:b/>
          <w:lang w:val="ru-RU"/>
        </w:rPr>
      </w:pPr>
      <w:r w:rsidRPr="006C4C0A">
        <w:rPr>
          <w:b/>
          <w:lang w:val="ru-RU"/>
        </w:rPr>
        <w:t>ПОСТАНОВЛЕНИЕ</w:t>
      </w:r>
    </w:p>
    <w:p w:rsidR="00B34B36" w:rsidRPr="006C4C0A" w:rsidRDefault="00B34B36" w:rsidP="00761800">
      <w:pPr>
        <w:rPr>
          <w:b/>
          <w:lang w:val="ru-RU"/>
        </w:rPr>
      </w:pPr>
      <w:r>
        <w:rPr>
          <w:b/>
          <w:lang w:val="ru-RU"/>
        </w:rPr>
        <w:t xml:space="preserve">        01 июня</w:t>
      </w:r>
      <w:r w:rsidRPr="00C02136">
        <w:rPr>
          <w:b/>
          <w:lang w:val="ru-RU"/>
        </w:rPr>
        <w:t>20</w:t>
      </w:r>
      <w:r>
        <w:rPr>
          <w:b/>
          <w:lang w:val="ru-RU"/>
        </w:rPr>
        <w:t xml:space="preserve">22                                    </w:t>
      </w:r>
      <w:r w:rsidRPr="00C02136">
        <w:rPr>
          <w:b/>
          <w:lang w:val="ru-RU"/>
        </w:rPr>
        <w:t xml:space="preserve">  п.Танзыбей</w:t>
      </w:r>
      <w:r>
        <w:rPr>
          <w:b/>
          <w:lang w:val="ru-RU"/>
        </w:rPr>
        <w:t xml:space="preserve">                                          </w:t>
      </w:r>
      <w:r w:rsidRPr="00C02136">
        <w:rPr>
          <w:b/>
          <w:lang w:val="ru-RU"/>
        </w:rPr>
        <w:t xml:space="preserve">№  </w:t>
      </w:r>
      <w:r>
        <w:rPr>
          <w:b/>
          <w:lang w:val="ru-RU"/>
        </w:rPr>
        <w:t>36-П</w:t>
      </w:r>
    </w:p>
    <w:p w:rsidR="00B34B36" w:rsidRPr="006C4C0A" w:rsidRDefault="00B34B36" w:rsidP="00761800">
      <w:pPr>
        <w:tabs>
          <w:tab w:val="left" w:pos="7740"/>
        </w:tabs>
        <w:rPr>
          <w:b/>
          <w:lang w:val="ru-RU"/>
        </w:rPr>
      </w:pPr>
    </w:p>
    <w:p w:rsidR="00B34B36" w:rsidRPr="0017613C" w:rsidRDefault="00B34B36" w:rsidP="0017613C">
      <w:pPr>
        <w:widowControl w:val="0"/>
        <w:autoSpaceDE w:val="0"/>
        <w:autoSpaceDN w:val="0"/>
        <w:adjustRightInd w:val="0"/>
        <w:jc w:val="center"/>
        <w:rPr>
          <w:b/>
          <w:lang w:val="ru-RU"/>
        </w:rPr>
      </w:pPr>
      <w:r w:rsidRPr="0017613C">
        <w:rPr>
          <w:b/>
          <w:lang w:val="ru-RU"/>
        </w:rPr>
        <w:t>О внесении изменений в постановление № 102-пот 21.10.2013 года</w:t>
      </w:r>
      <w:r>
        <w:rPr>
          <w:b/>
          <w:lang w:val="ru-RU"/>
        </w:rPr>
        <w:t xml:space="preserve"> «Об утверждении </w:t>
      </w:r>
      <w:r w:rsidRPr="0017613C">
        <w:rPr>
          <w:b/>
          <w:lang w:val="ru-RU"/>
        </w:rPr>
        <w:t>муниципальной программы «Создание условий</w:t>
      </w:r>
      <w:r>
        <w:rPr>
          <w:b/>
          <w:lang w:val="ru-RU"/>
        </w:rPr>
        <w:t xml:space="preserve"> </w:t>
      </w:r>
      <w:r w:rsidRPr="0017613C">
        <w:rPr>
          <w:b/>
          <w:lang w:val="ru-RU"/>
        </w:rPr>
        <w:t>для комфортного,</w:t>
      </w:r>
      <w:r>
        <w:rPr>
          <w:b/>
          <w:lang w:val="ru-RU"/>
        </w:rPr>
        <w:t xml:space="preserve"> </w:t>
      </w:r>
      <w:r w:rsidRPr="0017613C">
        <w:rPr>
          <w:b/>
          <w:lang w:val="ru-RU"/>
        </w:rPr>
        <w:t>безопасного проживания и повышение</w:t>
      </w:r>
      <w:r>
        <w:rPr>
          <w:b/>
          <w:lang w:val="ru-RU"/>
        </w:rPr>
        <w:t xml:space="preserve"> </w:t>
      </w:r>
      <w:r w:rsidRPr="0017613C">
        <w:rPr>
          <w:b/>
          <w:lang w:val="ru-RU"/>
        </w:rPr>
        <w:t>качества жизни населения</w:t>
      </w:r>
      <w:r>
        <w:rPr>
          <w:b/>
          <w:lang w:val="ru-RU"/>
        </w:rPr>
        <w:t xml:space="preserve"> </w:t>
      </w:r>
      <w:r w:rsidRPr="0017613C">
        <w:rPr>
          <w:b/>
          <w:lang w:val="ru-RU"/>
        </w:rPr>
        <w:t>на территории Танзыбейского</w:t>
      </w:r>
    </w:p>
    <w:p w:rsidR="00B34B36" w:rsidRPr="0017613C" w:rsidRDefault="00B34B36" w:rsidP="0017613C">
      <w:pPr>
        <w:widowControl w:val="0"/>
        <w:autoSpaceDE w:val="0"/>
        <w:autoSpaceDN w:val="0"/>
        <w:adjustRightInd w:val="0"/>
        <w:jc w:val="center"/>
        <w:rPr>
          <w:b/>
          <w:lang w:val="ru-RU"/>
        </w:rPr>
      </w:pPr>
      <w:r w:rsidRPr="0017613C">
        <w:rPr>
          <w:b/>
          <w:lang w:val="ru-RU"/>
        </w:rPr>
        <w:t>сельсовета Ермаковского района</w:t>
      </w:r>
      <w:r>
        <w:rPr>
          <w:b/>
          <w:lang w:val="ru-RU"/>
        </w:rPr>
        <w:t xml:space="preserve"> </w:t>
      </w:r>
      <w:r w:rsidRPr="0017613C">
        <w:rPr>
          <w:b/>
          <w:lang w:val="ru-RU"/>
        </w:rPr>
        <w:t>Краснояр</w:t>
      </w:r>
      <w:r>
        <w:rPr>
          <w:b/>
          <w:lang w:val="ru-RU"/>
        </w:rPr>
        <w:t>ского края</w:t>
      </w:r>
      <w:r w:rsidRPr="0017613C">
        <w:rPr>
          <w:b/>
          <w:lang w:val="ru-RU"/>
        </w:rPr>
        <w:t>»</w:t>
      </w:r>
    </w:p>
    <w:p w:rsidR="00B34B36" w:rsidRPr="0006332E" w:rsidRDefault="00B34B36" w:rsidP="0017613C">
      <w:pPr>
        <w:widowControl w:val="0"/>
        <w:autoSpaceDE w:val="0"/>
        <w:autoSpaceDN w:val="0"/>
        <w:adjustRightInd w:val="0"/>
        <w:rPr>
          <w:lang w:val="ru-RU"/>
        </w:rPr>
      </w:pPr>
    </w:p>
    <w:p w:rsidR="00B34B36" w:rsidRPr="0017613C" w:rsidRDefault="00B34B36" w:rsidP="0017613C">
      <w:pPr>
        <w:autoSpaceDE w:val="0"/>
        <w:autoSpaceDN w:val="0"/>
        <w:adjustRightInd w:val="0"/>
        <w:ind w:firstLine="720"/>
        <w:jc w:val="both"/>
        <w:outlineLvl w:val="0"/>
        <w:rPr>
          <w:b/>
          <w:lang w:val="ru-RU"/>
        </w:rPr>
      </w:pPr>
      <w:r w:rsidRPr="0006332E">
        <w:rPr>
          <w:lang w:val="ru-RU" w:eastAsia="ru-RU"/>
        </w:rPr>
        <w:t xml:space="preserve">В соответствии со статьей 179 Бюджетного кодекса Российской Федерации, </w:t>
      </w:r>
      <w:r w:rsidRPr="0006332E">
        <w:rPr>
          <w:lang w:val="ru-RU"/>
        </w:rPr>
        <w:t>Постановления администрации Танзыбейского сельсовета № 82-п от06.08.2013 «Об утверждении Порядка принятия решений о разработке муниципальных программ Танзыбейского сельсовета Ермаковского района Красноярского края, их формировании и реализации», руководствуясь ст.7 Устава Танзыбейского сельсовета</w:t>
      </w:r>
      <w:r>
        <w:rPr>
          <w:lang w:val="ru-RU"/>
        </w:rPr>
        <w:t xml:space="preserve">, </w:t>
      </w:r>
      <w:r w:rsidRPr="0017613C">
        <w:rPr>
          <w:b/>
          <w:lang w:val="ru-RU"/>
        </w:rPr>
        <w:t>ПОСТАНОВЛЯЮ:</w:t>
      </w:r>
    </w:p>
    <w:p w:rsidR="00B34B36" w:rsidRPr="00190181" w:rsidRDefault="00B34B36" w:rsidP="00761800">
      <w:pPr>
        <w:autoSpaceDE w:val="0"/>
        <w:autoSpaceDN w:val="0"/>
        <w:adjustRightInd w:val="0"/>
        <w:ind w:firstLine="720"/>
        <w:jc w:val="center"/>
        <w:outlineLvl w:val="0"/>
        <w:rPr>
          <w:b/>
          <w:color w:val="FF0000"/>
          <w:lang w:val="ru-RU"/>
        </w:rPr>
      </w:pPr>
    </w:p>
    <w:p w:rsidR="00B34B36" w:rsidRDefault="00B34B36" w:rsidP="007655DF">
      <w:pPr>
        <w:numPr>
          <w:ilvl w:val="0"/>
          <w:numId w:val="5"/>
        </w:numPr>
        <w:jc w:val="both"/>
        <w:rPr>
          <w:lang w:val="ru-RU"/>
        </w:rPr>
      </w:pPr>
      <w:r w:rsidRPr="00D554C4">
        <w:rPr>
          <w:lang w:val="ru-RU"/>
        </w:rPr>
        <w:t>Вн</w:t>
      </w:r>
      <w:r>
        <w:rPr>
          <w:lang w:val="ru-RU"/>
        </w:rPr>
        <w:t>ести изменения в подпрограмму «</w:t>
      </w:r>
      <w:r w:rsidRPr="00D554C4">
        <w:rPr>
          <w:lang w:val="ru-RU"/>
        </w:rPr>
        <w:t>Улично-дорожная сеть Танзыбейского сельсовета</w:t>
      </w:r>
      <w:r>
        <w:rPr>
          <w:lang w:val="ru-RU"/>
        </w:rPr>
        <w:t>»</w:t>
      </w:r>
      <w:r w:rsidRPr="00D554C4">
        <w:rPr>
          <w:lang w:val="ru-RU"/>
        </w:rPr>
        <w:t>, программы «Создание условий для комфортного, безопасного проживания и повышение качества жизни населения  на территории Танзыбейского сельсовета Ермаковского района Красноярского края», приложение №</w:t>
      </w:r>
      <w:r>
        <w:rPr>
          <w:lang w:val="ru-RU"/>
        </w:rPr>
        <w:t>1</w:t>
      </w:r>
      <w:r w:rsidRPr="00D554C4">
        <w:rPr>
          <w:lang w:val="ru-RU"/>
        </w:rPr>
        <w:t xml:space="preserve"> читать в с</w:t>
      </w:r>
      <w:r>
        <w:rPr>
          <w:lang w:val="ru-RU"/>
        </w:rPr>
        <w:t>ледующей редакции.</w:t>
      </w:r>
    </w:p>
    <w:p w:rsidR="00B34B36" w:rsidRDefault="00B34B36" w:rsidP="007655DF">
      <w:pPr>
        <w:ind w:left="720"/>
        <w:jc w:val="both"/>
        <w:rPr>
          <w:lang w:val="ru-RU"/>
        </w:rPr>
      </w:pPr>
    </w:p>
    <w:p w:rsidR="00B34B36" w:rsidRPr="00F00CE0" w:rsidRDefault="00B34B36" w:rsidP="007655DF">
      <w:pPr>
        <w:numPr>
          <w:ilvl w:val="0"/>
          <w:numId w:val="5"/>
        </w:numPr>
        <w:tabs>
          <w:tab w:val="left" w:pos="0"/>
          <w:tab w:val="left" w:pos="709"/>
        </w:tabs>
        <w:autoSpaceDE w:val="0"/>
        <w:autoSpaceDN w:val="0"/>
        <w:adjustRightInd w:val="0"/>
        <w:jc w:val="both"/>
        <w:outlineLvl w:val="0"/>
        <w:rPr>
          <w:lang w:val="ru-RU"/>
        </w:rPr>
      </w:pPr>
      <w:r w:rsidRPr="00F00CE0">
        <w:rPr>
          <w:lang w:val="ru-RU"/>
        </w:rPr>
        <w:t>Внести изменения в подпрограмму «Благоустройство»,программы «Создание условий для комфортного, безопасного проживания и повышение качества жизни населения  на территории Танзыбейского сельсовета Ермаковского района Красноярского края», приложение №2 читать в следующей редакции.</w:t>
      </w:r>
    </w:p>
    <w:p w:rsidR="00B34B36" w:rsidRDefault="00B34B36" w:rsidP="007655DF">
      <w:pPr>
        <w:ind w:left="720"/>
        <w:jc w:val="both"/>
        <w:rPr>
          <w:lang w:val="ru-RU"/>
        </w:rPr>
      </w:pPr>
    </w:p>
    <w:p w:rsidR="00B34B36" w:rsidRPr="007655DF" w:rsidRDefault="00B34B36" w:rsidP="002E41F2">
      <w:pPr>
        <w:numPr>
          <w:ilvl w:val="0"/>
          <w:numId w:val="5"/>
        </w:numPr>
        <w:jc w:val="both"/>
        <w:rPr>
          <w:lang w:val="ru-RU"/>
        </w:rPr>
      </w:pPr>
      <w:r w:rsidRPr="007655DF">
        <w:rPr>
          <w:lang w:val="ru-RU"/>
        </w:rPr>
        <w:t xml:space="preserve">Внести изменения в подпрограмму </w:t>
      </w:r>
      <w:r>
        <w:rPr>
          <w:lang w:val="ru-RU"/>
        </w:rPr>
        <w:t>«</w:t>
      </w:r>
      <w:r w:rsidRPr="007655DF">
        <w:rPr>
          <w:lang w:val="ru-RU"/>
        </w:rPr>
        <w:t>Обеспечение безопасности жизнедеятельности населения</w:t>
      </w:r>
      <w:r>
        <w:rPr>
          <w:lang w:val="ru-RU"/>
        </w:rPr>
        <w:t>»</w:t>
      </w:r>
      <w:r w:rsidRPr="007655DF">
        <w:rPr>
          <w:lang w:val="ru-RU"/>
        </w:rPr>
        <w:t>, программы «Создание условий для комфортного, безопасного проживания и повышение качества жизни населения  на территории Танзыбейского сельсовета Ермаковского района Красноярского края», приложение №4 читать в следующей редакции.</w:t>
      </w:r>
    </w:p>
    <w:p w:rsidR="00B34B36" w:rsidRDefault="00B34B36" w:rsidP="002E41F2">
      <w:pPr>
        <w:ind w:left="720"/>
        <w:rPr>
          <w:lang w:val="ru-RU"/>
        </w:rPr>
      </w:pPr>
    </w:p>
    <w:p w:rsidR="00B34B36" w:rsidRPr="00F00CE0" w:rsidRDefault="00B34B36" w:rsidP="00663C55">
      <w:pPr>
        <w:numPr>
          <w:ilvl w:val="0"/>
          <w:numId w:val="5"/>
        </w:numPr>
        <w:autoSpaceDE w:val="0"/>
        <w:autoSpaceDN w:val="0"/>
        <w:adjustRightInd w:val="0"/>
        <w:jc w:val="both"/>
        <w:outlineLvl w:val="0"/>
        <w:rPr>
          <w:lang w:val="ru-RU"/>
        </w:rPr>
      </w:pPr>
      <w:r w:rsidRPr="00F00CE0">
        <w:rPr>
          <w:lang w:val="ru-RU"/>
        </w:rPr>
        <w:t>Внести изменения в подпрограмму «Развитие массовой физической культуры и спорта», программы «Создание условий для комфортного, безопасного проживания и повышение качества жизни населения  на территории Танзыбейского сельсовета Ермаковского района Красноярского края», приложение №5 читать в следующей редакции.</w:t>
      </w:r>
    </w:p>
    <w:p w:rsidR="00B34B36" w:rsidRPr="002E41F2" w:rsidRDefault="00B34B36" w:rsidP="002E41F2">
      <w:pPr>
        <w:autoSpaceDE w:val="0"/>
        <w:autoSpaceDN w:val="0"/>
        <w:adjustRightInd w:val="0"/>
        <w:ind w:left="720"/>
        <w:jc w:val="both"/>
        <w:outlineLvl w:val="0"/>
        <w:rPr>
          <w:lang w:val="ru-RU"/>
        </w:rPr>
      </w:pPr>
    </w:p>
    <w:p w:rsidR="00B34B36" w:rsidRPr="002D658B" w:rsidRDefault="00B34B36" w:rsidP="002E41F2">
      <w:pPr>
        <w:numPr>
          <w:ilvl w:val="0"/>
          <w:numId w:val="5"/>
        </w:numPr>
        <w:tabs>
          <w:tab w:val="left" w:pos="0"/>
          <w:tab w:val="left" w:pos="709"/>
        </w:tabs>
        <w:autoSpaceDE w:val="0"/>
        <w:autoSpaceDN w:val="0"/>
        <w:adjustRightInd w:val="0"/>
        <w:jc w:val="both"/>
        <w:outlineLvl w:val="0"/>
        <w:rPr>
          <w:lang w:val="ru-RU"/>
        </w:rPr>
      </w:pPr>
      <w:r w:rsidRPr="002D658B">
        <w:rPr>
          <w:lang w:val="ru-RU"/>
        </w:rPr>
        <w:t>Опубликовать постановление в информационном бюллетене «Вести Танзыбея».</w:t>
      </w:r>
    </w:p>
    <w:p w:rsidR="00B34B36" w:rsidRPr="0006332E" w:rsidRDefault="00B34B36" w:rsidP="002E41F2">
      <w:pPr>
        <w:tabs>
          <w:tab w:val="left" w:pos="0"/>
          <w:tab w:val="left" w:pos="709"/>
        </w:tabs>
        <w:autoSpaceDE w:val="0"/>
        <w:autoSpaceDN w:val="0"/>
        <w:adjustRightInd w:val="0"/>
        <w:ind w:left="720"/>
        <w:jc w:val="both"/>
        <w:outlineLvl w:val="0"/>
        <w:rPr>
          <w:lang w:val="ru-RU"/>
        </w:rPr>
      </w:pPr>
    </w:p>
    <w:p w:rsidR="00B34B36" w:rsidRDefault="00B34B36" w:rsidP="00F433A7">
      <w:pPr>
        <w:numPr>
          <w:ilvl w:val="0"/>
          <w:numId w:val="5"/>
        </w:numPr>
        <w:tabs>
          <w:tab w:val="left" w:pos="0"/>
          <w:tab w:val="left" w:pos="709"/>
        </w:tabs>
        <w:autoSpaceDE w:val="0"/>
        <w:autoSpaceDN w:val="0"/>
        <w:adjustRightInd w:val="0"/>
        <w:jc w:val="both"/>
        <w:outlineLvl w:val="0"/>
        <w:rPr>
          <w:lang w:val="ru-RU"/>
        </w:rPr>
      </w:pPr>
      <w:r w:rsidRPr="0006332E">
        <w:rPr>
          <w:lang w:val="ru-RU"/>
        </w:rPr>
        <w:t>Контроль за выполнением настоящего постановления оставляю за собой.</w:t>
      </w:r>
    </w:p>
    <w:p w:rsidR="00B34B36" w:rsidRPr="0006332E" w:rsidRDefault="00B34B36" w:rsidP="002E41F2">
      <w:pPr>
        <w:tabs>
          <w:tab w:val="left" w:pos="0"/>
          <w:tab w:val="left" w:pos="709"/>
        </w:tabs>
        <w:autoSpaceDE w:val="0"/>
        <w:autoSpaceDN w:val="0"/>
        <w:adjustRightInd w:val="0"/>
        <w:ind w:left="720"/>
        <w:jc w:val="both"/>
        <w:outlineLvl w:val="0"/>
        <w:rPr>
          <w:lang w:val="ru-RU"/>
        </w:rPr>
      </w:pPr>
    </w:p>
    <w:p w:rsidR="00B34B36" w:rsidRPr="00F00CE0" w:rsidRDefault="00B34B36" w:rsidP="008F100F">
      <w:pPr>
        <w:numPr>
          <w:ilvl w:val="0"/>
          <w:numId w:val="5"/>
        </w:numPr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jc w:val="both"/>
        <w:outlineLvl w:val="0"/>
        <w:rPr>
          <w:lang w:val="ru-RU"/>
        </w:rPr>
      </w:pPr>
      <w:r w:rsidRPr="00F00CE0">
        <w:rPr>
          <w:lang w:val="ru-RU"/>
        </w:rPr>
        <w:t>Постановление вступает в силу с 01.0</w:t>
      </w:r>
      <w:r>
        <w:rPr>
          <w:lang w:val="ru-RU"/>
        </w:rPr>
        <w:t>1</w:t>
      </w:r>
      <w:r w:rsidRPr="00F00CE0">
        <w:rPr>
          <w:lang w:val="ru-RU"/>
        </w:rPr>
        <w:t xml:space="preserve">.2022, но не ранее дня следующего за днем </w:t>
      </w:r>
      <w:r w:rsidRPr="00F00CE0">
        <w:rPr>
          <w:lang w:val="ru-RU"/>
        </w:rPr>
        <w:br/>
        <w:t xml:space="preserve">его официального опубликования, и </w:t>
      </w:r>
      <w:hyperlink r:id="rId7" w:history="1">
        <w:r w:rsidRPr="00F00CE0">
          <w:rPr>
            <w:lang w:val="ru-RU"/>
          </w:rPr>
          <w:t>применяется</w:t>
        </w:r>
      </w:hyperlink>
      <w:r w:rsidRPr="00F00CE0">
        <w:rPr>
          <w:lang w:val="ru-RU"/>
        </w:rPr>
        <w:t xml:space="preserve"> к правоотношениям, возникающим при исполнении сельского бюджета, начиная с бюджета на 2022 -2024 годы.</w:t>
      </w:r>
    </w:p>
    <w:p w:rsidR="00B34B36" w:rsidRDefault="00B34B36" w:rsidP="008F100F">
      <w:pPr>
        <w:tabs>
          <w:tab w:val="left" w:pos="0"/>
          <w:tab w:val="left" w:pos="1134"/>
        </w:tabs>
        <w:autoSpaceDE w:val="0"/>
        <w:autoSpaceDN w:val="0"/>
        <w:adjustRightInd w:val="0"/>
        <w:ind w:left="720"/>
        <w:jc w:val="both"/>
        <w:outlineLvl w:val="0"/>
        <w:rPr>
          <w:lang w:val="ru-RU"/>
        </w:rPr>
      </w:pPr>
    </w:p>
    <w:p w:rsidR="00B34B36" w:rsidRPr="0006332E" w:rsidRDefault="00B34B36" w:rsidP="008F100F">
      <w:pPr>
        <w:tabs>
          <w:tab w:val="left" w:pos="0"/>
          <w:tab w:val="left" w:pos="1134"/>
        </w:tabs>
        <w:autoSpaceDE w:val="0"/>
        <w:autoSpaceDN w:val="0"/>
        <w:adjustRightInd w:val="0"/>
        <w:ind w:left="720"/>
        <w:jc w:val="both"/>
        <w:outlineLvl w:val="0"/>
        <w:rPr>
          <w:lang w:val="ru-RU"/>
        </w:rPr>
      </w:pPr>
      <w:bookmarkStart w:id="0" w:name="_GoBack"/>
      <w:bookmarkEnd w:id="0"/>
    </w:p>
    <w:p w:rsidR="00B34B36" w:rsidRPr="0006332E" w:rsidRDefault="00B34B36" w:rsidP="00761800">
      <w:pPr>
        <w:autoSpaceDE w:val="0"/>
        <w:autoSpaceDN w:val="0"/>
        <w:adjustRightInd w:val="0"/>
        <w:rPr>
          <w:lang w:val="ru-RU"/>
        </w:rPr>
      </w:pPr>
    </w:p>
    <w:p w:rsidR="00B34B36" w:rsidRPr="0006332E" w:rsidRDefault="00B34B36" w:rsidP="00761800">
      <w:pPr>
        <w:autoSpaceDE w:val="0"/>
        <w:autoSpaceDN w:val="0"/>
        <w:adjustRightInd w:val="0"/>
        <w:rPr>
          <w:lang w:val="ru-RU"/>
        </w:rPr>
      </w:pPr>
      <w:r w:rsidRPr="0006332E">
        <w:rPr>
          <w:lang w:val="ru-RU"/>
        </w:rPr>
        <w:t xml:space="preserve">Глава Танзыбейского сельсовета:            </w:t>
      </w:r>
      <w:r>
        <w:rPr>
          <w:lang w:val="ru-RU"/>
        </w:rPr>
        <w:t xml:space="preserve">                                                      Н.В. Бычкова</w:t>
      </w:r>
    </w:p>
    <w:sectPr w:rsidR="00B34B36" w:rsidRPr="0006332E" w:rsidSect="00F00CE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993" w:right="851" w:bottom="568" w:left="1276" w:header="709" w:footer="709" w:gutter="0"/>
      <w:pgBorders w:offsetFrom="page">
        <w:top w:val="single" w:sz="4" w:space="24" w:color="FFFFFF"/>
        <w:left w:val="single" w:sz="4" w:space="24" w:color="FFFFFF"/>
        <w:bottom w:val="single" w:sz="4" w:space="24" w:color="FFFFFF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4B36" w:rsidRDefault="00B34B36">
      <w:r>
        <w:separator/>
      </w:r>
    </w:p>
  </w:endnote>
  <w:endnote w:type="continuationSeparator" w:id="1">
    <w:p w:rsidR="00B34B36" w:rsidRDefault="00B34B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4B36" w:rsidRDefault="00B34B36" w:rsidP="0076180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34B36" w:rsidRDefault="00B34B36" w:rsidP="00761800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4B36" w:rsidRDefault="00B34B36" w:rsidP="00761800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4B36" w:rsidRDefault="00B34B36">
      <w:r>
        <w:separator/>
      </w:r>
    </w:p>
  </w:footnote>
  <w:footnote w:type="continuationSeparator" w:id="1">
    <w:p w:rsidR="00B34B36" w:rsidRDefault="00B34B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4B36" w:rsidRDefault="00B34B36" w:rsidP="0076180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34B36" w:rsidRDefault="00B34B3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4B36" w:rsidRDefault="00B34B36" w:rsidP="0076180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B34B36" w:rsidRDefault="00B34B36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4B36" w:rsidRDefault="00B34B36" w:rsidP="00761800">
    <w:pPr>
      <w:pStyle w:val="Header"/>
      <w:framePr w:wrap="around" w:vAnchor="text" w:hAnchor="margin" w:xAlign="right" w:y="1"/>
      <w:rPr>
        <w:rStyle w:val="PageNumber"/>
      </w:rPr>
    </w:pPr>
  </w:p>
  <w:p w:rsidR="00B34B36" w:rsidRDefault="00B34B36" w:rsidP="00761800">
    <w:pPr>
      <w:pStyle w:val="Header"/>
      <w:framePr w:wrap="around" w:vAnchor="text" w:hAnchor="margin" w:xAlign="center" w:y="1"/>
      <w:ind w:right="360"/>
      <w:rPr>
        <w:rStyle w:val="PageNumber"/>
      </w:rPr>
    </w:pPr>
  </w:p>
  <w:p w:rsidR="00B34B36" w:rsidRPr="00715764" w:rsidRDefault="00B34B36" w:rsidP="00761800">
    <w:pPr>
      <w:pStyle w:val="Header"/>
      <w:jc w:val="center"/>
      <w:rPr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51456"/>
    <w:multiLevelType w:val="hybridMultilevel"/>
    <w:tmpl w:val="5D5643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A8B798D"/>
    <w:multiLevelType w:val="hybridMultilevel"/>
    <w:tmpl w:val="CAC692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F5A72AE"/>
    <w:multiLevelType w:val="hybridMultilevel"/>
    <w:tmpl w:val="AE42AE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AE37040"/>
    <w:multiLevelType w:val="hybridMultilevel"/>
    <w:tmpl w:val="39D8A1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4833A7D"/>
    <w:multiLevelType w:val="hybridMultilevel"/>
    <w:tmpl w:val="E21607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61800"/>
    <w:rsid w:val="00040582"/>
    <w:rsid w:val="000417DE"/>
    <w:rsid w:val="000549C9"/>
    <w:rsid w:val="000607F4"/>
    <w:rsid w:val="0006332E"/>
    <w:rsid w:val="00070F37"/>
    <w:rsid w:val="000824E5"/>
    <w:rsid w:val="000B0170"/>
    <w:rsid w:val="000E1781"/>
    <w:rsid w:val="000F389C"/>
    <w:rsid w:val="00132F63"/>
    <w:rsid w:val="0017613C"/>
    <w:rsid w:val="00183EDF"/>
    <w:rsid w:val="00190181"/>
    <w:rsid w:val="001C294F"/>
    <w:rsid w:val="001D164C"/>
    <w:rsid w:val="001F12F7"/>
    <w:rsid w:val="00227E41"/>
    <w:rsid w:val="00267FA1"/>
    <w:rsid w:val="002A3065"/>
    <w:rsid w:val="002D0369"/>
    <w:rsid w:val="002D658B"/>
    <w:rsid w:val="002D6969"/>
    <w:rsid w:val="002E41F2"/>
    <w:rsid w:val="0035661D"/>
    <w:rsid w:val="00381C7F"/>
    <w:rsid w:val="003B3F27"/>
    <w:rsid w:val="003B751A"/>
    <w:rsid w:val="003F3272"/>
    <w:rsid w:val="00407934"/>
    <w:rsid w:val="004326F1"/>
    <w:rsid w:val="00437D12"/>
    <w:rsid w:val="00466D9B"/>
    <w:rsid w:val="00476476"/>
    <w:rsid w:val="004B0DE4"/>
    <w:rsid w:val="00510815"/>
    <w:rsid w:val="005110B5"/>
    <w:rsid w:val="00537363"/>
    <w:rsid w:val="005C0BDF"/>
    <w:rsid w:val="00623C74"/>
    <w:rsid w:val="00663C55"/>
    <w:rsid w:val="00665E53"/>
    <w:rsid w:val="00696803"/>
    <w:rsid w:val="006A2687"/>
    <w:rsid w:val="006C4C0A"/>
    <w:rsid w:val="00715764"/>
    <w:rsid w:val="00716902"/>
    <w:rsid w:val="00751E91"/>
    <w:rsid w:val="00755217"/>
    <w:rsid w:val="0075728B"/>
    <w:rsid w:val="00761800"/>
    <w:rsid w:val="007655DF"/>
    <w:rsid w:val="008F100F"/>
    <w:rsid w:val="00996B9E"/>
    <w:rsid w:val="009B7F8B"/>
    <w:rsid w:val="009D54B5"/>
    <w:rsid w:val="009E6314"/>
    <w:rsid w:val="00A46438"/>
    <w:rsid w:val="00A71DF6"/>
    <w:rsid w:val="00AC6044"/>
    <w:rsid w:val="00B036D5"/>
    <w:rsid w:val="00B05C88"/>
    <w:rsid w:val="00B34B36"/>
    <w:rsid w:val="00B3713D"/>
    <w:rsid w:val="00B44B56"/>
    <w:rsid w:val="00B569B0"/>
    <w:rsid w:val="00B70FF5"/>
    <w:rsid w:val="00B94AAF"/>
    <w:rsid w:val="00BB6C71"/>
    <w:rsid w:val="00BC135E"/>
    <w:rsid w:val="00C02136"/>
    <w:rsid w:val="00C11830"/>
    <w:rsid w:val="00C601E2"/>
    <w:rsid w:val="00C6443C"/>
    <w:rsid w:val="00C647B3"/>
    <w:rsid w:val="00D23379"/>
    <w:rsid w:val="00D554C4"/>
    <w:rsid w:val="00D639C5"/>
    <w:rsid w:val="00D86106"/>
    <w:rsid w:val="00DE0F84"/>
    <w:rsid w:val="00DE46F0"/>
    <w:rsid w:val="00DE5C71"/>
    <w:rsid w:val="00DF18E5"/>
    <w:rsid w:val="00E01909"/>
    <w:rsid w:val="00E152E1"/>
    <w:rsid w:val="00E448C1"/>
    <w:rsid w:val="00E507FA"/>
    <w:rsid w:val="00EB2AC2"/>
    <w:rsid w:val="00EB3298"/>
    <w:rsid w:val="00ED1A69"/>
    <w:rsid w:val="00F00CE0"/>
    <w:rsid w:val="00F11C2B"/>
    <w:rsid w:val="00F36464"/>
    <w:rsid w:val="00F424C9"/>
    <w:rsid w:val="00F433A7"/>
    <w:rsid w:val="00F557E0"/>
    <w:rsid w:val="00F649F1"/>
    <w:rsid w:val="00F759A5"/>
    <w:rsid w:val="00FC43CF"/>
    <w:rsid w:val="00FC5D37"/>
    <w:rsid w:val="00FD6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1800"/>
    <w:rPr>
      <w:sz w:val="24"/>
      <w:szCs w:val="24"/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B2AC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semiHidden/>
    <w:rsid w:val="005E259E"/>
    <w:rPr>
      <w:rFonts w:asciiTheme="majorHAnsi" w:eastAsiaTheme="majorEastAsia" w:hAnsiTheme="majorHAnsi" w:cstheme="majorBidi"/>
      <w:b/>
      <w:bCs/>
      <w:sz w:val="26"/>
      <w:szCs w:val="26"/>
      <w:lang w:val="en-US" w:eastAsia="en-US"/>
    </w:rPr>
  </w:style>
  <w:style w:type="paragraph" w:customStyle="1" w:styleId="1">
    <w:name w:val="Стиль1"/>
    <w:basedOn w:val="Heading3"/>
    <w:next w:val="BodyTextIndent"/>
    <w:uiPriority w:val="99"/>
    <w:rsid w:val="00EB2AC2"/>
    <w:pPr>
      <w:widowControl w:val="0"/>
      <w:suppressAutoHyphens/>
    </w:pPr>
    <w:rPr>
      <w:rFonts w:ascii="Times New Roman" w:hAnsi="Times New Roman"/>
      <w:b w:val="0"/>
      <w:kern w:val="2"/>
    </w:rPr>
  </w:style>
  <w:style w:type="paragraph" w:styleId="BodyTextIndent">
    <w:name w:val="Body Text Indent"/>
    <w:basedOn w:val="Normal"/>
    <w:link w:val="BodyTextIndentChar"/>
    <w:uiPriority w:val="99"/>
    <w:rsid w:val="00EB2AC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E259E"/>
    <w:rPr>
      <w:sz w:val="24"/>
      <w:szCs w:val="24"/>
      <w:lang w:val="en-US" w:eastAsia="en-US"/>
    </w:rPr>
  </w:style>
  <w:style w:type="paragraph" w:styleId="Header">
    <w:name w:val="header"/>
    <w:basedOn w:val="Normal"/>
    <w:link w:val="HeaderChar"/>
    <w:uiPriority w:val="99"/>
    <w:rsid w:val="00761800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E259E"/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uiPriority w:val="99"/>
    <w:rsid w:val="00761800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61800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E259E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rsid w:val="00716902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16902"/>
    <w:rPr>
      <w:rFonts w:ascii="Tahoma" w:hAnsi="Tahoma"/>
      <w:sz w:val="16"/>
      <w:lang w:val="en-US" w:eastAsia="en-US"/>
    </w:rPr>
  </w:style>
  <w:style w:type="paragraph" w:styleId="ListParagraph">
    <w:name w:val="List Paragraph"/>
    <w:basedOn w:val="Normal"/>
    <w:uiPriority w:val="99"/>
    <w:qFormat/>
    <w:rsid w:val="002E41F2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A418F12BC44E52B212E55F8906B419C46C7CC7AD744E2E51EB73986677CA9488FDB2319AFBCE4B2ICO6H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</TotalTime>
  <Pages>1</Pages>
  <Words>404</Words>
  <Characters>2308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subject/>
  <dc:creator>USWER</dc:creator>
  <cp:keywords/>
  <dc:description/>
  <cp:lastModifiedBy>Admin</cp:lastModifiedBy>
  <cp:revision>23</cp:revision>
  <cp:lastPrinted>2022-06-02T07:40:00Z</cp:lastPrinted>
  <dcterms:created xsi:type="dcterms:W3CDTF">2019-10-09T13:04:00Z</dcterms:created>
  <dcterms:modified xsi:type="dcterms:W3CDTF">2022-06-02T07:40:00Z</dcterms:modified>
</cp:coreProperties>
</file>