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B5" w:rsidRPr="006C4C0A" w:rsidRDefault="00947DB5" w:rsidP="006C4C0A">
      <w:pPr>
        <w:jc w:val="center"/>
        <w:rPr>
          <w:b/>
          <w:lang w:val="ru-RU"/>
        </w:rPr>
      </w:pPr>
      <w:r>
        <w:rPr>
          <w:b/>
          <w:lang w:val="ru-RU"/>
        </w:rPr>
        <w:br/>
      </w:r>
      <w:r w:rsidRPr="006C4C0A">
        <w:rPr>
          <w:b/>
          <w:lang w:val="ru-RU"/>
        </w:rPr>
        <w:t>РОССИЙСКАЯ  ФЕДЕРАЦИЯ</w:t>
      </w:r>
    </w:p>
    <w:p w:rsidR="00947DB5" w:rsidRPr="006C4C0A" w:rsidRDefault="00947DB5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КРАСНОЯРСКИЙ КРАЙ</w:t>
      </w:r>
    </w:p>
    <w:p w:rsidR="00947DB5" w:rsidRPr="006C4C0A" w:rsidRDefault="00947DB5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ЕРМАКОВСКИЙ РАЙОН</w:t>
      </w:r>
    </w:p>
    <w:p w:rsidR="00947DB5" w:rsidRPr="006C4C0A" w:rsidRDefault="00947DB5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ТАНЗЫБЕЙСКИЙ СЕЛЬСОВЕТ</w:t>
      </w:r>
    </w:p>
    <w:p w:rsidR="00947DB5" w:rsidRPr="006C4C0A" w:rsidRDefault="00947DB5" w:rsidP="006C4C0A">
      <w:pPr>
        <w:jc w:val="center"/>
        <w:rPr>
          <w:b/>
          <w:lang w:val="ru-RU"/>
        </w:rPr>
      </w:pPr>
    </w:p>
    <w:p w:rsidR="00947DB5" w:rsidRPr="006C4C0A" w:rsidRDefault="00947DB5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ПОСТАНОВЛЕНИЕ</w:t>
      </w:r>
    </w:p>
    <w:p w:rsidR="00947DB5" w:rsidRDefault="00947DB5" w:rsidP="00761800">
      <w:pPr>
        <w:rPr>
          <w:b/>
          <w:lang w:val="ru-RU"/>
        </w:rPr>
      </w:pPr>
    </w:p>
    <w:p w:rsidR="00947DB5" w:rsidRPr="006C4C0A" w:rsidRDefault="00947DB5" w:rsidP="00761800">
      <w:pPr>
        <w:rPr>
          <w:b/>
          <w:lang w:val="ru-RU"/>
        </w:rPr>
      </w:pPr>
      <w:r>
        <w:rPr>
          <w:b/>
          <w:lang w:val="ru-RU"/>
        </w:rPr>
        <w:t xml:space="preserve">14 октября </w:t>
      </w:r>
      <w:smartTag w:uri="urn:schemas-microsoft-com:office:smarttags" w:element="metricconverter">
        <w:smartTagPr>
          <w:attr w:name="ProductID" w:val="2019 г"/>
        </w:smartTagPr>
        <w:r w:rsidRPr="00C02136">
          <w:rPr>
            <w:b/>
            <w:lang w:val="ru-RU"/>
          </w:rPr>
          <w:t>201</w:t>
        </w:r>
        <w:r>
          <w:rPr>
            <w:b/>
            <w:lang w:val="ru-RU"/>
          </w:rPr>
          <w:t>9</w:t>
        </w:r>
        <w:r w:rsidRPr="00C02136">
          <w:rPr>
            <w:b/>
            <w:lang w:val="ru-RU"/>
          </w:rPr>
          <w:t xml:space="preserve"> г</w:t>
        </w:r>
      </w:smartTag>
      <w:r w:rsidRPr="00C02136">
        <w:rPr>
          <w:b/>
          <w:lang w:val="ru-RU"/>
        </w:rPr>
        <w:t xml:space="preserve">.   </w:t>
      </w:r>
      <w:r>
        <w:rPr>
          <w:b/>
          <w:lang w:val="ru-RU"/>
        </w:rPr>
        <w:t xml:space="preserve">                               </w:t>
      </w:r>
      <w:r w:rsidRPr="00C02136">
        <w:rPr>
          <w:b/>
          <w:lang w:val="ru-RU"/>
        </w:rPr>
        <w:t>п.Танзыбей</w:t>
      </w:r>
      <w:r>
        <w:rPr>
          <w:b/>
          <w:lang w:val="ru-RU"/>
        </w:rPr>
        <w:t xml:space="preserve">                 </w:t>
      </w:r>
      <w:r w:rsidRPr="00C02136">
        <w:rPr>
          <w:b/>
          <w:lang w:val="ru-RU"/>
        </w:rPr>
        <w:t xml:space="preserve">№  </w:t>
      </w:r>
      <w:r>
        <w:rPr>
          <w:b/>
          <w:lang w:val="ru-RU"/>
        </w:rPr>
        <w:t>101-П</w:t>
      </w:r>
    </w:p>
    <w:p w:rsidR="00947DB5" w:rsidRPr="006C4C0A" w:rsidRDefault="00947DB5" w:rsidP="00761800">
      <w:pPr>
        <w:tabs>
          <w:tab w:val="left" w:pos="7740"/>
        </w:tabs>
        <w:rPr>
          <w:b/>
          <w:lang w:val="ru-RU"/>
        </w:rPr>
      </w:pPr>
    </w:p>
    <w:p w:rsidR="00947DB5" w:rsidRPr="0017613C" w:rsidRDefault="00947DB5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изменений в постановление № 102-пот 21.10.2013 года</w:t>
      </w:r>
      <w:r>
        <w:rPr>
          <w:b/>
          <w:lang w:val="ru-RU"/>
        </w:rPr>
        <w:t xml:space="preserve">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947DB5" w:rsidRPr="0017613C" w:rsidRDefault="00947DB5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</w:p>
    <w:p w:rsidR="00947DB5" w:rsidRPr="0006332E" w:rsidRDefault="00947DB5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947DB5" w:rsidRDefault="00947DB5" w:rsidP="0017613C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Российской Федерации, </w:t>
      </w:r>
      <w:r w:rsidRPr="0006332E">
        <w:rPr>
          <w:lang w:val="ru-RU"/>
        </w:rPr>
        <w:t>Постановления администрации Танзыбейского сельсове</w:t>
      </w:r>
      <w:bookmarkStart w:id="0" w:name="_GoBack"/>
      <w:bookmarkEnd w:id="0"/>
      <w:r w:rsidRPr="0006332E">
        <w:rPr>
          <w:lang w:val="ru-RU"/>
        </w:rPr>
        <w:t>та № 82-п от06.08.2013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</w:t>
      </w:r>
      <w:r>
        <w:rPr>
          <w:lang w:val="ru-RU"/>
        </w:rPr>
        <w:t>,</w:t>
      </w:r>
    </w:p>
    <w:p w:rsidR="00947DB5" w:rsidRPr="0017613C" w:rsidRDefault="00947DB5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 w:rsidRPr="0017613C">
        <w:rPr>
          <w:b/>
          <w:lang w:val="ru-RU"/>
        </w:rPr>
        <w:t>ПОСТАНОВЛЯЮ:</w:t>
      </w:r>
    </w:p>
    <w:p w:rsidR="00947DB5" w:rsidRPr="00190181" w:rsidRDefault="00947DB5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</w:p>
    <w:p w:rsidR="00947DB5" w:rsidRDefault="00947DB5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</w:t>
      </w:r>
      <w:r>
        <w:rPr>
          <w:lang w:val="ru-RU"/>
        </w:rPr>
        <w:t>ести изменения в подпрограмму «</w:t>
      </w:r>
      <w:r w:rsidRPr="00D554C4">
        <w:rPr>
          <w:lang w:val="ru-RU"/>
        </w:rPr>
        <w:t>Улично-дорожная сеть 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1</w:t>
      </w:r>
      <w:r w:rsidRPr="00D554C4">
        <w:rPr>
          <w:lang w:val="ru-RU"/>
        </w:rPr>
        <w:t xml:space="preserve"> читать в с</w:t>
      </w:r>
      <w:r>
        <w:rPr>
          <w:lang w:val="ru-RU"/>
        </w:rPr>
        <w:t>ледующей редакции.</w:t>
      </w:r>
    </w:p>
    <w:p w:rsidR="00947DB5" w:rsidRDefault="00947DB5" w:rsidP="007655DF">
      <w:pPr>
        <w:ind w:left="720"/>
        <w:jc w:val="both"/>
        <w:rPr>
          <w:lang w:val="ru-RU"/>
        </w:rPr>
      </w:pPr>
    </w:p>
    <w:p w:rsidR="00947DB5" w:rsidRDefault="00947DB5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>Благоустройство</w:t>
      </w:r>
      <w:r>
        <w:rPr>
          <w:lang w:val="ru-RU"/>
        </w:rPr>
        <w:t>»</w:t>
      </w:r>
      <w:r w:rsidRPr="00D554C4">
        <w:rPr>
          <w:lang w:val="ru-RU"/>
        </w:rPr>
        <w:t>,программы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2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947DB5" w:rsidRPr="00D554C4" w:rsidRDefault="00947DB5" w:rsidP="007655DF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Pr="00D554C4" w:rsidRDefault="00947DB5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 xml:space="preserve">Содействие временной занятости несовершеннолетних граждан от 14 до 18 лет по благоустройству населенных пунктов </w:t>
      </w:r>
    </w:p>
    <w:p w:rsidR="00947DB5" w:rsidRDefault="00947DB5" w:rsidP="007655DF">
      <w:pPr>
        <w:ind w:left="720"/>
        <w:jc w:val="both"/>
        <w:rPr>
          <w:lang w:val="ru-RU"/>
        </w:rPr>
      </w:pPr>
      <w:r w:rsidRPr="00D554C4">
        <w:rPr>
          <w:lang w:val="ru-RU"/>
        </w:rPr>
        <w:t>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3</w:t>
      </w:r>
      <w:r w:rsidRPr="00D554C4">
        <w:rPr>
          <w:lang w:val="ru-RU"/>
        </w:rPr>
        <w:t xml:space="preserve"> читать в следующей редакции</w:t>
      </w:r>
    </w:p>
    <w:p w:rsidR="00947DB5" w:rsidRDefault="00947DB5" w:rsidP="007655DF">
      <w:pPr>
        <w:ind w:left="720"/>
        <w:jc w:val="both"/>
        <w:rPr>
          <w:lang w:val="ru-RU"/>
        </w:rPr>
      </w:pPr>
    </w:p>
    <w:p w:rsidR="00947DB5" w:rsidRPr="007655DF" w:rsidRDefault="00947DB5" w:rsidP="002E41F2">
      <w:pPr>
        <w:numPr>
          <w:ilvl w:val="0"/>
          <w:numId w:val="5"/>
        </w:numPr>
        <w:jc w:val="both"/>
        <w:rPr>
          <w:lang w:val="ru-RU"/>
        </w:rPr>
      </w:pPr>
      <w:r w:rsidRPr="007655DF">
        <w:rPr>
          <w:lang w:val="ru-RU"/>
        </w:rPr>
        <w:t xml:space="preserve">Внести изменения в подпрограмму </w:t>
      </w:r>
      <w:r>
        <w:rPr>
          <w:lang w:val="ru-RU"/>
        </w:rPr>
        <w:t>«</w:t>
      </w:r>
      <w:r w:rsidRPr="007655DF">
        <w:rPr>
          <w:lang w:val="ru-RU"/>
        </w:rPr>
        <w:t>Обеспечение безопасности жизнедеятельности населения</w:t>
      </w:r>
      <w:r>
        <w:rPr>
          <w:lang w:val="ru-RU"/>
        </w:rPr>
        <w:t>»</w:t>
      </w:r>
      <w:r w:rsidRPr="007655DF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№4 читать в следующей редакции.</w:t>
      </w:r>
    </w:p>
    <w:p w:rsidR="00947DB5" w:rsidRDefault="00947DB5" w:rsidP="002E41F2">
      <w:pPr>
        <w:ind w:left="720"/>
        <w:rPr>
          <w:lang w:val="ru-RU"/>
        </w:rPr>
      </w:pPr>
    </w:p>
    <w:p w:rsidR="00947DB5" w:rsidRDefault="00947DB5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E41F2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E41F2">
        <w:rPr>
          <w:lang w:val="ru-RU"/>
        </w:rPr>
        <w:t>Развитие массовой физической культуры и спорта</w:t>
      </w:r>
      <w:r>
        <w:rPr>
          <w:lang w:val="ru-RU"/>
        </w:rPr>
        <w:t>»</w:t>
      </w:r>
      <w:r w:rsidRPr="002E41F2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№5</w:t>
      </w:r>
      <w:r>
        <w:rPr>
          <w:lang w:val="ru-RU"/>
        </w:rPr>
        <w:t xml:space="preserve"> читать в следующей редакции.</w:t>
      </w:r>
    </w:p>
    <w:p w:rsidR="00947DB5" w:rsidRDefault="00947DB5" w:rsidP="007655DF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Default="00947DB5" w:rsidP="007655DF">
      <w:pPr>
        <w:numPr>
          <w:ilvl w:val="0"/>
          <w:numId w:val="5"/>
        </w:numPr>
        <w:jc w:val="both"/>
        <w:rPr>
          <w:lang w:val="ru-RU"/>
        </w:rPr>
      </w:pPr>
      <w:r w:rsidRPr="002D658B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D658B">
        <w:rPr>
          <w:lang w:val="ru-RU"/>
        </w:rPr>
        <w:t>Профилактика терроризма и экстремизма</w:t>
      </w:r>
      <w:r>
        <w:rPr>
          <w:lang w:val="ru-RU"/>
        </w:rPr>
        <w:t xml:space="preserve"> на территории Танзыбейского сельсовета Ермаковского района Красноярского края на 2017-2022 года»</w:t>
      </w:r>
      <w:r w:rsidRPr="002D658B">
        <w:rPr>
          <w:lang w:val="ru-RU"/>
        </w:rPr>
        <w:t xml:space="preserve">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№6 читать в следующей редакции.</w:t>
      </w:r>
    </w:p>
    <w:p w:rsidR="00947DB5" w:rsidRDefault="00947DB5" w:rsidP="007655DF">
      <w:pPr>
        <w:pStyle w:val="ListParagraph"/>
        <w:jc w:val="both"/>
        <w:rPr>
          <w:lang w:val="ru-RU"/>
        </w:rPr>
      </w:pPr>
    </w:p>
    <w:p w:rsidR="00947DB5" w:rsidRPr="00663C55" w:rsidRDefault="00947DB5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 на 2019-2023 годы»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№7 читать в следующей редакции</w:t>
      </w:r>
      <w:r>
        <w:rPr>
          <w:lang w:val="ru-RU"/>
        </w:rPr>
        <w:t>.</w:t>
      </w:r>
    </w:p>
    <w:p w:rsidR="00947DB5" w:rsidRDefault="00947DB5" w:rsidP="00663C55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Pr="00663C55" w:rsidRDefault="00947DB5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«Формирование законопослушного поведения участников дорожного движения»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№8 читать в следующей редакции.</w:t>
      </w:r>
    </w:p>
    <w:p w:rsidR="00947DB5" w:rsidRPr="002E41F2" w:rsidRDefault="00947DB5" w:rsidP="002E41F2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Pr="002D658B" w:rsidRDefault="00947DB5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D658B">
        <w:rPr>
          <w:lang w:val="ru-RU"/>
        </w:rPr>
        <w:t>Опубликовать постановление в информационном бюллетене «Вести Танзыбея».</w:t>
      </w:r>
    </w:p>
    <w:p w:rsidR="00947DB5" w:rsidRPr="0006332E" w:rsidRDefault="00947DB5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Default="00947DB5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>Контроль за выполнением настоящего постановления оставляю за собой.</w:t>
      </w:r>
    </w:p>
    <w:p w:rsidR="00947DB5" w:rsidRPr="0006332E" w:rsidRDefault="00947DB5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Pr="0006332E" w:rsidRDefault="00947DB5" w:rsidP="00F433A7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 xml:space="preserve">Постановление вступает в силу </w:t>
      </w:r>
      <w:r>
        <w:rPr>
          <w:lang w:val="ru-RU"/>
        </w:rPr>
        <w:t>с 01.01.2020</w:t>
      </w:r>
      <w:r w:rsidRPr="0006332E">
        <w:rPr>
          <w:lang w:val="ru-RU"/>
        </w:rPr>
        <w:t xml:space="preserve">, </w:t>
      </w:r>
      <w:r>
        <w:rPr>
          <w:lang w:val="ru-RU"/>
        </w:rPr>
        <w:t xml:space="preserve">но не ранее дня </w:t>
      </w:r>
      <w:r w:rsidRPr="0006332E">
        <w:rPr>
          <w:lang w:val="ru-RU"/>
        </w:rPr>
        <w:t>следующ</w:t>
      </w:r>
      <w:r>
        <w:rPr>
          <w:lang w:val="ru-RU"/>
        </w:rPr>
        <w:t>его</w:t>
      </w:r>
      <w:r w:rsidRPr="0006332E">
        <w:rPr>
          <w:lang w:val="ru-RU"/>
        </w:rPr>
        <w:t xml:space="preserve"> за днем </w:t>
      </w:r>
      <w:r w:rsidRPr="0006332E">
        <w:rPr>
          <w:lang w:val="ru-RU"/>
        </w:rPr>
        <w:br/>
        <w:t xml:space="preserve">его официального опубликования, и </w:t>
      </w:r>
      <w:hyperlink r:id="rId7" w:history="1">
        <w:r w:rsidRPr="0006332E">
          <w:rPr>
            <w:lang w:val="ru-RU"/>
          </w:rPr>
          <w:t>применяется</w:t>
        </w:r>
      </w:hyperlink>
      <w:r w:rsidRPr="0006332E">
        <w:rPr>
          <w:lang w:val="ru-RU"/>
        </w:rPr>
        <w:t xml:space="preserve"> к правоотношениям, возникающим при исполнении сельского бюджета, начиная с бюджета на 2014</w:t>
      </w:r>
      <w:r>
        <w:rPr>
          <w:lang w:val="ru-RU"/>
        </w:rPr>
        <w:t xml:space="preserve"> -2022</w:t>
      </w:r>
      <w:r w:rsidRPr="0006332E">
        <w:rPr>
          <w:lang w:val="ru-RU"/>
        </w:rPr>
        <w:t xml:space="preserve"> год</w:t>
      </w:r>
      <w:r>
        <w:rPr>
          <w:lang w:val="ru-RU"/>
        </w:rPr>
        <w:t>ы</w:t>
      </w:r>
    </w:p>
    <w:p w:rsidR="00947DB5" w:rsidRDefault="00947DB5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Default="00947DB5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Pr="0006332E" w:rsidRDefault="00947DB5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947DB5" w:rsidRPr="0006332E" w:rsidRDefault="00947DB5" w:rsidP="00761800">
      <w:pPr>
        <w:autoSpaceDE w:val="0"/>
        <w:autoSpaceDN w:val="0"/>
        <w:adjustRightInd w:val="0"/>
        <w:rPr>
          <w:lang w:val="ru-RU"/>
        </w:rPr>
      </w:pPr>
    </w:p>
    <w:p w:rsidR="00947DB5" w:rsidRPr="0006332E" w:rsidRDefault="00947DB5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Глава Танзыбейского сельсовета:        </w:t>
      </w:r>
      <w:r>
        <w:rPr>
          <w:lang w:val="ru-RU"/>
        </w:rPr>
        <w:t xml:space="preserve">                                              </w:t>
      </w:r>
      <w:r w:rsidRPr="0006332E">
        <w:rPr>
          <w:lang w:val="ru-RU"/>
        </w:rPr>
        <w:t xml:space="preserve">    </w:t>
      </w:r>
      <w:r>
        <w:rPr>
          <w:lang w:val="ru-RU"/>
        </w:rPr>
        <w:t>Н.В. Бычкова</w:t>
      </w:r>
    </w:p>
    <w:sectPr w:rsidR="00947DB5" w:rsidRPr="0006332E" w:rsidSect="00761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680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DB5" w:rsidRDefault="00947DB5">
      <w:r>
        <w:separator/>
      </w:r>
    </w:p>
  </w:endnote>
  <w:endnote w:type="continuationSeparator" w:id="1">
    <w:p w:rsidR="00947DB5" w:rsidRDefault="00947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DB5" w:rsidRDefault="00947DB5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DB5" w:rsidRDefault="00947DB5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DB5" w:rsidRDefault="00947DB5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DB5" w:rsidRDefault="00947DB5">
      <w:r>
        <w:separator/>
      </w:r>
    </w:p>
  </w:footnote>
  <w:footnote w:type="continuationSeparator" w:id="1">
    <w:p w:rsidR="00947DB5" w:rsidRDefault="00947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DB5" w:rsidRDefault="00947DB5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DB5" w:rsidRDefault="00947D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DB5" w:rsidRDefault="00947DB5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47DB5" w:rsidRDefault="00947D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DB5" w:rsidRDefault="00947DB5" w:rsidP="00761800">
    <w:pPr>
      <w:pStyle w:val="Header"/>
      <w:framePr w:wrap="around" w:vAnchor="text" w:hAnchor="margin" w:xAlign="right" w:y="1"/>
      <w:rPr>
        <w:rStyle w:val="PageNumber"/>
      </w:rPr>
    </w:pPr>
  </w:p>
  <w:p w:rsidR="00947DB5" w:rsidRDefault="00947DB5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947DB5" w:rsidRPr="00715764" w:rsidRDefault="00947DB5" w:rsidP="00761800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40582"/>
    <w:rsid w:val="000417DE"/>
    <w:rsid w:val="000547BF"/>
    <w:rsid w:val="000549C9"/>
    <w:rsid w:val="000607F4"/>
    <w:rsid w:val="0006332E"/>
    <w:rsid w:val="00070F37"/>
    <w:rsid w:val="000824E5"/>
    <w:rsid w:val="000E1781"/>
    <w:rsid w:val="000F389C"/>
    <w:rsid w:val="00132F63"/>
    <w:rsid w:val="0017613C"/>
    <w:rsid w:val="00183EDF"/>
    <w:rsid w:val="00190181"/>
    <w:rsid w:val="001D164C"/>
    <w:rsid w:val="001F12F7"/>
    <w:rsid w:val="00227E41"/>
    <w:rsid w:val="002D0369"/>
    <w:rsid w:val="002D658B"/>
    <w:rsid w:val="002E41F2"/>
    <w:rsid w:val="0035661D"/>
    <w:rsid w:val="00381C7F"/>
    <w:rsid w:val="003B3F27"/>
    <w:rsid w:val="003B751A"/>
    <w:rsid w:val="003F3272"/>
    <w:rsid w:val="00437D12"/>
    <w:rsid w:val="00466D9B"/>
    <w:rsid w:val="00476476"/>
    <w:rsid w:val="004B0DE4"/>
    <w:rsid w:val="00510815"/>
    <w:rsid w:val="005110B5"/>
    <w:rsid w:val="00537363"/>
    <w:rsid w:val="005C0BDF"/>
    <w:rsid w:val="00623C74"/>
    <w:rsid w:val="00663C55"/>
    <w:rsid w:val="00665E53"/>
    <w:rsid w:val="00696803"/>
    <w:rsid w:val="006C4C0A"/>
    <w:rsid w:val="00715764"/>
    <w:rsid w:val="00716902"/>
    <w:rsid w:val="00751E91"/>
    <w:rsid w:val="0075728B"/>
    <w:rsid w:val="00761800"/>
    <w:rsid w:val="007655DF"/>
    <w:rsid w:val="008F100F"/>
    <w:rsid w:val="00947DB5"/>
    <w:rsid w:val="00996B9E"/>
    <w:rsid w:val="009B7F8B"/>
    <w:rsid w:val="009D54B5"/>
    <w:rsid w:val="009E6314"/>
    <w:rsid w:val="00A71DF6"/>
    <w:rsid w:val="00A74E39"/>
    <w:rsid w:val="00AC6044"/>
    <w:rsid w:val="00AC6477"/>
    <w:rsid w:val="00B05C88"/>
    <w:rsid w:val="00B3713D"/>
    <w:rsid w:val="00B44B56"/>
    <w:rsid w:val="00B569B0"/>
    <w:rsid w:val="00B70FF5"/>
    <w:rsid w:val="00B94AAF"/>
    <w:rsid w:val="00BB6C71"/>
    <w:rsid w:val="00BC135E"/>
    <w:rsid w:val="00C02136"/>
    <w:rsid w:val="00C11830"/>
    <w:rsid w:val="00C601E2"/>
    <w:rsid w:val="00C647B3"/>
    <w:rsid w:val="00D554C4"/>
    <w:rsid w:val="00D639C5"/>
    <w:rsid w:val="00D86106"/>
    <w:rsid w:val="00DE0F84"/>
    <w:rsid w:val="00DE46F0"/>
    <w:rsid w:val="00E01909"/>
    <w:rsid w:val="00E152E1"/>
    <w:rsid w:val="00E448C1"/>
    <w:rsid w:val="00E507FA"/>
    <w:rsid w:val="00EB2AC2"/>
    <w:rsid w:val="00ED1A69"/>
    <w:rsid w:val="00F36464"/>
    <w:rsid w:val="00F424C9"/>
    <w:rsid w:val="00F433A7"/>
    <w:rsid w:val="00F649F1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33D8D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33D8D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3D8D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3D8D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625</Words>
  <Characters>3564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5</cp:revision>
  <cp:lastPrinted>2017-11-06T06:39:00Z</cp:lastPrinted>
  <dcterms:created xsi:type="dcterms:W3CDTF">2019-10-09T13:04:00Z</dcterms:created>
  <dcterms:modified xsi:type="dcterms:W3CDTF">2019-10-25T07:50:00Z</dcterms:modified>
</cp:coreProperties>
</file>