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1A" w:rsidRPr="006C4C0A" w:rsidRDefault="007F3D1A" w:rsidP="006C4C0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7F3D1A" w:rsidRPr="006C4C0A" w:rsidRDefault="007F3D1A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7F3D1A" w:rsidRPr="006C4C0A" w:rsidRDefault="007F3D1A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7F3D1A" w:rsidRPr="006C4C0A" w:rsidRDefault="007F3D1A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7F3D1A" w:rsidRPr="006C4C0A" w:rsidRDefault="007F3D1A" w:rsidP="006C4C0A">
      <w:pPr>
        <w:jc w:val="center"/>
        <w:rPr>
          <w:b/>
          <w:lang w:val="ru-RU"/>
        </w:rPr>
      </w:pPr>
    </w:p>
    <w:p w:rsidR="007F3D1A" w:rsidRPr="006C4C0A" w:rsidRDefault="007F3D1A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7F3D1A" w:rsidRDefault="007F3D1A" w:rsidP="00761800">
      <w:pPr>
        <w:rPr>
          <w:b/>
          <w:lang w:val="ru-RU"/>
        </w:rPr>
      </w:pPr>
    </w:p>
    <w:p w:rsidR="007F3D1A" w:rsidRPr="006C4C0A" w:rsidRDefault="007F3D1A" w:rsidP="00761800">
      <w:pPr>
        <w:rPr>
          <w:b/>
          <w:lang w:val="ru-RU"/>
        </w:rPr>
      </w:pPr>
      <w:r>
        <w:rPr>
          <w:b/>
          <w:lang w:val="ru-RU"/>
        </w:rPr>
        <w:t xml:space="preserve">31 октября </w:t>
      </w:r>
      <w:r w:rsidRPr="00C02136">
        <w:rPr>
          <w:b/>
          <w:lang w:val="ru-RU"/>
        </w:rPr>
        <w:t>201</w:t>
      </w:r>
      <w:r>
        <w:rPr>
          <w:b/>
          <w:lang w:val="ru-RU"/>
        </w:rPr>
        <w:t xml:space="preserve">9                                     </w:t>
      </w:r>
      <w:r w:rsidRPr="00C02136">
        <w:rPr>
          <w:b/>
          <w:lang w:val="ru-RU"/>
        </w:rPr>
        <w:t xml:space="preserve">  п.Танзыбей</w:t>
      </w:r>
      <w:r>
        <w:rPr>
          <w:b/>
          <w:lang w:val="ru-RU"/>
        </w:rPr>
        <w:t xml:space="preserve">                           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110-П</w:t>
      </w:r>
    </w:p>
    <w:p w:rsidR="007F3D1A" w:rsidRPr="006C4C0A" w:rsidRDefault="007F3D1A" w:rsidP="00761800">
      <w:pPr>
        <w:tabs>
          <w:tab w:val="left" w:pos="7740"/>
        </w:tabs>
        <w:rPr>
          <w:b/>
          <w:lang w:val="ru-RU"/>
        </w:rPr>
      </w:pPr>
    </w:p>
    <w:p w:rsidR="007F3D1A" w:rsidRPr="0017613C" w:rsidRDefault="007F3D1A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изменений в постановление № 102-пот 21.10.2013 года</w:t>
      </w:r>
      <w:r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7F3D1A" w:rsidRPr="0017613C" w:rsidRDefault="007F3D1A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7F3D1A" w:rsidRPr="0006332E" w:rsidRDefault="007F3D1A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7F3D1A" w:rsidRDefault="007F3D1A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Pr="0006332E">
        <w:rPr>
          <w:lang w:val="ru-RU"/>
        </w:rPr>
        <w:t>Постановления администрации Танзыбейского сельсовета № 82-п от06.08.2013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>,</w:t>
      </w:r>
    </w:p>
    <w:p w:rsidR="007F3D1A" w:rsidRPr="0017613C" w:rsidRDefault="007F3D1A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17613C">
        <w:rPr>
          <w:b/>
          <w:lang w:val="ru-RU"/>
        </w:rPr>
        <w:t>ПОСТАНОВЛЯЮ:</w:t>
      </w:r>
    </w:p>
    <w:p w:rsidR="007F3D1A" w:rsidRPr="00190181" w:rsidRDefault="007F3D1A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7F3D1A" w:rsidRPr="00FC18B0" w:rsidRDefault="007F3D1A" w:rsidP="00FC18B0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FC18B0">
        <w:rPr>
          <w:lang w:val="ru-RU"/>
        </w:rPr>
        <w:t>Внести изменения в подпрограмму «Улично-дорожная сеть Танзыбейского сельсовета»,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№1 читать в следующей редакции.</w:t>
      </w:r>
    </w:p>
    <w:p w:rsidR="007F3D1A" w:rsidRDefault="007F3D1A" w:rsidP="007655DF">
      <w:pPr>
        <w:ind w:left="720"/>
        <w:jc w:val="both"/>
        <w:rPr>
          <w:lang w:val="ru-RU"/>
        </w:rPr>
      </w:pPr>
    </w:p>
    <w:p w:rsidR="007F3D1A" w:rsidRDefault="007F3D1A" w:rsidP="004D201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Благоустройство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2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7F3D1A" w:rsidRDefault="007F3D1A" w:rsidP="004D201F">
      <w:pPr>
        <w:pStyle w:val="ListParagraph"/>
        <w:rPr>
          <w:lang w:val="ru-RU"/>
        </w:rPr>
      </w:pPr>
    </w:p>
    <w:p w:rsidR="007F3D1A" w:rsidRPr="00D554C4" w:rsidRDefault="007F3D1A" w:rsidP="004D201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 xml:space="preserve">Содействие временной занятости несовершеннолетних граждан от 14 до 18 лет по благоустройству населенных пунктов </w:t>
      </w:r>
    </w:p>
    <w:p w:rsidR="007F3D1A" w:rsidRDefault="007F3D1A" w:rsidP="004D201F">
      <w:pPr>
        <w:ind w:left="720"/>
        <w:jc w:val="both"/>
        <w:rPr>
          <w:lang w:val="ru-RU"/>
        </w:rPr>
      </w:pP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3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7F3D1A" w:rsidRDefault="007F3D1A" w:rsidP="004D201F">
      <w:pPr>
        <w:ind w:left="720"/>
        <w:jc w:val="both"/>
        <w:rPr>
          <w:lang w:val="ru-RU"/>
        </w:rPr>
      </w:pPr>
    </w:p>
    <w:p w:rsidR="007F3D1A" w:rsidRPr="004D201F" w:rsidRDefault="007F3D1A" w:rsidP="004D201F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4D201F">
        <w:rPr>
          <w:lang w:val="ru-RU"/>
        </w:rPr>
        <w:t xml:space="preserve">Внести изменения в подпрограмму «Обеспечение безопасности жизнедеятельности   </w:t>
      </w:r>
    </w:p>
    <w:p w:rsidR="007F3D1A" w:rsidRPr="004D201F" w:rsidRDefault="007F3D1A" w:rsidP="004D201F">
      <w:pPr>
        <w:pStyle w:val="ListParagraph"/>
        <w:ind w:left="720"/>
        <w:jc w:val="both"/>
        <w:rPr>
          <w:lang w:val="ru-RU"/>
        </w:rPr>
      </w:pPr>
      <w:r w:rsidRPr="004D201F">
        <w:rPr>
          <w:lang w:val="ru-RU"/>
        </w:rPr>
        <w:t>населения»,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№4 читать в следующей редакции.</w:t>
      </w:r>
    </w:p>
    <w:p w:rsidR="007F3D1A" w:rsidRDefault="007F3D1A" w:rsidP="002E41F2">
      <w:pPr>
        <w:ind w:left="720"/>
        <w:rPr>
          <w:lang w:val="ru-RU"/>
        </w:rPr>
      </w:pPr>
    </w:p>
    <w:p w:rsidR="007F3D1A" w:rsidRDefault="007F3D1A" w:rsidP="00064681">
      <w:pPr>
        <w:pStyle w:val="ListParagraph"/>
        <w:numPr>
          <w:ilvl w:val="0"/>
          <w:numId w:val="5"/>
        </w:numPr>
        <w:rPr>
          <w:lang w:val="ru-RU"/>
        </w:rPr>
      </w:pPr>
      <w:r w:rsidRPr="00064681">
        <w:rPr>
          <w:lang w:val="ru-RU"/>
        </w:rPr>
        <w:t>Внести изменения в подпрограмму «Развитие массовой физической культуры и спорта»,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№5 читать в следующей редакции.</w:t>
      </w:r>
    </w:p>
    <w:p w:rsidR="007F3D1A" w:rsidRPr="00064681" w:rsidRDefault="007F3D1A" w:rsidP="00A94236">
      <w:pPr>
        <w:pStyle w:val="ListParagraph"/>
        <w:numPr>
          <w:ilvl w:val="0"/>
          <w:numId w:val="5"/>
        </w:numPr>
        <w:rPr>
          <w:lang w:val="ru-RU"/>
        </w:rPr>
      </w:pPr>
      <w:bookmarkStart w:id="0" w:name="_GoBack"/>
      <w:bookmarkEnd w:id="0"/>
      <w:r w:rsidRPr="00A94236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 на 2019-2023 годы»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№7 читать в следующей редакции.</w:t>
      </w:r>
    </w:p>
    <w:p w:rsidR="007F3D1A" w:rsidRDefault="007F3D1A" w:rsidP="00064681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Default="007F3D1A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FC18B0">
        <w:rPr>
          <w:lang w:val="ru-RU"/>
        </w:rPr>
        <w:t>Внести изменения в подпрограмму " Поддержка искусства и народного творчества",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 9 читать в следующей редакции.</w:t>
      </w:r>
    </w:p>
    <w:p w:rsidR="007F3D1A" w:rsidRPr="002E41F2" w:rsidRDefault="007F3D1A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Pr="002D658B" w:rsidRDefault="007F3D1A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>Опубликовать постановление в информационном бюллетене «Вести Танзыбея».</w:t>
      </w:r>
    </w:p>
    <w:p w:rsidR="007F3D1A" w:rsidRPr="0006332E" w:rsidRDefault="007F3D1A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Default="007F3D1A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7F3D1A" w:rsidRPr="0006332E" w:rsidRDefault="007F3D1A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Pr="0006332E" w:rsidRDefault="007F3D1A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 xml:space="preserve">Постановление вступает в силу </w:t>
      </w:r>
      <w:r>
        <w:rPr>
          <w:lang w:val="ru-RU"/>
        </w:rPr>
        <w:t>с 01.01.2020</w:t>
      </w:r>
      <w:r w:rsidRPr="0006332E">
        <w:rPr>
          <w:lang w:val="ru-RU"/>
        </w:rPr>
        <w:t xml:space="preserve">, </w:t>
      </w:r>
      <w:r>
        <w:rPr>
          <w:lang w:val="ru-RU"/>
        </w:rPr>
        <w:t xml:space="preserve">но не ранее дня </w:t>
      </w:r>
      <w:r w:rsidRPr="0006332E">
        <w:rPr>
          <w:lang w:val="ru-RU"/>
        </w:rPr>
        <w:t>следующ</w:t>
      </w:r>
      <w:r>
        <w:rPr>
          <w:lang w:val="ru-RU"/>
        </w:rPr>
        <w:t>его</w:t>
      </w:r>
      <w:r w:rsidRPr="0006332E">
        <w:rPr>
          <w:lang w:val="ru-RU"/>
        </w:rPr>
        <w:t xml:space="preserve"> за днем </w:t>
      </w:r>
      <w:r w:rsidRPr="0006332E">
        <w:rPr>
          <w:lang w:val="ru-RU"/>
        </w:rPr>
        <w:br/>
        <w:t xml:space="preserve">его официального опубликования, и </w:t>
      </w:r>
      <w:hyperlink r:id="rId7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исполнении сельского бюджета, начиная с бюджета на 2014</w:t>
      </w:r>
      <w:r>
        <w:rPr>
          <w:lang w:val="ru-RU"/>
        </w:rPr>
        <w:t xml:space="preserve"> -2022</w:t>
      </w:r>
      <w:r w:rsidRPr="0006332E">
        <w:rPr>
          <w:lang w:val="ru-RU"/>
        </w:rPr>
        <w:t xml:space="preserve"> год</w:t>
      </w:r>
      <w:r>
        <w:rPr>
          <w:lang w:val="ru-RU"/>
        </w:rPr>
        <w:t>ы</w:t>
      </w:r>
    </w:p>
    <w:p w:rsidR="007F3D1A" w:rsidRDefault="007F3D1A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Default="007F3D1A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Pr="0006332E" w:rsidRDefault="007F3D1A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F3D1A" w:rsidRPr="0006332E" w:rsidRDefault="007F3D1A" w:rsidP="00761800">
      <w:pPr>
        <w:autoSpaceDE w:val="0"/>
        <w:autoSpaceDN w:val="0"/>
        <w:adjustRightInd w:val="0"/>
        <w:rPr>
          <w:lang w:val="ru-RU"/>
        </w:rPr>
      </w:pPr>
    </w:p>
    <w:p w:rsidR="007F3D1A" w:rsidRPr="0006332E" w:rsidRDefault="007F3D1A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</w:t>
      </w:r>
      <w:r>
        <w:rPr>
          <w:lang w:val="ru-RU"/>
        </w:rPr>
        <w:t xml:space="preserve">                                                     </w:t>
      </w:r>
      <w:r w:rsidRPr="0006332E">
        <w:rPr>
          <w:lang w:val="ru-RU"/>
        </w:rPr>
        <w:t xml:space="preserve">     </w:t>
      </w:r>
      <w:r>
        <w:rPr>
          <w:lang w:val="ru-RU"/>
        </w:rPr>
        <w:t>Н.В. Бычкова</w:t>
      </w:r>
    </w:p>
    <w:sectPr w:rsidR="007F3D1A" w:rsidRPr="0006332E" w:rsidSect="000646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D1A" w:rsidRDefault="007F3D1A">
      <w:r>
        <w:separator/>
      </w:r>
    </w:p>
  </w:endnote>
  <w:endnote w:type="continuationSeparator" w:id="1">
    <w:p w:rsidR="007F3D1A" w:rsidRDefault="007F3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1A" w:rsidRDefault="007F3D1A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3D1A" w:rsidRDefault="007F3D1A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1A" w:rsidRDefault="007F3D1A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D1A" w:rsidRDefault="007F3D1A">
      <w:r>
        <w:separator/>
      </w:r>
    </w:p>
  </w:footnote>
  <w:footnote w:type="continuationSeparator" w:id="1">
    <w:p w:rsidR="007F3D1A" w:rsidRDefault="007F3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1A" w:rsidRDefault="007F3D1A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3D1A" w:rsidRDefault="007F3D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1A" w:rsidRDefault="007F3D1A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F3D1A" w:rsidRDefault="007F3D1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D1A" w:rsidRDefault="007F3D1A" w:rsidP="00761800">
    <w:pPr>
      <w:pStyle w:val="Header"/>
      <w:framePr w:wrap="around" w:vAnchor="text" w:hAnchor="margin" w:xAlign="right" w:y="1"/>
      <w:rPr>
        <w:rStyle w:val="PageNumber"/>
      </w:rPr>
    </w:pPr>
  </w:p>
  <w:p w:rsidR="007F3D1A" w:rsidRDefault="007F3D1A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7F3D1A" w:rsidRPr="00715764" w:rsidRDefault="007F3D1A" w:rsidP="00761800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12CC9"/>
    <w:rsid w:val="00040582"/>
    <w:rsid w:val="000417DE"/>
    <w:rsid w:val="000549C9"/>
    <w:rsid w:val="000607F4"/>
    <w:rsid w:val="0006332E"/>
    <w:rsid w:val="00064681"/>
    <w:rsid w:val="00070F37"/>
    <w:rsid w:val="000824E5"/>
    <w:rsid w:val="000E1781"/>
    <w:rsid w:val="000F389C"/>
    <w:rsid w:val="00116A3A"/>
    <w:rsid w:val="00132F63"/>
    <w:rsid w:val="0017613C"/>
    <w:rsid w:val="00183EDF"/>
    <w:rsid w:val="00190181"/>
    <w:rsid w:val="001D164C"/>
    <w:rsid w:val="001F12F7"/>
    <w:rsid w:val="00227E41"/>
    <w:rsid w:val="002D0369"/>
    <w:rsid w:val="002D658B"/>
    <w:rsid w:val="002E41F2"/>
    <w:rsid w:val="0035661D"/>
    <w:rsid w:val="00381C7F"/>
    <w:rsid w:val="003B3F27"/>
    <w:rsid w:val="003B751A"/>
    <w:rsid w:val="003F3272"/>
    <w:rsid w:val="00437D12"/>
    <w:rsid w:val="00466D9B"/>
    <w:rsid w:val="00476476"/>
    <w:rsid w:val="004B0DE4"/>
    <w:rsid w:val="004D201F"/>
    <w:rsid w:val="00510815"/>
    <w:rsid w:val="005110B5"/>
    <w:rsid w:val="00537363"/>
    <w:rsid w:val="005C0BDF"/>
    <w:rsid w:val="00623C74"/>
    <w:rsid w:val="00663C55"/>
    <w:rsid w:val="00665E53"/>
    <w:rsid w:val="00696803"/>
    <w:rsid w:val="006C4C0A"/>
    <w:rsid w:val="00715764"/>
    <w:rsid w:val="00716902"/>
    <w:rsid w:val="00751E91"/>
    <w:rsid w:val="0075728B"/>
    <w:rsid w:val="00761800"/>
    <w:rsid w:val="007655DF"/>
    <w:rsid w:val="00797FFC"/>
    <w:rsid w:val="007F3D1A"/>
    <w:rsid w:val="00804AA9"/>
    <w:rsid w:val="008F100F"/>
    <w:rsid w:val="00996B9E"/>
    <w:rsid w:val="009B7F8B"/>
    <w:rsid w:val="009D54B5"/>
    <w:rsid w:val="009E6314"/>
    <w:rsid w:val="00A71DF6"/>
    <w:rsid w:val="00A94236"/>
    <w:rsid w:val="00AC6044"/>
    <w:rsid w:val="00B05C88"/>
    <w:rsid w:val="00B3713D"/>
    <w:rsid w:val="00B41731"/>
    <w:rsid w:val="00B44B56"/>
    <w:rsid w:val="00B569B0"/>
    <w:rsid w:val="00B70FF5"/>
    <w:rsid w:val="00B94AAF"/>
    <w:rsid w:val="00BB6C71"/>
    <w:rsid w:val="00BC135E"/>
    <w:rsid w:val="00C02136"/>
    <w:rsid w:val="00C11830"/>
    <w:rsid w:val="00C601E2"/>
    <w:rsid w:val="00C647B3"/>
    <w:rsid w:val="00D554C4"/>
    <w:rsid w:val="00D639C5"/>
    <w:rsid w:val="00D86106"/>
    <w:rsid w:val="00DE0F84"/>
    <w:rsid w:val="00DE46F0"/>
    <w:rsid w:val="00DE5006"/>
    <w:rsid w:val="00E01909"/>
    <w:rsid w:val="00E152E1"/>
    <w:rsid w:val="00E448C1"/>
    <w:rsid w:val="00E507FA"/>
    <w:rsid w:val="00EB2AC2"/>
    <w:rsid w:val="00ED1A69"/>
    <w:rsid w:val="00F36464"/>
    <w:rsid w:val="00F424C9"/>
    <w:rsid w:val="00F433A7"/>
    <w:rsid w:val="00F649F1"/>
    <w:rsid w:val="00FC18B0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72126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2126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2126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2126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568</Words>
  <Characters>3239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5</cp:revision>
  <cp:lastPrinted>2019-11-14T07:17:00Z</cp:lastPrinted>
  <dcterms:created xsi:type="dcterms:W3CDTF">2019-11-13T04:35:00Z</dcterms:created>
  <dcterms:modified xsi:type="dcterms:W3CDTF">2019-11-14T07:20:00Z</dcterms:modified>
</cp:coreProperties>
</file>