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36" w:rsidRPr="00C858D8" w:rsidRDefault="00A42D36" w:rsidP="00E024B5">
      <w:pPr>
        <w:pStyle w:val="Heading2"/>
        <w:jc w:val="center"/>
        <w:rPr>
          <w:rFonts w:ascii="Times New Roman" w:hAnsi="Times New Roman" w:cs="Times New Roman"/>
          <w:i w:val="0"/>
          <w:iCs w:val="0"/>
        </w:rPr>
      </w:pPr>
      <w:r w:rsidRPr="00C858D8">
        <w:rPr>
          <w:rFonts w:ascii="Times New Roman" w:hAnsi="Times New Roman" w:cs="Times New Roman"/>
          <w:i w:val="0"/>
          <w:iCs w:val="0"/>
        </w:rPr>
        <w:t>КРАСНОЯРСКИЙ КРАЙ</w:t>
      </w:r>
    </w:p>
    <w:p w:rsidR="00A42D36" w:rsidRPr="00C858D8" w:rsidRDefault="00A42D36" w:rsidP="0075628D">
      <w:pPr>
        <w:rPr>
          <w:rFonts w:ascii="Times New Roman" w:hAnsi="Times New Roman"/>
          <w:b/>
          <w:sz w:val="28"/>
          <w:szCs w:val="28"/>
        </w:rPr>
      </w:pPr>
      <w:r w:rsidRPr="00C858D8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ЕРМАКОВСКИЙ РАЙОН</w:t>
      </w:r>
    </w:p>
    <w:p w:rsidR="00A42D36" w:rsidRPr="00C858D8" w:rsidRDefault="00A42D36" w:rsidP="0075628D">
      <w:pPr>
        <w:rPr>
          <w:rFonts w:ascii="Times New Roman" w:hAnsi="Times New Roman"/>
          <w:b/>
          <w:sz w:val="28"/>
          <w:szCs w:val="28"/>
        </w:rPr>
      </w:pPr>
      <w:r w:rsidRPr="00C858D8">
        <w:rPr>
          <w:rFonts w:ascii="Times New Roman" w:hAnsi="Times New Roman"/>
          <w:b/>
          <w:sz w:val="28"/>
          <w:szCs w:val="28"/>
        </w:rPr>
        <w:t xml:space="preserve">                            ТАНЗЫБЕЙСКИЙ СЕЛЬСКИЙ СОВЕТ ДЕПУТАТОВ</w:t>
      </w:r>
    </w:p>
    <w:p w:rsidR="00A42D36" w:rsidRPr="00C858D8" w:rsidRDefault="00A42D36" w:rsidP="00E024B5">
      <w:pPr>
        <w:pStyle w:val="Heading2"/>
        <w:jc w:val="center"/>
        <w:rPr>
          <w:rFonts w:ascii="Times New Roman" w:hAnsi="Times New Roman" w:cs="Times New Roman"/>
          <w:i w:val="0"/>
          <w:iCs w:val="0"/>
        </w:rPr>
      </w:pPr>
    </w:p>
    <w:p w:rsidR="00A42D36" w:rsidRPr="00C858D8" w:rsidRDefault="00A42D36" w:rsidP="00E024B5">
      <w:pPr>
        <w:pStyle w:val="Heading2"/>
        <w:jc w:val="center"/>
        <w:rPr>
          <w:rFonts w:ascii="Times New Roman" w:hAnsi="Times New Roman" w:cs="Times New Roman"/>
          <w:i w:val="0"/>
          <w:iCs w:val="0"/>
        </w:rPr>
      </w:pPr>
      <w:r w:rsidRPr="00C858D8">
        <w:rPr>
          <w:rFonts w:ascii="Times New Roman" w:hAnsi="Times New Roman" w:cs="Times New Roman"/>
          <w:i w:val="0"/>
          <w:iCs w:val="0"/>
        </w:rPr>
        <w:t>Р Е Ш Е Н И Е</w:t>
      </w:r>
    </w:p>
    <w:p w:rsidR="00A42D36" w:rsidRPr="00C858D8" w:rsidRDefault="00A42D36" w:rsidP="00B36891">
      <w:pPr>
        <w:ind w:left="-720" w:right="-851" w:firstLine="720"/>
        <w:rPr>
          <w:rFonts w:ascii="Times New Roman" w:hAnsi="Times New Roman"/>
          <w:b/>
          <w:bCs/>
          <w:sz w:val="28"/>
          <w:szCs w:val="28"/>
        </w:rPr>
      </w:pPr>
      <w:r w:rsidRPr="00C858D8">
        <w:rPr>
          <w:rFonts w:ascii="Times New Roman" w:hAnsi="Times New Roman"/>
          <w:b/>
          <w:bCs/>
          <w:sz w:val="28"/>
          <w:szCs w:val="28"/>
        </w:rPr>
        <w:t>8 ноября 2017                                    п. Танзыбей                                       №  28-59-р</w:t>
      </w:r>
    </w:p>
    <w:p w:rsidR="00A42D36" w:rsidRPr="00C858D8" w:rsidRDefault="00A42D36" w:rsidP="00E024B5">
      <w:pPr>
        <w:ind w:left="-720" w:right="-851" w:firstLine="720"/>
        <w:rPr>
          <w:rFonts w:ascii="Times New Roman" w:hAnsi="Times New Roman"/>
          <w:sz w:val="28"/>
          <w:szCs w:val="28"/>
          <w:lang w:eastAsia="en-US"/>
        </w:rPr>
      </w:pPr>
    </w:p>
    <w:p w:rsidR="00A42D36" w:rsidRPr="00C858D8" w:rsidRDefault="00A42D36" w:rsidP="00E024B5">
      <w:pPr>
        <w:spacing w:after="0"/>
        <w:rPr>
          <w:rFonts w:ascii="Times New Roman" w:hAnsi="Times New Roman"/>
          <w:b/>
          <w:color w:val="333333"/>
          <w:sz w:val="28"/>
          <w:szCs w:val="28"/>
        </w:rPr>
      </w:pPr>
      <w:r w:rsidRPr="00C858D8">
        <w:rPr>
          <w:rFonts w:ascii="Times New Roman" w:hAnsi="Times New Roman"/>
          <w:b/>
          <w:color w:val="333333"/>
          <w:sz w:val="28"/>
          <w:szCs w:val="28"/>
        </w:rPr>
        <w:t xml:space="preserve">О согласовании принятия полномочий </w:t>
      </w:r>
    </w:p>
    <w:p w:rsidR="00A42D36" w:rsidRPr="00C858D8" w:rsidRDefault="00A42D36" w:rsidP="00E024B5">
      <w:pPr>
        <w:spacing w:after="0"/>
        <w:rPr>
          <w:rFonts w:ascii="Times New Roman" w:hAnsi="Times New Roman"/>
          <w:b/>
          <w:color w:val="333333"/>
          <w:sz w:val="28"/>
          <w:szCs w:val="28"/>
        </w:rPr>
      </w:pPr>
      <w:r w:rsidRPr="00C858D8">
        <w:rPr>
          <w:rFonts w:ascii="Times New Roman" w:hAnsi="Times New Roman"/>
          <w:b/>
          <w:color w:val="333333"/>
          <w:sz w:val="28"/>
          <w:szCs w:val="28"/>
        </w:rPr>
        <w:t xml:space="preserve">в части опубликования </w:t>
      </w:r>
    </w:p>
    <w:p w:rsidR="00A42D36" w:rsidRPr="00C858D8" w:rsidRDefault="00A42D36" w:rsidP="00E024B5">
      <w:pPr>
        <w:spacing w:after="0"/>
        <w:rPr>
          <w:rFonts w:ascii="Times New Roman" w:hAnsi="Times New Roman"/>
          <w:color w:val="333333"/>
          <w:sz w:val="28"/>
          <w:szCs w:val="28"/>
        </w:rPr>
      </w:pPr>
    </w:p>
    <w:p w:rsidR="00A42D36" w:rsidRPr="00C858D8" w:rsidRDefault="00A42D36" w:rsidP="00305043">
      <w:pPr>
        <w:jc w:val="both"/>
        <w:rPr>
          <w:rFonts w:ascii="Times New Roman" w:hAnsi="Times New Roman"/>
          <w:b/>
          <w:color w:val="333333"/>
          <w:sz w:val="28"/>
          <w:szCs w:val="28"/>
        </w:rPr>
      </w:pPr>
      <w:r w:rsidRPr="00C858D8">
        <w:rPr>
          <w:color w:val="333333"/>
          <w:sz w:val="28"/>
          <w:szCs w:val="28"/>
        </w:rPr>
        <w:t xml:space="preserve">         </w:t>
      </w:r>
      <w:r w:rsidRPr="00C858D8">
        <w:rPr>
          <w:rFonts w:ascii="Times New Roman" w:hAnsi="Times New Roman"/>
          <w:color w:val="333333"/>
          <w:sz w:val="28"/>
          <w:szCs w:val="28"/>
        </w:rPr>
        <w:t xml:space="preserve">На основании ст. 15 п. 4 Федерального Закона от 06.10.2003 г. № 131-ФЗ «Об общих принципах организации местного самоуправления в Российской Федерации», </w:t>
      </w:r>
      <w:r w:rsidRPr="00C858D8">
        <w:rPr>
          <w:rFonts w:ascii="Times New Roman" w:hAnsi="Times New Roman"/>
          <w:bCs/>
          <w:sz w:val="28"/>
          <w:szCs w:val="28"/>
        </w:rPr>
        <w:t>исходя из необходимости эффективного использования финансовых средств</w:t>
      </w:r>
      <w:r w:rsidRPr="00C858D8">
        <w:rPr>
          <w:rFonts w:ascii="Times New Roman" w:hAnsi="Times New Roman"/>
          <w:color w:val="333333"/>
          <w:sz w:val="28"/>
          <w:szCs w:val="28"/>
        </w:rPr>
        <w:t xml:space="preserve">, руководствуясь  Уставом Танзыбейского сельсовета, Совет депутатов </w:t>
      </w:r>
      <w:r w:rsidRPr="00C858D8">
        <w:rPr>
          <w:rFonts w:ascii="Times New Roman" w:hAnsi="Times New Roman"/>
          <w:b/>
          <w:color w:val="333333"/>
          <w:sz w:val="28"/>
          <w:szCs w:val="28"/>
        </w:rPr>
        <w:t>РЕШИЛ:</w:t>
      </w:r>
    </w:p>
    <w:p w:rsidR="00A42D36" w:rsidRPr="00C858D8" w:rsidRDefault="00A42D36" w:rsidP="00310DDC">
      <w:pPr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C858D8">
        <w:rPr>
          <w:rFonts w:ascii="Times New Roman" w:hAnsi="Times New Roman"/>
          <w:color w:val="333333"/>
          <w:sz w:val="28"/>
          <w:szCs w:val="28"/>
        </w:rPr>
        <w:t xml:space="preserve">1. Принять полномочия в части опубликования,  с распределением межбюджетных трансфертов, направляемых бюджетам сельских советов.  (Приложение № 2). </w:t>
      </w:r>
    </w:p>
    <w:p w:rsidR="00A42D36" w:rsidRPr="00C858D8" w:rsidRDefault="00A42D36" w:rsidP="00310DDC">
      <w:pPr>
        <w:ind w:firstLine="720"/>
        <w:jc w:val="both"/>
        <w:rPr>
          <w:rFonts w:ascii="Times New Roman" w:hAnsi="Times New Roman"/>
          <w:color w:val="333333"/>
          <w:sz w:val="28"/>
          <w:szCs w:val="28"/>
        </w:rPr>
      </w:pPr>
      <w:r w:rsidRPr="00C858D8">
        <w:rPr>
          <w:rFonts w:ascii="Times New Roman" w:hAnsi="Times New Roman"/>
          <w:color w:val="333333"/>
          <w:sz w:val="28"/>
          <w:szCs w:val="28"/>
        </w:rPr>
        <w:t>2. Одобрить проект соглашения между администрацией Ермаковского района и администрацией Танзыбейского сельсовета о приеме полномочий в части опубликования. (Приложение  1).</w:t>
      </w:r>
    </w:p>
    <w:p w:rsidR="00A42D36" w:rsidRPr="00C858D8" w:rsidRDefault="00A42D36" w:rsidP="00310DDC">
      <w:pPr>
        <w:ind w:firstLine="720"/>
        <w:jc w:val="both"/>
        <w:rPr>
          <w:rFonts w:ascii="Times New Roman" w:hAnsi="Times New Roman"/>
          <w:color w:val="333333"/>
          <w:sz w:val="28"/>
          <w:szCs w:val="28"/>
        </w:rPr>
      </w:pPr>
      <w:r w:rsidRPr="00C858D8">
        <w:rPr>
          <w:rFonts w:ascii="Times New Roman" w:hAnsi="Times New Roman"/>
          <w:bCs/>
          <w:sz w:val="28"/>
          <w:szCs w:val="28"/>
        </w:rPr>
        <w:t xml:space="preserve">3. </w:t>
      </w:r>
      <w:r w:rsidRPr="00C858D8">
        <w:rPr>
          <w:rFonts w:ascii="Times New Roman" w:hAnsi="Times New Roman"/>
          <w:color w:val="333333"/>
          <w:sz w:val="28"/>
          <w:szCs w:val="28"/>
        </w:rPr>
        <w:t xml:space="preserve">Контроль за выполнением решения возложить </w:t>
      </w:r>
      <w:r w:rsidRPr="00C858D8">
        <w:rPr>
          <w:rFonts w:ascii="Times New Roman" w:hAnsi="Times New Roman"/>
          <w:sz w:val="28"/>
          <w:szCs w:val="28"/>
        </w:rPr>
        <w:t>председателя совета депутатов Крючкову А.М.</w:t>
      </w:r>
    </w:p>
    <w:p w:rsidR="00A42D36" w:rsidRPr="00C858D8" w:rsidRDefault="00A42D36" w:rsidP="00B96A43">
      <w:pPr>
        <w:ind w:firstLine="720"/>
        <w:jc w:val="both"/>
        <w:rPr>
          <w:rFonts w:ascii="Times New Roman" w:hAnsi="Times New Roman"/>
          <w:color w:val="333333"/>
          <w:sz w:val="28"/>
          <w:szCs w:val="28"/>
        </w:rPr>
      </w:pPr>
      <w:r w:rsidRPr="00C858D8">
        <w:rPr>
          <w:rFonts w:ascii="Times New Roman" w:hAnsi="Times New Roman"/>
          <w:color w:val="333333"/>
          <w:sz w:val="28"/>
          <w:szCs w:val="28"/>
        </w:rPr>
        <w:t>4. Решение вступает в силу с момента опубликования (обнародования).</w:t>
      </w:r>
    </w:p>
    <w:p w:rsidR="00A42D36" w:rsidRPr="00C858D8" w:rsidRDefault="00A42D36" w:rsidP="00B96A43">
      <w:pPr>
        <w:ind w:firstLine="720"/>
        <w:jc w:val="both"/>
        <w:rPr>
          <w:rFonts w:ascii="Times New Roman" w:hAnsi="Times New Roman"/>
          <w:color w:val="333333"/>
          <w:sz w:val="28"/>
          <w:szCs w:val="28"/>
        </w:rPr>
      </w:pPr>
    </w:p>
    <w:p w:rsidR="00A42D36" w:rsidRPr="00C858D8" w:rsidRDefault="00A42D36" w:rsidP="00A81E6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858D8">
        <w:rPr>
          <w:rFonts w:ascii="Times New Roman" w:hAnsi="Times New Roman"/>
          <w:sz w:val="28"/>
          <w:szCs w:val="28"/>
        </w:rPr>
        <w:t xml:space="preserve">Председатель Танзыбейского </w:t>
      </w:r>
    </w:p>
    <w:p w:rsidR="00A42D36" w:rsidRPr="00C858D8" w:rsidRDefault="00A42D36" w:rsidP="00A81E6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858D8">
        <w:rPr>
          <w:rFonts w:ascii="Times New Roman" w:hAnsi="Times New Roman"/>
          <w:sz w:val="28"/>
          <w:szCs w:val="28"/>
        </w:rPr>
        <w:t>сельского Совета депутатов                                             А.М. Крючкова</w:t>
      </w:r>
    </w:p>
    <w:p w:rsidR="00A42D36" w:rsidRPr="00C858D8" w:rsidRDefault="00A42D36" w:rsidP="00A81E6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42D36" w:rsidRPr="00C858D8" w:rsidRDefault="00A42D36" w:rsidP="00B96A4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858D8">
        <w:rPr>
          <w:rFonts w:ascii="Times New Roman" w:hAnsi="Times New Roman"/>
          <w:sz w:val="28"/>
          <w:szCs w:val="28"/>
        </w:rPr>
        <w:t>Глава  сельсовета                                                              Н.В. Бычкова</w:t>
      </w:r>
    </w:p>
    <w:p w:rsidR="00A42D36" w:rsidRPr="00C858D8" w:rsidRDefault="00A42D36" w:rsidP="00305043">
      <w:pPr>
        <w:rPr>
          <w:rFonts w:ascii="Times New Roman" w:hAnsi="Times New Roman"/>
          <w:sz w:val="16"/>
          <w:szCs w:val="16"/>
        </w:rPr>
      </w:pPr>
    </w:p>
    <w:p w:rsidR="00A42D36" w:rsidRPr="00C858D8" w:rsidRDefault="00A42D36" w:rsidP="00305043">
      <w:pPr>
        <w:rPr>
          <w:rFonts w:ascii="Times New Roman" w:hAnsi="Times New Roman"/>
          <w:sz w:val="16"/>
          <w:szCs w:val="1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margin-left:-36pt;margin-top:9pt;width:200.3pt;height:20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" stroked="f">
            <v:textbox style="mso-next-textbox:#Поле 4">
              <w:txbxContent>
                <w:p w:rsidR="00A42D36" w:rsidRDefault="00A42D36" w:rsidP="00922A57">
                  <w:pPr>
                    <w:spacing w:after="0"/>
                  </w:pPr>
                </w:p>
                <w:p w:rsidR="00A42D36" w:rsidRDefault="00A42D36" w:rsidP="00922A57">
                  <w:pPr>
                    <w:spacing w:after="0"/>
                  </w:pPr>
                </w:p>
                <w:p w:rsidR="00A42D36" w:rsidRDefault="00A42D36" w:rsidP="00922A57">
                  <w:pPr>
                    <w:spacing w:after="0"/>
                  </w:pPr>
                </w:p>
                <w:p w:rsidR="00A42D36" w:rsidRDefault="00A42D36" w:rsidP="00922A57">
                  <w:pPr>
                    <w:spacing w:after="0"/>
                  </w:pPr>
                </w:p>
                <w:p w:rsidR="00A42D36" w:rsidRDefault="00A42D36" w:rsidP="00922A57">
                  <w:pPr>
                    <w:spacing w:after="0"/>
                  </w:pPr>
                </w:p>
                <w:p w:rsidR="00A42D36" w:rsidRDefault="00A42D36" w:rsidP="00922A57">
                  <w:pPr>
                    <w:spacing w:after="0"/>
                  </w:pPr>
                </w:p>
              </w:txbxContent>
            </v:textbox>
          </v:shape>
        </w:pict>
      </w:r>
    </w:p>
    <w:sectPr w:rsidR="00A42D36" w:rsidRPr="00C858D8" w:rsidSect="00B74CC1">
      <w:footerReference w:type="even" r:id="rId6"/>
      <w:footerReference w:type="default" r:id="rId7"/>
      <w:pgSz w:w="11906" w:h="16838"/>
      <w:pgMar w:top="284" w:right="567" w:bottom="28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2D36" w:rsidRDefault="00A42D36" w:rsidP="00A861F7">
      <w:pPr>
        <w:spacing w:after="0" w:line="240" w:lineRule="auto"/>
      </w:pPr>
      <w:r>
        <w:separator/>
      </w:r>
    </w:p>
  </w:endnote>
  <w:endnote w:type="continuationSeparator" w:id="1">
    <w:p w:rsidR="00A42D36" w:rsidRDefault="00A42D36" w:rsidP="00A86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D36" w:rsidRDefault="00A42D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42D36" w:rsidRDefault="00A42D3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D36" w:rsidRDefault="00A42D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42D36" w:rsidRPr="003E4F1F" w:rsidRDefault="00A42D36" w:rsidP="003E4F1F">
    <w:pPr>
      <w:pStyle w:val="Footer"/>
      <w:ind w:right="36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2D36" w:rsidRDefault="00A42D36" w:rsidP="00A861F7">
      <w:pPr>
        <w:spacing w:after="0" w:line="240" w:lineRule="auto"/>
      </w:pPr>
      <w:r>
        <w:separator/>
      </w:r>
    </w:p>
  </w:footnote>
  <w:footnote w:type="continuationSeparator" w:id="1">
    <w:p w:rsidR="00A42D36" w:rsidRDefault="00A42D36" w:rsidP="00A861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DDC"/>
    <w:rsid w:val="00021D7C"/>
    <w:rsid w:val="000B19E3"/>
    <w:rsid w:val="000F3DB3"/>
    <w:rsid w:val="00136C5D"/>
    <w:rsid w:val="001A573F"/>
    <w:rsid w:val="001B2169"/>
    <w:rsid w:val="001C4240"/>
    <w:rsid w:val="001C4ADA"/>
    <w:rsid w:val="001E0818"/>
    <w:rsid w:val="00212257"/>
    <w:rsid w:val="0021718A"/>
    <w:rsid w:val="00283DA8"/>
    <w:rsid w:val="002B15A5"/>
    <w:rsid w:val="002E11EE"/>
    <w:rsid w:val="00305043"/>
    <w:rsid w:val="00310DDC"/>
    <w:rsid w:val="003400B3"/>
    <w:rsid w:val="00351A38"/>
    <w:rsid w:val="003A4BAB"/>
    <w:rsid w:val="003A5212"/>
    <w:rsid w:val="003E2F09"/>
    <w:rsid w:val="003E4F1F"/>
    <w:rsid w:val="00485B0F"/>
    <w:rsid w:val="004A26B4"/>
    <w:rsid w:val="004A6352"/>
    <w:rsid w:val="004B3719"/>
    <w:rsid w:val="004D1115"/>
    <w:rsid w:val="00533C86"/>
    <w:rsid w:val="00751548"/>
    <w:rsid w:val="0075628D"/>
    <w:rsid w:val="007C30CE"/>
    <w:rsid w:val="007D7D34"/>
    <w:rsid w:val="007F20F2"/>
    <w:rsid w:val="00803114"/>
    <w:rsid w:val="00810D4B"/>
    <w:rsid w:val="0081569D"/>
    <w:rsid w:val="00822477"/>
    <w:rsid w:val="00830F00"/>
    <w:rsid w:val="00852DEE"/>
    <w:rsid w:val="0089064F"/>
    <w:rsid w:val="008A0FE0"/>
    <w:rsid w:val="008B2526"/>
    <w:rsid w:val="008B4F1C"/>
    <w:rsid w:val="0090580C"/>
    <w:rsid w:val="00922A57"/>
    <w:rsid w:val="00934D4F"/>
    <w:rsid w:val="0093652A"/>
    <w:rsid w:val="00A0448F"/>
    <w:rsid w:val="00A11F0E"/>
    <w:rsid w:val="00A33C1A"/>
    <w:rsid w:val="00A42D36"/>
    <w:rsid w:val="00A520B9"/>
    <w:rsid w:val="00A74631"/>
    <w:rsid w:val="00A74AA0"/>
    <w:rsid w:val="00A81E65"/>
    <w:rsid w:val="00A861F7"/>
    <w:rsid w:val="00AC1870"/>
    <w:rsid w:val="00B36891"/>
    <w:rsid w:val="00B3769D"/>
    <w:rsid w:val="00B460A0"/>
    <w:rsid w:val="00B74CC1"/>
    <w:rsid w:val="00B96A43"/>
    <w:rsid w:val="00BC6842"/>
    <w:rsid w:val="00BD3BBC"/>
    <w:rsid w:val="00BE467E"/>
    <w:rsid w:val="00BE4F27"/>
    <w:rsid w:val="00C018E3"/>
    <w:rsid w:val="00C23C28"/>
    <w:rsid w:val="00C36752"/>
    <w:rsid w:val="00C42C06"/>
    <w:rsid w:val="00C858D8"/>
    <w:rsid w:val="00C92065"/>
    <w:rsid w:val="00CC0095"/>
    <w:rsid w:val="00D26681"/>
    <w:rsid w:val="00D368A8"/>
    <w:rsid w:val="00DB6DDA"/>
    <w:rsid w:val="00DC6166"/>
    <w:rsid w:val="00E024B5"/>
    <w:rsid w:val="00E21D20"/>
    <w:rsid w:val="00E44794"/>
    <w:rsid w:val="00E607EF"/>
    <w:rsid w:val="00EB58C2"/>
    <w:rsid w:val="00ED4A3E"/>
    <w:rsid w:val="00EF4F0C"/>
    <w:rsid w:val="00F21898"/>
    <w:rsid w:val="00F97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1F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310DDC"/>
    <w:pPr>
      <w:keepNext/>
      <w:spacing w:after="0" w:line="240" w:lineRule="auto"/>
      <w:outlineLvl w:val="0"/>
    </w:pPr>
    <w:rPr>
      <w:rFonts w:ascii="Times New Roman" w:hAnsi="Times New Roman"/>
      <w:b/>
      <w:bCs/>
      <w:color w:val="333333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10DDC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0DDC"/>
    <w:rPr>
      <w:rFonts w:ascii="Times New Roman" w:hAnsi="Times New Roman" w:cs="Times New Roman"/>
      <w:b/>
      <w:bCs/>
      <w:color w:val="333333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10DDC"/>
    <w:rPr>
      <w:rFonts w:ascii="Arial" w:hAnsi="Arial" w:cs="Arial"/>
      <w:b/>
      <w:bCs/>
      <w:i/>
      <w:iCs/>
      <w:sz w:val="28"/>
      <w:szCs w:val="28"/>
    </w:rPr>
  </w:style>
  <w:style w:type="paragraph" w:customStyle="1" w:styleId="ConsNormal">
    <w:name w:val="ConsNormal"/>
    <w:uiPriority w:val="99"/>
    <w:rsid w:val="00310D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310DD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10DDC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10DDC"/>
    <w:rPr>
      <w:rFonts w:cs="Times New Roman"/>
    </w:rPr>
  </w:style>
  <w:style w:type="paragraph" w:styleId="NormalWeb">
    <w:name w:val="Normal (Web)"/>
    <w:basedOn w:val="Normal"/>
    <w:uiPriority w:val="99"/>
    <w:rsid w:val="00310D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">
    <w:name w:val="p1"/>
    <w:basedOn w:val="Normal"/>
    <w:uiPriority w:val="99"/>
    <w:rsid w:val="00F974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">
    <w:name w:val="p2"/>
    <w:basedOn w:val="Normal"/>
    <w:uiPriority w:val="99"/>
    <w:rsid w:val="00F974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100</TotalTime>
  <Pages>1</Pages>
  <Words>200</Words>
  <Characters>1144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Admin</cp:lastModifiedBy>
  <cp:revision>14</cp:revision>
  <cp:lastPrinted>2017-09-26T08:21:00Z</cp:lastPrinted>
  <dcterms:created xsi:type="dcterms:W3CDTF">2013-01-05T09:21:00Z</dcterms:created>
  <dcterms:modified xsi:type="dcterms:W3CDTF">2017-11-24T07:04:00Z</dcterms:modified>
</cp:coreProperties>
</file>