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E98" w:rsidRPr="00A81E65" w:rsidRDefault="00DC1E98" w:rsidP="00AA2300">
      <w:pPr>
        <w:pStyle w:val="Heading2"/>
        <w:jc w:val="center"/>
        <w:rPr>
          <w:rFonts w:ascii="Times New Roman" w:hAnsi="Times New Roman" w:cs="Times New Roman"/>
          <w:i w:val="0"/>
          <w:iCs w:val="0"/>
        </w:rPr>
      </w:pPr>
      <w:r w:rsidRPr="00A81E65">
        <w:rPr>
          <w:rFonts w:ascii="Times New Roman" w:hAnsi="Times New Roman" w:cs="Times New Roman"/>
          <w:i w:val="0"/>
          <w:iCs w:val="0"/>
        </w:rPr>
        <w:t>КРАСНОЯРСКИЙ КРАЙ</w:t>
      </w:r>
    </w:p>
    <w:p w:rsidR="00DC1E98" w:rsidRPr="00A81E65" w:rsidRDefault="00DC1E98" w:rsidP="00AA2300">
      <w:pPr>
        <w:jc w:val="center"/>
        <w:rPr>
          <w:rFonts w:ascii="Times New Roman" w:hAnsi="Times New Roman"/>
          <w:b/>
          <w:sz w:val="28"/>
          <w:szCs w:val="28"/>
        </w:rPr>
      </w:pPr>
      <w:r w:rsidRPr="00A81E65">
        <w:rPr>
          <w:rFonts w:ascii="Times New Roman" w:hAnsi="Times New Roman"/>
          <w:b/>
          <w:sz w:val="28"/>
          <w:szCs w:val="28"/>
        </w:rPr>
        <w:t>ЕРМАКОВСКИЙ РАЙОН</w:t>
      </w:r>
    </w:p>
    <w:p w:rsidR="00DC1E98" w:rsidRPr="00F729E4" w:rsidRDefault="00DC1E98" w:rsidP="00AA2300">
      <w:pPr>
        <w:jc w:val="center"/>
        <w:rPr>
          <w:rFonts w:ascii="Times New Roman" w:hAnsi="Times New Roman"/>
          <w:b/>
          <w:sz w:val="28"/>
          <w:szCs w:val="28"/>
        </w:rPr>
      </w:pPr>
      <w:r w:rsidRPr="00F729E4">
        <w:rPr>
          <w:rFonts w:ascii="Times New Roman" w:hAnsi="Times New Roman"/>
          <w:b/>
          <w:sz w:val="28"/>
          <w:szCs w:val="28"/>
        </w:rPr>
        <w:t>ТАНЗЫБЕЙСКИЙ СЕЛЬСКИЙ СОВЕТ ДЕПУТАТОВ</w:t>
      </w:r>
    </w:p>
    <w:p w:rsidR="00DC1E98" w:rsidRPr="00F729E4" w:rsidRDefault="00DC1E98" w:rsidP="00F729E4">
      <w:pPr>
        <w:jc w:val="center"/>
        <w:rPr>
          <w:rFonts w:ascii="Times New Roman" w:hAnsi="Times New Roman"/>
          <w:b/>
          <w:sz w:val="28"/>
          <w:szCs w:val="28"/>
        </w:rPr>
      </w:pPr>
      <w:r w:rsidRPr="00F729E4">
        <w:rPr>
          <w:rFonts w:ascii="Times New Roman" w:hAnsi="Times New Roman"/>
          <w:b/>
          <w:sz w:val="28"/>
          <w:szCs w:val="28"/>
        </w:rPr>
        <w:t>Р Е Ш Е Н И Е</w:t>
      </w:r>
    </w:p>
    <w:p w:rsidR="00DC1E98" w:rsidRPr="00A81E65" w:rsidRDefault="00DC1E98" w:rsidP="00E024B5">
      <w:pPr>
        <w:ind w:left="-720" w:right="-851" w:firstLine="72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8 апреля 2019                                                                                           №  48-108-р</w:t>
      </w:r>
    </w:p>
    <w:p w:rsidR="00DC1E98" w:rsidRPr="00B74CC1" w:rsidRDefault="00DC1E98" w:rsidP="00E024B5">
      <w:pPr>
        <w:spacing w:after="0"/>
        <w:rPr>
          <w:rFonts w:ascii="Times New Roman" w:hAnsi="Times New Roman"/>
          <w:b/>
          <w:color w:val="333333"/>
          <w:sz w:val="28"/>
          <w:szCs w:val="28"/>
        </w:rPr>
      </w:pPr>
      <w:r w:rsidRPr="00B74CC1">
        <w:rPr>
          <w:rFonts w:ascii="Times New Roman" w:hAnsi="Times New Roman"/>
          <w:b/>
          <w:color w:val="333333"/>
          <w:sz w:val="28"/>
          <w:szCs w:val="28"/>
        </w:rPr>
        <w:t xml:space="preserve">О согласовании принятия части </w:t>
      </w:r>
      <w:r>
        <w:rPr>
          <w:rFonts w:ascii="Times New Roman" w:hAnsi="Times New Roman"/>
          <w:b/>
          <w:color w:val="333333"/>
          <w:sz w:val="28"/>
          <w:szCs w:val="28"/>
        </w:rPr>
        <w:t>полномочий по проведению</w:t>
      </w:r>
    </w:p>
    <w:p w:rsidR="00DC1E98" w:rsidRDefault="00DC1E98" w:rsidP="00E024B5">
      <w:pPr>
        <w:spacing w:after="0"/>
        <w:rPr>
          <w:rFonts w:ascii="Times New Roman" w:hAnsi="Times New Roman"/>
          <w:b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общественных обсуждений, публичных слушаний</w:t>
      </w:r>
    </w:p>
    <w:p w:rsidR="00DC1E98" w:rsidRDefault="00DC1E98" w:rsidP="00E024B5">
      <w:pPr>
        <w:spacing w:after="0"/>
        <w:rPr>
          <w:rFonts w:ascii="Times New Roman" w:hAnsi="Times New Roman"/>
          <w:b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по проектам правил землепользования и</w:t>
      </w:r>
    </w:p>
    <w:p w:rsidR="00DC1E98" w:rsidRPr="00B74CC1" w:rsidRDefault="00DC1E98" w:rsidP="00E024B5">
      <w:pPr>
        <w:spacing w:after="0"/>
        <w:rPr>
          <w:rFonts w:ascii="Times New Roman" w:hAnsi="Times New Roman"/>
          <w:b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застройки и их утверждения</w:t>
      </w:r>
    </w:p>
    <w:p w:rsidR="00DC1E98" w:rsidRPr="00B74CC1" w:rsidRDefault="00DC1E98" w:rsidP="00E024B5">
      <w:pPr>
        <w:spacing w:after="0"/>
        <w:rPr>
          <w:rFonts w:ascii="Times New Roman" w:hAnsi="Times New Roman"/>
          <w:color w:val="333333"/>
        </w:rPr>
      </w:pPr>
    </w:p>
    <w:p w:rsidR="00DC1E98" w:rsidRPr="00305043" w:rsidRDefault="00DC1E98" w:rsidP="00305043">
      <w:pPr>
        <w:jc w:val="both"/>
        <w:rPr>
          <w:rFonts w:ascii="Times New Roman" w:hAnsi="Times New Roman"/>
          <w:b/>
          <w:color w:val="333333"/>
          <w:sz w:val="28"/>
          <w:szCs w:val="28"/>
        </w:rPr>
      </w:pPr>
      <w:r>
        <w:rPr>
          <w:color w:val="333333"/>
        </w:rPr>
        <w:t xml:space="preserve">         </w:t>
      </w:r>
      <w:r w:rsidRPr="00305043">
        <w:rPr>
          <w:rFonts w:ascii="Times New Roman" w:hAnsi="Times New Roman"/>
          <w:color w:val="333333"/>
          <w:sz w:val="28"/>
          <w:szCs w:val="28"/>
        </w:rPr>
        <w:t xml:space="preserve">На основании ст. 15 п. 4 Федерального Закона от 06.10.2003 г. № 131-ФЗ «Об общих принципах организации местного самоуправления в Российской Федерации», </w:t>
      </w:r>
      <w:r w:rsidRPr="00305043">
        <w:rPr>
          <w:rFonts w:ascii="Times New Roman" w:hAnsi="Times New Roman"/>
          <w:bCs/>
          <w:sz w:val="28"/>
          <w:szCs w:val="28"/>
        </w:rPr>
        <w:t>исходя из необходимости эффективного использования финансовых средств</w:t>
      </w:r>
      <w:r w:rsidRPr="00305043">
        <w:rPr>
          <w:rFonts w:ascii="Times New Roman" w:hAnsi="Times New Roman"/>
          <w:color w:val="333333"/>
          <w:sz w:val="28"/>
          <w:szCs w:val="28"/>
        </w:rPr>
        <w:t xml:space="preserve">, </w:t>
      </w:r>
      <w:r>
        <w:rPr>
          <w:rFonts w:ascii="Times New Roman" w:hAnsi="Times New Roman"/>
          <w:color w:val="333333"/>
          <w:sz w:val="28"/>
          <w:szCs w:val="28"/>
        </w:rPr>
        <w:t xml:space="preserve">руководствуясь  Уставом Танзыбейского сельсовета, Совет депутатов </w:t>
      </w:r>
      <w:r w:rsidRPr="00305043">
        <w:rPr>
          <w:rFonts w:ascii="Times New Roman" w:hAnsi="Times New Roman"/>
          <w:b/>
          <w:color w:val="333333"/>
          <w:sz w:val="28"/>
          <w:szCs w:val="28"/>
        </w:rPr>
        <w:t>РЕШИЛ:</w:t>
      </w:r>
    </w:p>
    <w:p w:rsidR="00DC1E98" w:rsidRPr="00305043" w:rsidRDefault="00DC1E98" w:rsidP="00310DDC">
      <w:pPr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1. Принять  часть</w:t>
      </w:r>
      <w:r w:rsidRPr="00305043">
        <w:rPr>
          <w:rFonts w:ascii="Times New Roman" w:hAnsi="Times New Roman"/>
          <w:color w:val="333333"/>
          <w:sz w:val="28"/>
          <w:szCs w:val="28"/>
        </w:rPr>
        <w:t xml:space="preserve"> полномочий администрации муниципального образования «Ермаковский район» </w:t>
      </w:r>
      <w:r>
        <w:rPr>
          <w:rFonts w:ascii="Times New Roman" w:hAnsi="Times New Roman"/>
          <w:color w:val="333333"/>
          <w:sz w:val="28"/>
          <w:szCs w:val="28"/>
        </w:rPr>
        <w:t xml:space="preserve">в части проведения общественных обсуждений, публичных слушаний по проектам правил землепользования  и застройки и их утверждения. </w:t>
      </w:r>
      <w:r w:rsidRPr="00305043"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:rsidR="00DC1E98" w:rsidRPr="00305043" w:rsidRDefault="00DC1E98" w:rsidP="00310DDC">
      <w:pPr>
        <w:ind w:firstLine="720"/>
        <w:jc w:val="both"/>
        <w:rPr>
          <w:rFonts w:ascii="Times New Roman" w:hAnsi="Times New Roman"/>
          <w:color w:val="333333"/>
          <w:sz w:val="28"/>
          <w:szCs w:val="28"/>
        </w:rPr>
      </w:pPr>
      <w:r w:rsidRPr="00305043">
        <w:rPr>
          <w:rFonts w:ascii="Times New Roman" w:hAnsi="Times New Roman"/>
          <w:color w:val="333333"/>
          <w:sz w:val="28"/>
          <w:szCs w:val="28"/>
        </w:rPr>
        <w:t>2. Одобрить проект соглашения между администрацией Ермаковского район</w:t>
      </w:r>
      <w:r>
        <w:rPr>
          <w:rFonts w:ascii="Times New Roman" w:hAnsi="Times New Roman"/>
          <w:color w:val="333333"/>
          <w:sz w:val="28"/>
          <w:szCs w:val="28"/>
        </w:rPr>
        <w:t>а и администрацией Танзыбейского сельсовета о приеме</w:t>
      </w:r>
      <w:r w:rsidRPr="00305043">
        <w:rPr>
          <w:rFonts w:ascii="Times New Roman" w:hAnsi="Times New Roman"/>
          <w:color w:val="333333"/>
          <w:sz w:val="28"/>
          <w:szCs w:val="28"/>
        </w:rPr>
        <w:t xml:space="preserve"> части</w:t>
      </w:r>
      <w:r>
        <w:rPr>
          <w:rFonts w:ascii="Times New Roman" w:hAnsi="Times New Roman"/>
          <w:color w:val="333333"/>
          <w:sz w:val="28"/>
          <w:szCs w:val="28"/>
        </w:rPr>
        <w:t xml:space="preserve"> полномочий по</w:t>
      </w:r>
      <w:r w:rsidRPr="00305043">
        <w:rPr>
          <w:rFonts w:ascii="Times New Roman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проведению общественных обсуждений, публичных слушаний по проектам правил землепользования  и застройки и их утверждения</w:t>
      </w:r>
      <w:r w:rsidRPr="00305043">
        <w:rPr>
          <w:rFonts w:ascii="Times New Roman" w:hAnsi="Times New Roman"/>
          <w:color w:val="333333"/>
          <w:sz w:val="28"/>
          <w:szCs w:val="28"/>
        </w:rPr>
        <w:t xml:space="preserve"> (приложение  1).</w:t>
      </w:r>
    </w:p>
    <w:p w:rsidR="00DC1E98" w:rsidRPr="00305043" w:rsidRDefault="00DC1E98" w:rsidP="00310DDC">
      <w:pPr>
        <w:ind w:firstLine="720"/>
        <w:jc w:val="both"/>
        <w:rPr>
          <w:rFonts w:ascii="Times New Roman" w:hAnsi="Times New Roman"/>
          <w:color w:val="333333"/>
          <w:sz w:val="28"/>
          <w:szCs w:val="28"/>
        </w:rPr>
      </w:pPr>
      <w:r w:rsidRPr="00305043">
        <w:rPr>
          <w:rFonts w:ascii="Times New Roman" w:hAnsi="Times New Roman"/>
          <w:bCs/>
          <w:sz w:val="28"/>
          <w:szCs w:val="28"/>
        </w:rPr>
        <w:t xml:space="preserve">3. </w:t>
      </w:r>
      <w:r w:rsidRPr="00305043">
        <w:rPr>
          <w:rFonts w:ascii="Times New Roman" w:hAnsi="Times New Roman"/>
          <w:color w:val="333333"/>
          <w:sz w:val="28"/>
          <w:szCs w:val="28"/>
        </w:rPr>
        <w:t>Контроль за выполнением решения возложить на</w:t>
      </w:r>
      <w:r w:rsidRPr="003050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главу Танзыбейского сельсовета Н.В. Бычкову.</w:t>
      </w:r>
    </w:p>
    <w:p w:rsidR="00DC1E98" w:rsidRDefault="00DC1E98" w:rsidP="00310DDC">
      <w:pPr>
        <w:ind w:firstLine="720"/>
        <w:jc w:val="both"/>
        <w:rPr>
          <w:rFonts w:ascii="Times New Roman" w:hAnsi="Times New Roman"/>
          <w:color w:val="333333"/>
          <w:sz w:val="28"/>
          <w:szCs w:val="28"/>
        </w:rPr>
      </w:pPr>
      <w:r w:rsidRPr="00305043">
        <w:rPr>
          <w:rFonts w:ascii="Times New Roman" w:hAnsi="Times New Roman"/>
          <w:color w:val="333333"/>
          <w:sz w:val="28"/>
          <w:szCs w:val="28"/>
        </w:rPr>
        <w:t>4. Решение вступает в силу с момента опубликования (обнародования).</w:t>
      </w:r>
    </w:p>
    <w:p w:rsidR="00DC1E98" w:rsidRDefault="00DC1E98" w:rsidP="00A81E65">
      <w:pPr>
        <w:widowControl w:val="0"/>
        <w:autoSpaceDE w:val="0"/>
        <w:autoSpaceDN w:val="0"/>
        <w:adjustRightInd w:val="0"/>
        <w:ind w:firstLine="540"/>
        <w:jc w:val="both"/>
        <w:rPr>
          <w:b/>
          <w:color w:val="333333"/>
        </w:rPr>
      </w:pPr>
    </w:p>
    <w:p w:rsidR="00DC1E98" w:rsidRDefault="00DC1E98" w:rsidP="00A81E6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81E65">
        <w:rPr>
          <w:rFonts w:ascii="Times New Roman" w:hAnsi="Times New Roman"/>
          <w:sz w:val="28"/>
          <w:szCs w:val="28"/>
        </w:rPr>
        <w:t xml:space="preserve">Председатель Танзыбейского </w:t>
      </w:r>
    </w:p>
    <w:p w:rsidR="00DC1E98" w:rsidRPr="00A81E65" w:rsidRDefault="00DC1E98" w:rsidP="00A81E6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81E65">
        <w:rPr>
          <w:rFonts w:ascii="Times New Roman" w:hAnsi="Times New Roman"/>
          <w:sz w:val="28"/>
          <w:szCs w:val="28"/>
        </w:rPr>
        <w:t>сельского Совета деп</w:t>
      </w:r>
      <w:r>
        <w:rPr>
          <w:rFonts w:ascii="Times New Roman" w:hAnsi="Times New Roman"/>
          <w:sz w:val="28"/>
          <w:szCs w:val="28"/>
        </w:rPr>
        <w:t>утатов                                             А.М. Крючкова</w:t>
      </w:r>
    </w:p>
    <w:p w:rsidR="00DC1E98" w:rsidRPr="00A81E65" w:rsidRDefault="00DC1E98" w:rsidP="00A81E6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81E65">
        <w:rPr>
          <w:rFonts w:ascii="Times New Roman" w:hAnsi="Times New Roman"/>
          <w:sz w:val="28"/>
          <w:szCs w:val="28"/>
        </w:rPr>
        <w:t xml:space="preserve">Глава  сельсовета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A81E65">
        <w:rPr>
          <w:rFonts w:ascii="Times New Roman" w:hAnsi="Times New Roman"/>
          <w:sz w:val="28"/>
          <w:szCs w:val="28"/>
        </w:rPr>
        <w:t xml:space="preserve">      Н.В. Бычкова</w:t>
      </w:r>
    </w:p>
    <w:p w:rsidR="00DC1E98" w:rsidRDefault="00DC1E98" w:rsidP="00305043">
      <w:pPr>
        <w:rPr>
          <w:rFonts w:ascii="Times New Roman" w:hAnsi="Times New Roman"/>
          <w:sz w:val="28"/>
          <w:szCs w:val="28"/>
        </w:rPr>
      </w:pPr>
    </w:p>
    <w:p w:rsidR="00DC1E98" w:rsidRDefault="00DC1E98" w:rsidP="00305043">
      <w:pPr>
        <w:rPr>
          <w:rFonts w:ascii="Times New Roman" w:hAnsi="Times New Roman"/>
          <w:sz w:val="28"/>
          <w:szCs w:val="28"/>
        </w:rPr>
      </w:pPr>
    </w:p>
    <w:p w:rsidR="00DC1E98" w:rsidRDefault="00DC1E98" w:rsidP="00305043">
      <w:pPr>
        <w:rPr>
          <w:rFonts w:ascii="Times New Roman" w:hAnsi="Times New Roman"/>
          <w:sz w:val="28"/>
          <w:szCs w:val="28"/>
        </w:rPr>
      </w:pPr>
    </w:p>
    <w:p w:rsidR="00DC1E98" w:rsidRDefault="00DC1E98" w:rsidP="00305043">
      <w:pPr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margin-left:84.6pt;margin-top:19.6pt;width:63pt;height:5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" stroked="f">
            <v:textbox style="mso-next-textbox:#Поле 4">
              <w:txbxContent>
                <w:p w:rsidR="00DC1E98" w:rsidRDefault="00DC1E98" w:rsidP="00922A57">
                  <w:pPr>
                    <w:spacing w:after="0"/>
                  </w:pPr>
                </w:p>
                <w:p w:rsidR="00DC1E98" w:rsidRDefault="00DC1E98" w:rsidP="00922A57">
                  <w:pPr>
                    <w:spacing w:after="0"/>
                  </w:pPr>
                </w:p>
                <w:p w:rsidR="00DC1E98" w:rsidRDefault="00DC1E98" w:rsidP="00922A57">
                  <w:pPr>
                    <w:spacing w:after="0"/>
                  </w:pPr>
                </w:p>
                <w:p w:rsidR="00DC1E98" w:rsidRDefault="00DC1E98" w:rsidP="00922A57">
                  <w:pPr>
                    <w:spacing w:after="0"/>
                  </w:pPr>
                </w:p>
                <w:p w:rsidR="00DC1E98" w:rsidRPr="00922A57" w:rsidRDefault="00DC1E98" w:rsidP="00922A57"/>
              </w:txbxContent>
            </v:textbox>
          </v:shape>
        </w:pict>
      </w:r>
    </w:p>
    <w:sectPr w:rsidR="00DC1E98" w:rsidSect="003A4F28">
      <w:footerReference w:type="even" r:id="rId6"/>
      <w:footerReference w:type="default" r:id="rId7"/>
      <w:pgSz w:w="11906" w:h="16838"/>
      <w:pgMar w:top="284" w:right="567" w:bottom="28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E98" w:rsidRDefault="00DC1E98" w:rsidP="00A861F7">
      <w:pPr>
        <w:spacing w:after="0" w:line="240" w:lineRule="auto"/>
      </w:pPr>
      <w:r>
        <w:separator/>
      </w:r>
    </w:p>
  </w:endnote>
  <w:endnote w:type="continuationSeparator" w:id="1">
    <w:p w:rsidR="00DC1E98" w:rsidRDefault="00DC1E98" w:rsidP="00A86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E98" w:rsidRDefault="00DC1E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C1E98" w:rsidRDefault="00DC1E9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E98" w:rsidRDefault="00DC1E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C1E98" w:rsidRPr="003E4F1F" w:rsidRDefault="00DC1E98" w:rsidP="003E4F1F">
    <w:pPr>
      <w:pStyle w:val="Footer"/>
      <w:ind w:right="360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E98" w:rsidRDefault="00DC1E98" w:rsidP="00A861F7">
      <w:pPr>
        <w:spacing w:after="0" w:line="240" w:lineRule="auto"/>
      </w:pPr>
      <w:r>
        <w:separator/>
      </w:r>
    </w:p>
  </w:footnote>
  <w:footnote w:type="continuationSeparator" w:id="1">
    <w:p w:rsidR="00DC1E98" w:rsidRDefault="00DC1E98" w:rsidP="00A861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0DDC"/>
    <w:rsid w:val="00003A21"/>
    <w:rsid w:val="000061EF"/>
    <w:rsid w:val="00021D7C"/>
    <w:rsid w:val="00042490"/>
    <w:rsid w:val="00085456"/>
    <w:rsid w:val="000E17A3"/>
    <w:rsid w:val="000F3DB3"/>
    <w:rsid w:val="000F50A0"/>
    <w:rsid w:val="00105CEA"/>
    <w:rsid w:val="00136C5D"/>
    <w:rsid w:val="00176D44"/>
    <w:rsid w:val="001A573F"/>
    <w:rsid w:val="001B067D"/>
    <w:rsid w:val="001B2169"/>
    <w:rsid w:val="001C4240"/>
    <w:rsid w:val="001F1803"/>
    <w:rsid w:val="00212257"/>
    <w:rsid w:val="0021718A"/>
    <w:rsid w:val="00243558"/>
    <w:rsid w:val="002468EE"/>
    <w:rsid w:val="002B15A5"/>
    <w:rsid w:val="002E11EE"/>
    <w:rsid w:val="00305043"/>
    <w:rsid w:val="00307A91"/>
    <w:rsid w:val="00310DDC"/>
    <w:rsid w:val="003400B3"/>
    <w:rsid w:val="00341F19"/>
    <w:rsid w:val="00351A38"/>
    <w:rsid w:val="003A4F28"/>
    <w:rsid w:val="003A5212"/>
    <w:rsid w:val="003E4F1F"/>
    <w:rsid w:val="00485B0F"/>
    <w:rsid w:val="00486F95"/>
    <w:rsid w:val="004A26B4"/>
    <w:rsid w:val="004A6352"/>
    <w:rsid w:val="004B3719"/>
    <w:rsid w:val="004D1115"/>
    <w:rsid w:val="00527CDE"/>
    <w:rsid w:val="00537745"/>
    <w:rsid w:val="005B75AE"/>
    <w:rsid w:val="00701031"/>
    <w:rsid w:val="0075628D"/>
    <w:rsid w:val="007674EE"/>
    <w:rsid w:val="007C30CE"/>
    <w:rsid w:val="007F20F2"/>
    <w:rsid w:val="007F57A4"/>
    <w:rsid w:val="00803114"/>
    <w:rsid w:val="00810D4B"/>
    <w:rsid w:val="00844C8A"/>
    <w:rsid w:val="00852DEE"/>
    <w:rsid w:val="0089064F"/>
    <w:rsid w:val="008B11B2"/>
    <w:rsid w:val="008B2526"/>
    <w:rsid w:val="008B58E8"/>
    <w:rsid w:val="008D0019"/>
    <w:rsid w:val="008E2AFC"/>
    <w:rsid w:val="0090580C"/>
    <w:rsid w:val="00922A57"/>
    <w:rsid w:val="00934D4F"/>
    <w:rsid w:val="0093652A"/>
    <w:rsid w:val="00A0448F"/>
    <w:rsid w:val="00A11F0E"/>
    <w:rsid w:val="00A33C1A"/>
    <w:rsid w:val="00A603D1"/>
    <w:rsid w:val="00A74631"/>
    <w:rsid w:val="00A74AA0"/>
    <w:rsid w:val="00A81E65"/>
    <w:rsid w:val="00A861F7"/>
    <w:rsid w:val="00AA2300"/>
    <w:rsid w:val="00AC1870"/>
    <w:rsid w:val="00B3769D"/>
    <w:rsid w:val="00B460A0"/>
    <w:rsid w:val="00B74CC1"/>
    <w:rsid w:val="00B87D9D"/>
    <w:rsid w:val="00B96446"/>
    <w:rsid w:val="00BC6842"/>
    <w:rsid w:val="00BD3BBC"/>
    <w:rsid w:val="00BE467E"/>
    <w:rsid w:val="00BF6C93"/>
    <w:rsid w:val="00C018E3"/>
    <w:rsid w:val="00C23C28"/>
    <w:rsid w:val="00C35068"/>
    <w:rsid w:val="00C36752"/>
    <w:rsid w:val="00C42C06"/>
    <w:rsid w:val="00C67B97"/>
    <w:rsid w:val="00C92065"/>
    <w:rsid w:val="00CC0095"/>
    <w:rsid w:val="00CD06D5"/>
    <w:rsid w:val="00D26681"/>
    <w:rsid w:val="00D368A8"/>
    <w:rsid w:val="00D44D28"/>
    <w:rsid w:val="00D46EBC"/>
    <w:rsid w:val="00D76B17"/>
    <w:rsid w:val="00D84AB1"/>
    <w:rsid w:val="00DB23DC"/>
    <w:rsid w:val="00DB6DDA"/>
    <w:rsid w:val="00DC1E98"/>
    <w:rsid w:val="00DC6166"/>
    <w:rsid w:val="00DD588A"/>
    <w:rsid w:val="00DE6300"/>
    <w:rsid w:val="00E024B5"/>
    <w:rsid w:val="00E44794"/>
    <w:rsid w:val="00E607EF"/>
    <w:rsid w:val="00EB4794"/>
    <w:rsid w:val="00EB58C2"/>
    <w:rsid w:val="00ED4A3E"/>
    <w:rsid w:val="00EF4F0C"/>
    <w:rsid w:val="00F21898"/>
    <w:rsid w:val="00F377EE"/>
    <w:rsid w:val="00F67FE3"/>
    <w:rsid w:val="00F729E4"/>
    <w:rsid w:val="00F96BCB"/>
    <w:rsid w:val="00F97457"/>
    <w:rsid w:val="00FA6485"/>
    <w:rsid w:val="00FE7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1F7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310DDC"/>
    <w:pPr>
      <w:keepNext/>
      <w:spacing w:after="0" w:line="240" w:lineRule="auto"/>
      <w:outlineLvl w:val="0"/>
    </w:pPr>
    <w:rPr>
      <w:rFonts w:ascii="Times New Roman" w:hAnsi="Times New Roman"/>
      <w:b/>
      <w:bCs/>
      <w:color w:val="333333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10DDC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10DDC"/>
    <w:rPr>
      <w:rFonts w:ascii="Times New Roman" w:hAnsi="Times New Roman" w:cs="Times New Roman"/>
      <w:b/>
      <w:bCs/>
      <w:color w:val="333333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10DDC"/>
    <w:rPr>
      <w:rFonts w:ascii="Arial" w:hAnsi="Arial" w:cs="Arial"/>
      <w:b/>
      <w:bCs/>
      <w:i/>
      <w:iCs/>
      <w:sz w:val="28"/>
      <w:szCs w:val="28"/>
    </w:rPr>
  </w:style>
  <w:style w:type="paragraph" w:customStyle="1" w:styleId="ConsNormal">
    <w:name w:val="ConsNormal"/>
    <w:uiPriority w:val="99"/>
    <w:rsid w:val="00310DD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310DD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10DDC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310DDC"/>
    <w:rPr>
      <w:rFonts w:cs="Times New Roman"/>
    </w:rPr>
  </w:style>
  <w:style w:type="paragraph" w:styleId="NormalWeb">
    <w:name w:val="Normal (Web)"/>
    <w:basedOn w:val="Normal"/>
    <w:uiPriority w:val="99"/>
    <w:rsid w:val="00310D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">
    <w:name w:val="p1"/>
    <w:basedOn w:val="Normal"/>
    <w:uiPriority w:val="99"/>
    <w:rsid w:val="00F974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">
    <w:name w:val="p2"/>
    <w:basedOn w:val="Normal"/>
    <w:uiPriority w:val="99"/>
    <w:rsid w:val="00F974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A23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4AB1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</TotalTime>
  <Pages>1</Pages>
  <Words>231</Words>
  <Characters>1320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Admin</cp:lastModifiedBy>
  <cp:revision>21</cp:revision>
  <cp:lastPrinted>2019-04-23T02:20:00Z</cp:lastPrinted>
  <dcterms:created xsi:type="dcterms:W3CDTF">2013-01-05T09:21:00Z</dcterms:created>
  <dcterms:modified xsi:type="dcterms:W3CDTF">2019-04-23T02:20:00Z</dcterms:modified>
</cp:coreProperties>
</file>