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E41" w:rsidRPr="00487FA6" w:rsidRDefault="00812E41" w:rsidP="008B0D47">
      <w:pPr>
        <w:jc w:val="center"/>
      </w:pPr>
      <w:r>
        <w:t xml:space="preserve">                                                                                                                                  </w:t>
      </w:r>
      <w:r w:rsidRPr="00487FA6">
        <w:t>УТВЕРЖДАЮ:</w:t>
      </w:r>
    </w:p>
    <w:p w:rsidR="00812E41" w:rsidRPr="00487FA6" w:rsidRDefault="00812E41" w:rsidP="00BA2264">
      <w:pPr>
        <w:jc w:val="center"/>
      </w:pPr>
      <w:r>
        <w:t xml:space="preserve">                                                                                                                                                          </w:t>
      </w:r>
      <w:r w:rsidRPr="00487FA6">
        <w:t>Председатель Танзыбейского</w:t>
      </w:r>
    </w:p>
    <w:p w:rsidR="00812E41" w:rsidRPr="00487FA6" w:rsidRDefault="00812E41" w:rsidP="008B0D47">
      <w:pPr>
        <w:jc w:val="center"/>
      </w:pPr>
      <w:r w:rsidRPr="00487FA6">
        <w:t xml:space="preserve">                                                                                                                                   </w:t>
      </w:r>
      <w:r>
        <w:t xml:space="preserve">                     </w:t>
      </w:r>
      <w:r w:rsidRPr="00487FA6">
        <w:t>сельского Совета депутатов</w:t>
      </w:r>
    </w:p>
    <w:p w:rsidR="00812E41" w:rsidRPr="00487FA6" w:rsidRDefault="00812E41" w:rsidP="008B0D47">
      <w:pPr>
        <w:jc w:val="right"/>
      </w:pPr>
      <w:r w:rsidRPr="00487FA6">
        <w:t>____________ А.М.Крючкова</w:t>
      </w:r>
    </w:p>
    <w:p w:rsidR="00812E41" w:rsidRPr="00487FA6" w:rsidRDefault="00812E41" w:rsidP="008B0D47">
      <w:pPr>
        <w:jc w:val="right"/>
      </w:pPr>
    </w:p>
    <w:p w:rsidR="00812E41" w:rsidRPr="00487FA6" w:rsidRDefault="00812E41" w:rsidP="008B0D47">
      <w:pPr>
        <w:jc w:val="center"/>
        <w:rPr>
          <w:b/>
        </w:rPr>
      </w:pPr>
      <w:r w:rsidRPr="00487FA6">
        <w:rPr>
          <w:b/>
        </w:rPr>
        <w:t>П Л А Н</w:t>
      </w:r>
    </w:p>
    <w:p w:rsidR="00812E41" w:rsidRPr="00487FA6" w:rsidRDefault="00812E41" w:rsidP="008B0D47">
      <w:pPr>
        <w:jc w:val="center"/>
        <w:rPr>
          <w:b/>
        </w:rPr>
      </w:pPr>
      <w:r w:rsidRPr="00487FA6">
        <w:rPr>
          <w:b/>
        </w:rPr>
        <w:t>работы Танзыбейского сельского</w:t>
      </w:r>
      <w:r>
        <w:rPr>
          <w:b/>
        </w:rPr>
        <w:t xml:space="preserve"> Совета депутатов на 2022</w:t>
      </w:r>
      <w:r w:rsidRPr="00487FA6">
        <w:rPr>
          <w:b/>
        </w:rPr>
        <w:t xml:space="preserve"> год.</w:t>
      </w:r>
    </w:p>
    <w:p w:rsidR="00812E41" w:rsidRPr="00487FA6" w:rsidRDefault="00812E41" w:rsidP="008B0D47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2"/>
        <w:gridCol w:w="4211"/>
        <w:gridCol w:w="4717"/>
        <w:gridCol w:w="3751"/>
        <w:gridCol w:w="1862"/>
      </w:tblGrid>
      <w:tr w:rsidR="00812E41" w:rsidRPr="00487FA6" w:rsidTr="00D5542A">
        <w:tc>
          <w:tcPr>
            <w:tcW w:w="812" w:type="dxa"/>
          </w:tcPr>
          <w:p w:rsidR="00812E41" w:rsidRPr="00487FA6" w:rsidRDefault="00812E41" w:rsidP="00D5542A">
            <w:pPr>
              <w:jc w:val="center"/>
              <w:rPr>
                <w:b/>
              </w:rPr>
            </w:pPr>
            <w:r w:rsidRPr="00487FA6">
              <w:rPr>
                <w:b/>
              </w:rPr>
              <w:t>№</w:t>
            </w:r>
          </w:p>
          <w:p w:rsidR="00812E41" w:rsidRPr="00487FA6" w:rsidRDefault="00812E41" w:rsidP="00D5542A">
            <w:pPr>
              <w:jc w:val="center"/>
              <w:rPr>
                <w:b/>
              </w:rPr>
            </w:pPr>
            <w:r w:rsidRPr="00487FA6">
              <w:rPr>
                <w:b/>
              </w:rPr>
              <w:t>п/п</w:t>
            </w:r>
          </w:p>
        </w:tc>
        <w:tc>
          <w:tcPr>
            <w:tcW w:w="4211" w:type="dxa"/>
          </w:tcPr>
          <w:p w:rsidR="00812E41" w:rsidRPr="00487FA6" w:rsidRDefault="00812E41" w:rsidP="00487FA6">
            <w:pPr>
              <w:jc w:val="center"/>
              <w:rPr>
                <w:b/>
              </w:rPr>
            </w:pPr>
            <w:r w:rsidRPr="00487FA6">
              <w:rPr>
                <w:b/>
              </w:rPr>
              <w:t>Рассматриваемый вопрос</w:t>
            </w:r>
          </w:p>
        </w:tc>
        <w:tc>
          <w:tcPr>
            <w:tcW w:w="4717" w:type="dxa"/>
          </w:tcPr>
          <w:p w:rsidR="00812E41" w:rsidRPr="00487FA6" w:rsidRDefault="00812E41" w:rsidP="00487FA6">
            <w:pPr>
              <w:jc w:val="center"/>
              <w:rPr>
                <w:b/>
              </w:rPr>
            </w:pPr>
            <w:r w:rsidRPr="00487FA6">
              <w:rPr>
                <w:b/>
              </w:rPr>
              <w:t>Структурное подразделение, организация, отдел администрации или учреждение, выносящие вопрос на рассмотрение</w:t>
            </w:r>
          </w:p>
        </w:tc>
        <w:tc>
          <w:tcPr>
            <w:tcW w:w="3751" w:type="dxa"/>
          </w:tcPr>
          <w:p w:rsidR="00812E41" w:rsidRPr="00487FA6" w:rsidRDefault="00812E41" w:rsidP="00487FA6">
            <w:pPr>
              <w:jc w:val="center"/>
              <w:rPr>
                <w:b/>
              </w:rPr>
            </w:pPr>
            <w:r w:rsidRPr="00487FA6">
              <w:rPr>
                <w:b/>
              </w:rPr>
              <w:t>Постоянная комиссия, отвечающая за подготовку вопроса</w:t>
            </w:r>
          </w:p>
        </w:tc>
        <w:tc>
          <w:tcPr>
            <w:tcW w:w="1862" w:type="dxa"/>
          </w:tcPr>
          <w:p w:rsidR="00812E41" w:rsidRPr="00487FA6" w:rsidRDefault="00812E41" w:rsidP="00487FA6">
            <w:pPr>
              <w:jc w:val="center"/>
              <w:rPr>
                <w:b/>
              </w:rPr>
            </w:pPr>
            <w:r w:rsidRPr="00487FA6">
              <w:rPr>
                <w:b/>
              </w:rPr>
              <w:t>Срок рассмотрения</w:t>
            </w:r>
          </w:p>
        </w:tc>
      </w:tr>
      <w:tr w:rsidR="00812E41" w:rsidRPr="00487FA6" w:rsidTr="00D5542A">
        <w:tc>
          <w:tcPr>
            <w:tcW w:w="812" w:type="dxa"/>
          </w:tcPr>
          <w:p w:rsidR="00812E41" w:rsidRPr="00487FA6" w:rsidRDefault="00812E41" w:rsidP="003B6EB3">
            <w:r w:rsidRPr="00487FA6">
              <w:t>1</w:t>
            </w:r>
          </w:p>
        </w:tc>
        <w:tc>
          <w:tcPr>
            <w:tcW w:w="4211" w:type="dxa"/>
          </w:tcPr>
          <w:p w:rsidR="00812E41" w:rsidRPr="00487FA6" w:rsidRDefault="00812E41" w:rsidP="00487FA6">
            <w:pPr>
              <w:jc w:val="center"/>
            </w:pPr>
            <w:r w:rsidRPr="00487FA6">
              <w:t>О плане работы сельского</w:t>
            </w:r>
          </w:p>
          <w:p w:rsidR="00812E41" w:rsidRPr="00487FA6" w:rsidRDefault="00812E41" w:rsidP="00487FA6">
            <w:pPr>
              <w:jc w:val="center"/>
            </w:pPr>
            <w:r>
              <w:t>Совета на 2022</w:t>
            </w:r>
            <w:r w:rsidRPr="00487FA6">
              <w:t>год</w:t>
            </w:r>
          </w:p>
        </w:tc>
        <w:tc>
          <w:tcPr>
            <w:tcW w:w="4717" w:type="dxa"/>
          </w:tcPr>
          <w:p w:rsidR="00812E41" w:rsidRPr="00487FA6" w:rsidRDefault="00812E41" w:rsidP="00487FA6">
            <w:pPr>
              <w:jc w:val="center"/>
            </w:pPr>
            <w:r w:rsidRPr="00487FA6">
              <w:t>Председатели постоянных</w:t>
            </w:r>
          </w:p>
          <w:p w:rsidR="00812E41" w:rsidRPr="00487FA6" w:rsidRDefault="00812E41" w:rsidP="00487FA6">
            <w:pPr>
              <w:jc w:val="center"/>
            </w:pPr>
            <w:r w:rsidRPr="00487FA6">
              <w:t>Комиссий</w:t>
            </w:r>
          </w:p>
        </w:tc>
        <w:tc>
          <w:tcPr>
            <w:tcW w:w="3751" w:type="dxa"/>
          </w:tcPr>
          <w:p w:rsidR="00812E41" w:rsidRPr="00487FA6" w:rsidRDefault="00812E41" w:rsidP="00487FA6">
            <w:pPr>
              <w:jc w:val="center"/>
            </w:pPr>
            <w:r w:rsidRPr="00487FA6">
              <w:t>Председатель сельского</w:t>
            </w:r>
          </w:p>
          <w:p w:rsidR="00812E41" w:rsidRPr="00487FA6" w:rsidRDefault="00812E41" w:rsidP="00487FA6">
            <w:pPr>
              <w:jc w:val="center"/>
            </w:pPr>
            <w:r w:rsidRPr="00487FA6">
              <w:t>Совета депутатов,</w:t>
            </w:r>
          </w:p>
          <w:p w:rsidR="00812E41" w:rsidRPr="00487FA6" w:rsidRDefault="00812E41" w:rsidP="00487FA6">
            <w:pPr>
              <w:jc w:val="center"/>
            </w:pPr>
            <w:r w:rsidRPr="00487FA6">
              <w:t>Заместитель, председатели</w:t>
            </w:r>
          </w:p>
          <w:p w:rsidR="00812E41" w:rsidRPr="00487FA6" w:rsidRDefault="00812E41" w:rsidP="00487FA6">
            <w:pPr>
              <w:jc w:val="center"/>
            </w:pPr>
            <w:r w:rsidRPr="00487FA6">
              <w:t>постоянных комиссий</w:t>
            </w:r>
          </w:p>
        </w:tc>
        <w:tc>
          <w:tcPr>
            <w:tcW w:w="1862" w:type="dxa"/>
          </w:tcPr>
          <w:p w:rsidR="00812E41" w:rsidRPr="00487FA6" w:rsidRDefault="00812E41" w:rsidP="00487FA6">
            <w:pPr>
              <w:jc w:val="center"/>
            </w:pPr>
            <w:r>
              <w:t>Январь 2022</w:t>
            </w:r>
            <w:r w:rsidRPr="00487FA6">
              <w:t>г</w:t>
            </w:r>
          </w:p>
        </w:tc>
      </w:tr>
      <w:tr w:rsidR="00812E41" w:rsidRPr="00487FA6" w:rsidTr="00D5542A">
        <w:tc>
          <w:tcPr>
            <w:tcW w:w="812" w:type="dxa"/>
          </w:tcPr>
          <w:p w:rsidR="00812E41" w:rsidRPr="00487FA6" w:rsidRDefault="00812E41" w:rsidP="003B6EB3">
            <w:r w:rsidRPr="00487FA6">
              <w:t>2</w:t>
            </w:r>
          </w:p>
        </w:tc>
        <w:tc>
          <w:tcPr>
            <w:tcW w:w="4211" w:type="dxa"/>
          </w:tcPr>
          <w:p w:rsidR="00812E41" w:rsidRPr="00487FA6" w:rsidRDefault="00812E41" w:rsidP="00487FA6">
            <w:pPr>
              <w:jc w:val="center"/>
            </w:pPr>
            <w:r w:rsidRPr="00487FA6">
              <w:t>Исполнение сельского бюджете</w:t>
            </w:r>
          </w:p>
          <w:p w:rsidR="00812E41" w:rsidRPr="00487FA6" w:rsidRDefault="00812E41" w:rsidP="00487FA6">
            <w:pPr>
              <w:jc w:val="center"/>
            </w:pPr>
            <w:r w:rsidRPr="00487FA6">
              <w:t>за 1 квартал, по</w:t>
            </w:r>
            <w:r>
              <w:t>лугодие, 9 месяцев и итогам 2021</w:t>
            </w:r>
            <w:r w:rsidRPr="00487FA6">
              <w:t>года</w:t>
            </w:r>
          </w:p>
        </w:tc>
        <w:tc>
          <w:tcPr>
            <w:tcW w:w="4717" w:type="dxa"/>
          </w:tcPr>
          <w:p w:rsidR="00812E41" w:rsidRPr="00487FA6" w:rsidRDefault="00812E41" w:rsidP="00487FA6">
            <w:pPr>
              <w:jc w:val="center"/>
            </w:pPr>
            <w:r w:rsidRPr="00487FA6">
              <w:t>Сельсовет,  гл. бухгалтер</w:t>
            </w:r>
          </w:p>
        </w:tc>
        <w:tc>
          <w:tcPr>
            <w:tcW w:w="3751" w:type="dxa"/>
          </w:tcPr>
          <w:p w:rsidR="00812E41" w:rsidRPr="00487FA6" w:rsidRDefault="00812E41" w:rsidP="00487FA6">
            <w:pPr>
              <w:jc w:val="center"/>
            </w:pPr>
            <w:r w:rsidRPr="00487FA6">
              <w:t>Бюджетно-финансовая комиссия</w:t>
            </w:r>
          </w:p>
        </w:tc>
        <w:tc>
          <w:tcPr>
            <w:tcW w:w="1862" w:type="dxa"/>
          </w:tcPr>
          <w:p w:rsidR="00812E41" w:rsidRPr="00487FA6" w:rsidRDefault="00812E41" w:rsidP="00487FA6">
            <w:pPr>
              <w:jc w:val="center"/>
            </w:pPr>
            <w:r w:rsidRPr="00487FA6">
              <w:t>Апрель</w:t>
            </w:r>
          </w:p>
          <w:p w:rsidR="00812E41" w:rsidRPr="00487FA6" w:rsidRDefault="00812E41" w:rsidP="00487FA6">
            <w:pPr>
              <w:jc w:val="center"/>
            </w:pPr>
            <w:r w:rsidRPr="00487FA6">
              <w:t>Июль</w:t>
            </w:r>
          </w:p>
          <w:p w:rsidR="00812E41" w:rsidRPr="00487FA6" w:rsidRDefault="00812E41" w:rsidP="00487FA6">
            <w:pPr>
              <w:jc w:val="center"/>
            </w:pPr>
            <w:r w:rsidRPr="00487FA6">
              <w:t>Октябрь</w:t>
            </w:r>
          </w:p>
          <w:p w:rsidR="00812E41" w:rsidRPr="00487FA6" w:rsidRDefault="00812E41" w:rsidP="00487FA6">
            <w:pPr>
              <w:jc w:val="center"/>
            </w:pPr>
            <w:r w:rsidRPr="00487FA6">
              <w:t>Декабрь</w:t>
            </w:r>
          </w:p>
        </w:tc>
      </w:tr>
      <w:tr w:rsidR="00812E41" w:rsidRPr="00487FA6" w:rsidTr="00D5542A">
        <w:tc>
          <w:tcPr>
            <w:tcW w:w="812" w:type="dxa"/>
          </w:tcPr>
          <w:p w:rsidR="00812E41" w:rsidRPr="00487FA6" w:rsidRDefault="00812E41" w:rsidP="003B6EB3">
            <w:r w:rsidRPr="00487FA6">
              <w:t>3</w:t>
            </w:r>
          </w:p>
        </w:tc>
        <w:tc>
          <w:tcPr>
            <w:tcW w:w="4211" w:type="dxa"/>
          </w:tcPr>
          <w:p w:rsidR="00812E41" w:rsidRPr="00487FA6" w:rsidRDefault="00812E41" w:rsidP="00487FA6">
            <w:pPr>
              <w:jc w:val="center"/>
            </w:pPr>
            <w:r w:rsidRPr="00487FA6">
              <w:t>О формировании доходной</w:t>
            </w:r>
          </w:p>
          <w:p w:rsidR="00812E41" w:rsidRPr="00487FA6" w:rsidRDefault="00812E41" w:rsidP="00487FA6">
            <w:pPr>
              <w:jc w:val="center"/>
            </w:pPr>
            <w:r w:rsidRPr="00487FA6">
              <w:t>части бюджета  и рынка труда</w:t>
            </w:r>
          </w:p>
        </w:tc>
        <w:tc>
          <w:tcPr>
            <w:tcW w:w="4717" w:type="dxa"/>
          </w:tcPr>
          <w:p w:rsidR="00812E41" w:rsidRPr="00487FA6" w:rsidRDefault="00812E41" w:rsidP="00487FA6">
            <w:pPr>
              <w:jc w:val="center"/>
            </w:pPr>
            <w:r w:rsidRPr="00487FA6">
              <w:t>Администрация сельсовета</w:t>
            </w:r>
          </w:p>
        </w:tc>
        <w:tc>
          <w:tcPr>
            <w:tcW w:w="3751" w:type="dxa"/>
          </w:tcPr>
          <w:p w:rsidR="00812E41" w:rsidRPr="00487FA6" w:rsidRDefault="00812E41" w:rsidP="00487FA6">
            <w:pPr>
              <w:jc w:val="center"/>
            </w:pPr>
            <w:r w:rsidRPr="00487FA6">
              <w:t>Бюджетно-финансовая</w:t>
            </w:r>
          </w:p>
        </w:tc>
        <w:tc>
          <w:tcPr>
            <w:tcW w:w="1862" w:type="dxa"/>
          </w:tcPr>
          <w:p w:rsidR="00812E41" w:rsidRPr="00487FA6" w:rsidRDefault="00812E41" w:rsidP="00487FA6">
            <w:pPr>
              <w:jc w:val="center"/>
            </w:pPr>
            <w:r w:rsidRPr="00487FA6">
              <w:t>Февраль</w:t>
            </w:r>
          </w:p>
        </w:tc>
      </w:tr>
      <w:tr w:rsidR="00812E41" w:rsidRPr="00487FA6" w:rsidTr="00D5542A">
        <w:tc>
          <w:tcPr>
            <w:tcW w:w="812" w:type="dxa"/>
          </w:tcPr>
          <w:p w:rsidR="00812E41" w:rsidRPr="00487FA6" w:rsidRDefault="00812E41" w:rsidP="003B6EB3">
            <w:r w:rsidRPr="00487FA6">
              <w:t>4</w:t>
            </w:r>
          </w:p>
        </w:tc>
        <w:tc>
          <w:tcPr>
            <w:tcW w:w="4211" w:type="dxa"/>
          </w:tcPr>
          <w:p w:rsidR="00812E41" w:rsidRPr="00487FA6" w:rsidRDefault="00812E41" w:rsidP="00487FA6">
            <w:pPr>
              <w:jc w:val="center"/>
            </w:pPr>
            <w:r w:rsidRPr="00487FA6">
              <w:t>О работе депутатов сельского</w:t>
            </w:r>
          </w:p>
          <w:p w:rsidR="00812E41" w:rsidRPr="00487FA6" w:rsidRDefault="00812E41" w:rsidP="00487FA6">
            <w:pPr>
              <w:jc w:val="center"/>
            </w:pPr>
            <w:r w:rsidRPr="00487FA6">
              <w:t>Совета в  своих избирательных</w:t>
            </w:r>
          </w:p>
          <w:p w:rsidR="00812E41" w:rsidRPr="00487FA6" w:rsidRDefault="00812E41" w:rsidP="00487FA6">
            <w:pPr>
              <w:jc w:val="center"/>
            </w:pPr>
            <w:r w:rsidRPr="00487FA6">
              <w:t>округах и выполнение наказов</w:t>
            </w:r>
          </w:p>
          <w:p w:rsidR="00812E41" w:rsidRPr="00487FA6" w:rsidRDefault="00812E41" w:rsidP="00487FA6">
            <w:pPr>
              <w:jc w:val="center"/>
            </w:pPr>
            <w:r w:rsidRPr="00487FA6">
              <w:t>избирателей</w:t>
            </w:r>
          </w:p>
        </w:tc>
        <w:tc>
          <w:tcPr>
            <w:tcW w:w="4717" w:type="dxa"/>
          </w:tcPr>
          <w:p w:rsidR="00812E41" w:rsidRPr="00487FA6" w:rsidRDefault="00812E41" w:rsidP="00487FA6">
            <w:pPr>
              <w:jc w:val="center"/>
            </w:pPr>
            <w:r w:rsidRPr="00487FA6">
              <w:t>Председатели постоянных</w:t>
            </w:r>
          </w:p>
          <w:p w:rsidR="00812E41" w:rsidRPr="00487FA6" w:rsidRDefault="00812E41" w:rsidP="00487FA6">
            <w:pPr>
              <w:jc w:val="center"/>
            </w:pPr>
            <w:r w:rsidRPr="00487FA6">
              <w:t>Комиссий</w:t>
            </w:r>
          </w:p>
        </w:tc>
        <w:tc>
          <w:tcPr>
            <w:tcW w:w="3751" w:type="dxa"/>
          </w:tcPr>
          <w:p w:rsidR="00812E41" w:rsidRPr="00487FA6" w:rsidRDefault="00812E41" w:rsidP="00487FA6">
            <w:pPr>
              <w:jc w:val="center"/>
            </w:pPr>
            <w:r w:rsidRPr="00487FA6">
              <w:t>Заместитель председателя.</w:t>
            </w:r>
          </w:p>
          <w:p w:rsidR="00812E41" w:rsidRPr="00487FA6" w:rsidRDefault="00812E41" w:rsidP="00487FA6">
            <w:pPr>
              <w:jc w:val="center"/>
            </w:pPr>
            <w:r w:rsidRPr="00487FA6">
              <w:t>председатели комиссий</w:t>
            </w:r>
          </w:p>
        </w:tc>
        <w:tc>
          <w:tcPr>
            <w:tcW w:w="1862" w:type="dxa"/>
          </w:tcPr>
          <w:p w:rsidR="00812E41" w:rsidRPr="00487FA6" w:rsidRDefault="00812E41" w:rsidP="00487FA6">
            <w:pPr>
              <w:jc w:val="center"/>
            </w:pPr>
            <w:r w:rsidRPr="00487FA6">
              <w:t>Постоянно</w:t>
            </w:r>
          </w:p>
        </w:tc>
      </w:tr>
      <w:tr w:rsidR="00812E41" w:rsidRPr="00487FA6" w:rsidTr="00D5542A">
        <w:tc>
          <w:tcPr>
            <w:tcW w:w="812" w:type="dxa"/>
          </w:tcPr>
          <w:p w:rsidR="00812E41" w:rsidRPr="00487FA6" w:rsidRDefault="00812E41" w:rsidP="003B6EB3">
            <w:r w:rsidRPr="00487FA6">
              <w:t>5</w:t>
            </w:r>
          </w:p>
        </w:tc>
        <w:tc>
          <w:tcPr>
            <w:tcW w:w="4211" w:type="dxa"/>
          </w:tcPr>
          <w:p w:rsidR="00812E41" w:rsidRPr="00487FA6" w:rsidRDefault="00812E41" w:rsidP="00487FA6">
            <w:pPr>
              <w:jc w:val="center"/>
            </w:pPr>
            <w:r w:rsidRPr="00487FA6">
              <w:t>О перспективе развития сельсовета и поддержке личных</w:t>
            </w:r>
          </w:p>
          <w:p w:rsidR="00812E41" w:rsidRPr="00487FA6" w:rsidRDefault="00812E41" w:rsidP="00487FA6">
            <w:pPr>
              <w:jc w:val="center"/>
            </w:pPr>
            <w:r w:rsidRPr="00487FA6">
              <w:t>подсобных хозяйств</w:t>
            </w:r>
          </w:p>
        </w:tc>
        <w:tc>
          <w:tcPr>
            <w:tcW w:w="4717" w:type="dxa"/>
          </w:tcPr>
          <w:p w:rsidR="00812E41" w:rsidRPr="00487FA6" w:rsidRDefault="00812E41" w:rsidP="00487FA6">
            <w:pPr>
              <w:jc w:val="center"/>
            </w:pPr>
            <w:r w:rsidRPr="00487FA6">
              <w:t>Администрация сельсовета</w:t>
            </w:r>
          </w:p>
        </w:tc>
        <w:tc>
          <w:tcPr>
            <w:tcW w:w="3751" w:type="dxa"/>
          </w:tcPr>
          <w:p w:rsidR="00812E41" w:rsidRPr="00487FA6" w:rsidRDefault="00812E41" w:rsidP="00487FA6">
            <w:pPr>
              <w:jc w:val="center"/>
            </w:pPr>
            <w:r w:rsidRPr="00487FA6">
              <w:t>Комиссии</w:t>
            </w:r>
          </w:p>
        </w:tc>
        <w:tc>
          <w:tcPr>
            <w:tcW w:w="1862" w:type="dxa"/>
          </w:tcPr>
          <w:p w:rsidR="00812E41" w:rsidRPr="00487FA6" w:rsidRDefault="00812E41" w:rsidP="00487FA6">
            <w:pPr>
              <w:jc w:val="center"/>
            </w:pPr>
            <w:r w:rsidRPr="00487FA6">
              <w:t>Апрель</w:t>
            </w:r>
          </w:p>
        </w:tc>
      </w:tr>
      <w:tr w:rsidR="00812E41" w:rsidRPr="00487FA6" w:rsidTr="00D5542A">
        <w:tc>
          <w:tcPr>
            <w:tcW w:w="812" w:type="dxa"/>
          </w:tcPr>
          <w:p w:rsidR="00812E41" w:rsidRPr="00487FA6" w:rsidRDefault="00812E41" w:rsidP="003B6EB3">
            <w:r w:rsidRPr="00487FA6">
              <w:t>6</w:t>
            </w:r>
          </w:p>
        </w:tc>
        <w:tc>
          <w:tcPr>
            <w:tcW w:w="4211" w:type="dxa"/>
          </w:tcPr>
          <w:p w:rsidR="00812E41" w:rsidRPr="00487FA6" w:rsidRDefault="00812E41" w:rsidP="00487FA6">
            <w:pPr>
              <w:jc w:val="center"/>
            </w:pPr>
            <w:r w:rsidRPr="00487FA6">
              <w:t>Выполнение плана по собственным доходам бюджета сельсовета за первое полугодие,</w:t>
            </w:r>
          </w:p>
          <w:p w:rsidR="00812E41" w:rsidRPr="00487FA6" w:rsidRDefault="00812E41" w:rsidP="00487FA6">
            <w:pPr>
              <w:jc w:val="center"/>
            </w:pPr>
            <w:r w:rsidRPr="00487FA6">
              <w:t>итогам года и мероприятия по</w:t>
            </w:r>
          </w:p>
          <w:p w:rsidR="00812E41" w:rsidRPr="00487FA6" w:rsidRDefault="00812E41" w:rsidP="00487FA6">
            <w:pPr>
              <w:jc w:val="center"/>
            </w:pPr>
            <w:r w:rsidRPr="00487FA6">
              <w:t>их увеличению</w:t>
            </w:r>
          </w:p>
        </w:tc>
        <w:tc>
          <w:tcPr>
            <w:tcW w:w="4717" w:type="dxa"/>
          </w:tcPr>
          <w:p w:rsidR="00812E41" w:rsidRPr="00487FA6" w:rsidRDefault="00812E41" w:rsidP="00487FA6">
            <w:pPr>
              <w:jc w:val="center"/>
            </w:pPr>
            <w:r w:rsidRPr="00487FA6">
              <w:t>Администрация сельсовета,</w:t>
            </w:r>
          </w:p>
          <w:p w:rsidR="00812E41" w:rsidRPr="00487FA6" w:rsidRDefault="00812E41" w:rsidP="00487FA6">
            <w:pPr>
              <w:jc w:val="center"/>
            </w:pPr>
            <w:r w:rsidRPr="00487FA6">
              <w:t>Бухгалтерия</w:t>
            </w:r>
          </w:p>
        </w:tc>
        <w:tc>
          <w:tcPr>
            <w:tcW w:w="3751" w:type="dxa"/>
          </w:tcPr>
          <w:p w:rsidR="00812E41" w:rsidRPr="00487FA6" w:rsidRDefault="00812E41" w:rsidP="00487FA6">
            <w:pPr>
              <w:jc w:val="center"/>
            </w:pPr>
            <w:r w:rsidRPr="00487FA6">
              <w:t>Бюджетно-финансовая</w:t>
            </w:r>
          </w:p>
          <w:p w:rsidR="00812E41" w:rsidRPr="00487FA6" w:rsidRDefault="00812E41" w:rsidP="00487FA6">
            <w:pPr>
              <w:jc w:val="center"/>
            </w:pPr>
            <w:r w:rsidRPr="00487FA6">
              <w:t>Комиссия</w:t>
            </w:r>
          </w:p>
        </w:tc>
        <w:tc>
          <w:tcPr>
            <w:tcW w:w="1862" w:type="dxa"/>
          </w:tcPr>
          <w:p w:rsidR="00812E41" w:rsidRPr="00487FA6" w:rsidRDefault="00812E41" w:rsidP="00487FA6">
            <w:pPr>
              <w:jc w:val="center"/>
            </w:pPr>
            <w:r w:rsidRPr="00487FA6">
              <w:t>Июль</w:t>
            </w:r>
          </w:p>
          <w:p w:rsidR="00812E41" w:rsidRPr="00487FA6" w:rsidRDefault="00812E41" w:rsidP="00487FA6">
            <w:pPr>
              <w:jc w:val="center"/>
            </w:pPr>
            <w:r w:rsidRPr="00487FA6">
              <w:t>Декабрь</w:t>
            </w:r>
          </w:p>
        </w:tc>
      </w:tr>
      <w:tr w:rsidR="00812E41" w:rsidRPr="00487FA6" w:rsidTr="00D5542A">
        <w:tc>
          <w:tcPr>
            <w:tcW w:w="812" w:type="dxa"/>
          </w:tcPr>
          <w:p w:rsidR="00812E41" w:rsidRPr="00487FA6" w:rsidRDefault="00812E41" w:rsidP="003B6EB3">
            <w:r w:rsidRPr="00487FA6">
              <w:t>7</w:t>
            </w:r>
          </w:p>
        </w:tc>
        <w:tc>
          <w:tcPr>
            <w:tcW w:w="4211" w:type="dxa"/>
          </w:tcPr>
          <w:p w:rsidR="00812E41" w:rsidRPr="00487FA6" w:rsidRDefault="00812E41" w:rsidP="00487FA6">
            <w:pPr>
              <w:jc w:val="center"/>
            </w:pPr>
            <w:r w:rsidRPr="00487FA6">
              <w:t>Выполнение  президентских</w:t>
            </w:r>
          </w:p>
          <w:p w:rsidR="00812E41" w:rsidRPr="00487FA6" w:rsidRDefault="00812E41" w:rsidP="00487FA6">
            <w:pPr>
              <w:jc w:val="center"/>
            </w:pPr>
            <w:r w:rsidRPr="00487FA6">
              <w:t>национальных проектов в области здравоохранении,</w:t>
            </w:r>
          </w:p>
          <w:p w:rsidR="00812E41" w:rsidRPr="00487FA6" w:rsidRDefault="00812E41" w:rsidP="00487FA6">
            <w:pPr>
              <w:jc w:val="center"/>
            </w:pPr>
            <w:r w:rsidRPr="00487FA6">
              <w:t>народном образовании и др.</w:t>
            </w:r>
          </w:p>
        </w:tc>
        <w:tc>
          <w:tcPr>
            <w:tcW w:w="4717" w:type="dxa"/>
          </w:tcPr>
          <w:p w:rsidR="00812E41" w:rsidRPr="00487FA6" w:rsidRDefault="00812E41" w:rsidP="00487FA6">
            <w:pPr>
              <w:jc w:val="center"/>
            </w:pPr>
            <w:r w:rsidRPr="00487FA6">
              <w:t>Администрация сельсовета,</w:t>
            </w:r>
          </w:p>
          <w:p w:rsidR="00812E41" w:rsidRPr="00487FA6" w:rsidRDefault="00812E41" w:rsidP="00487FA6">
            <w:pPr>
              <w:jc w:val="center"/>
            </w:pPr>
            <w:r w:rsidRPr="00487FA6">
              <w:t>руководители  амбулатории и</w:t>
            </w:r>
          </w:p>
          <w:p w:rsidR="00812E41" w:rsidRPr="00487FA6" w:rsidRDefault="00812E41" w:rsidP="00487FA6">
            <w:pPr>
              <w:jc w:val="center"/>
            </w:pPr>
            <w:r w:rsidRPr="00487FA6">
              <w:t>школы.</w:t>
            </w:r>
          </w:p>
        </w:tc>
        <w:tc>
          <w:tcPr>
            <w:tcW w:w="3751" w:type="dxa"/>
          </w:tcPr>
          <w:p w:rsidR="00812E41" w:rsidRPr="00487FA6" w:rsidRDefault="00812E41" w:rsidP="00487FA6">
            <w:pPr>
              <w:jc w:val="center"/>
            </w:pPr>
            <w:r w:rsidRPr="00487FA6">
              <w:t>Постоянные комиссии</w:t>
            </w:r>
          </w:p>
        </w:tc>
        <w:tc>
          <w:tcPr>
            <w:tcW w:w="1862" w:type="dxa"/>
          </w:tcPr>
          <w:p w:rsidR="00812E41" w:rsidRPr="00487FA6" w:rsidRDefault="00812E41" w:rsidP="00487FA6">
            <w:pPr>
              <w:jc w:val="center"/>
            </w:pPr>
            <w:r w:rsidRPr="00487FA6">
              <w:t>Октябрь</w:t>
            </w:r>
          </w:p>
        </w:tc>
      </w:tr>
      <w:tr w:rsidR="00812E41" w:rsidRPr="00487FA6" w:rsidTr="00D5542A">
        <w:tc>
          <w:tcPr>
            <w:tcW w:w="812" w:type="dxa"/>
          </w:tcPr>
          <w:p w:rsidR="00812E41" w:rsidRPr="00487FA6" w:rsidRDefault="00812E41" w:rsidP="003B6EB3">
            <w:r w:rsidRPr="00487FA6">
              <w:t>8</w:t>
            </w:r>
          </w:p>
        </w:tc>
        <w:tc>
          <w:tcPr>
            <w:tcW w:w="4211" w:type="dxa"/>
          </w:tcPr>
          <w:p w:rsidR="00812E41" w:rsidRPr="00487FA6" w:rsidRDefault="00812E41" w:rsidP="00487FA6">
            <w:pPr>
              <w:jc w:val="center"/>
            </w:pPr>
            <w:r w:rsidRPr="00487FA6">
              <w:t>Рассмотрение проекта бюджета и плана социально-экономического развития сельсовета на 2022 год</w:t>
            </w:r>
          </w:p>
        </w:tc>
        <w:tc>
          <w:tcPr>
            <w:tcW w:w="4717" w:type="dxa"/>
          </w:tcPr>
          <w:p w:rsidR="00812E41" w:rsidRPr="00487FA6" w:rsidRDefault="00812E41" w:rsidP="00487FA6">
            <w:pPr>
              <w:jc w:val="center"/>
            </w:pPr>
            <w:r w:rsidRPr="00487FA6">
              <w:t>Администрация сельсовета</w:t>
            </w:r>
          </w:p>
        </w:tc>
        <w:tc>
          <w:tcPr>
            <w:tcW w:w="3751" w:type="dxa"/>
          </w:tcPr>
          <w:p w:rsidR="00812E41" w:rsidRPr="00487FA6" w:rsidRDefault="00812E41" w:rsidP="00487FA6">
            <w:pPr>
              <w:jc w:val="center"/>
            </w:pPr>
            <w:r w:rsidRPr="00487FA6">
              <w:t>Председатели постоянных</w:t>
            </w:r>
          </w:p>
          <w:p w:rsidR="00812E41" w:rsidRPr="00487FA6" w:rsidRDefault="00812E41" w:rsidP="00487FA6">
            <w:pPr>
              <w:jc w:val="center"/>
            </w:pPr>
            <w:r w:rsidRPr="00487FA6">
              <w:t>Комиссий</w:t>
            </w:r>
          </w:p>
        </w:tc>
        <w:tc>
          <w:tcPr>
            <w:tcW w:w="1862" w:type="dxa"/>
          </w:tcPr>
          <w:p w:rsidR="00812E41" w:rsidRPr="00487FA6" w:rsidRDefault="00812E41" w:rsidP="00487FA6">
            <w:pPr>
              <w:jc w:val="center"/>
            </w:pPr>
            <w:r w:rsidRPr="00487FA6">
              <w:t>Декабрь</w:t>
            </w:r>
          </w:p>
        </w:tc>
      </w:tr>
      <w:tr w:rsidR="00812E41" w:rsidRPr="00487FA6" w:rsidTr="00D5542A">
        <w:tc>
          <w:tcPr>
            <w:tcW w:w="812" w:type="dxa"/>
          </w:tcPr>
          <w:p w:rsidR="00812E41" w:rsidRPr="00487FA6" w:rsidRDefault="00812E41" w:rsidP="003B6EB3">
            <w:r w:rsidRPr="00487FA6">
              <w:t>9</w:t>
            </w:r>
          </w:p>
        </w:tc>
        <w:tc>
          <w:tcPr>
            <w:tcW w:w="4211" w:type="dxa"/>
          </w:tcPr>
          <w:p w:rsidR="00812E41" w:rsidRPr="00487FA6" w:rsidRDefault="00812E41" w:rsidP="00487FA6">
            <w:pPr>
              <w:jc w:val="center"/>
            </w:pPr>
            <w:r w:rsidRPr="00487FA6">
              <w:t>О состоянии противопожарной</w:t>
            </w:r>
          </w:p>
          <w:p w:rsidR="00812E41" w:rsidRPr="00487FA6" w:rsidRDefault="00812E41" w:rsidP="00487FA6">
            <w:pPr>
              <w:jc w:val="center"/>
            </w:pPr>
            <w:r w:rsidRPr="00487FA6">
              <w:t>безопасности в населенных</w:t>
            </w:r>
          </w:p>
          <w:p w:rsidR="00812E41" w:rsidRPr="00487FA6" w:rsidRDefault="00812E41" w:rsidP="00487FA6">
            <w:pPr>
              <w:jc w:val="center"/>
            </w:pPr>
            <w:r w:rsidRPr="00487FA6">
              <w:t>пунктах сельсовета</w:t>
            </w:r>
          </w:p>
        </w:tc>
        <w:tc>
          <w:tcPr>
            <w:tcW w:w="4717" w:type="dxa"/>
          </w:tcPr>
          <w:p w:rsidR="00812E41" w:rsidRPr="00487FA6" w:rsidRDefault="00812E41" w:rsidP="00487FA6">
            <w:pPr>
              <w:jc w:val="center"/>
            </w:pPr>
            <w:r w:rsidRPr="00487FA6">
              <w:t>Администрация сельсовета</w:t>
            </w:r>
          </w:p>
        </w:tc>
        <w:tc>
          <w:tcPr>
            <w:tcW w:w="3751" w:type="dxa"/>
          </w:tcPr>
          <w:p w:rsidR="00812E41" w:rsidRPr="00487FA6" w:rsidRDefault="00812E41" w:rsidP="00487FA6">
            <w:pPr>
              <w:jc w:val="center"/>
            </w:pPr>
            <w:r w:rsidRPr="00487FA6">
              <w:t>Жилищно-бытовая комиссия</w:t>
            </w:r>
          </w:p>
        </w:tc>
        <w:tc>
          <w:tcPr>
            <w:tcW w:w="1862" w:type="dxa"/>
          </w:tcPr>
          <w:p w:rsidR="00812E41" w:rsidRPr="00487FA6" w:rsidRDefault="00812E41" w:rsidP="00487FA6">
            <w:pPr>
              <w:jc w:val="center"/>
            </w:pPr>
            <w:r w:rsidRPr="00487FA6">
              <w:t>Декабрь</w:t>
            </w:r>
          </w:p>
        </w:tc>
      </w:tr>
      <w:tr w:rsidR="00812E41" w:rsidRPr="00487FA6" w:rsidTr="00D5542A">
        <w:tc>
          <w:tcPr>
            <w:tcW w:w="812" w:type="dxa"/>
          </w:tcPr>
          <w:p w:rsidR="00812E41" w:rsidRPr="00487FA6" w:rsidRDefault="00812E41" w:rsidP="003B6EB3">
            <w:r w:rsidRPr="00487FA6">
              <w:t>10</w:t>
            </w:r>
          </w:p>
        </w:tc>
        <w:tc>
          <w:tcPr>
            <w:tcW w:w="4211" w:type="dxa"/>
          </w:tcPr>
          <w:p w:rsidR="00812E41" w:rsidRPr="00487FA6" w:rsidRDefault="00812E41" w:rsidP="00487FA6">
            <w:pPr>
              <w:jc w:val="center"/>
            </w:pPr>
            <w:r w:rsidRPr="00487FA6">
              <w:t>О состоянии благоустройства в населенных пунктах сельсовета</w:t>
            </w:r>
          </w:p>
        </w:tc>
        <w:tc>
          <w:tcPr>
            <w:tcW w:w="4717" w:type="dxa"/>
          </w:tcPr>
          <w:p w:rsidR="00812E41" w:rsidRPr="00487FA6" w:rsidRDefault="00812E41" w:rsidP="00487FA6">
            <w:pPr>
              <w:jc w:val="center"/>
            </w:pPr>
            <w:r w:rsidRPr="00487FA6">
              <w:t>Администрация сельсовета</w:t>
            </w:r>
          </w:p>
        </w:tc>
        <w:tc>
          <w:tcPr>
            <w:tcW w:w="3751" w:type="dxa"/>
          </w:tcPr>
          <w:p w:rsidR="00812E41" w:rsidRPr="00487FA6" w:rsidRDefault="00812E41" w:rsidP="00487FA6">
            <w:pPr>
              <w:jc w:val="center"/>
            </w:pPr>
            <w:r w:rsidRPr="00487FA6">
              <w:t>Председатели постоянных комиссий</w:t>
            </w:r>
          </w:p>
        </w:tc>
        <w:tc>
          <w:tcPr>
            <w:tcW w:w="1862" w:type="dxa"/>
          </w:tcPr>
          <w:p w:rsidR="00812E41" w:rsidRPr="00487FA6" w:rsidRDefault="00812E41" w:rsidP="00487FA6">
            <w:pPr>
              <w:jc w:val="center"/>
            </w:pPr>
            <w:r w:rsidRPr="00487FA6">
              <w:t>Апрель</w:t>
            </w:r>
          </w:p>
        </w:tc>
      </w:tr>
    </w:tbl>
    <w:p w:rsidR="00812E41" w:rsidRPr="00487FA6" w:rsidRDefault="00812E41" w:rsidP="008B0D47"/>
    <w:p w:rsidR="00812E41" w:rsidRPr="00487FA6" w:rsidRDefault="00812E41" w:rsidP="00487FA6">
      <w:pPr>
        <w:tabs>
          <w:tab w:val="left" w:pos="9060"/>
        </w:tabs>
        <w:rPr>
          <w:b/>
          <w:sz w:val="28"/>
          <w:szCs w:val="28"/>
        </w:rPr>
      </w:pPr>
      <w:r w:rsidRPr="00487FA6">
        <w:rPr>
          <w:b/>
          <w:sz w:val="28"/>
          <w:szCs w:val="28"/>
        </w:rPr>
        <w:t>Организационные вопросы.</w:t>
      </w:r>
    </w:p>
    <w:p w:rsidR="00812E41" w:rsidRPr="00487FA6" w:rsidRDefault="00812E41" w:rsidP="008B0D4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140"/>
        <w:gridCol w:w="4860"/>
        <w:gridCol w:w="3600"/>
        <w:gridCol w:w="1925"/>
      </w:tblGrid>
      <w:tr w:rsidR="00812E41" w:rsidRPr="00487FA6" w:rsidTr="00D5542A">
        <w:tc>
          <w:tcPr>
            <w:tcW w:w="828" w:type="dxa"/>
          </w:tcPr>
          <w:p w:rsidR="00812E41" w:rsidRPr="00487FA6" w:rsidRDefault="00812E41" w:rsidP="00D5542A">
            <w:pPr>
              <w:jc w:val="center"/>
            </w:pPr>
            <w:r w:rsidRPr="00487FA6">
              <w:t>1</w:t>
            </w:r>
          </w:p>
        </w:tc>
        <w:tc>
          <w:tcPr>
            <w:tcW w:w="4140" w:type="dxa"/>
          </w:tcPr>
          <w:p w:rsidR="00812E41" w:rsidRPr="00487FA6" w:rsidRDefault="00812E41" w:rsidP="003B6EB3">
            <w:r w:rsidRPr="00487FA6">
              <w:t>Посещение  сессий сельского</w:t>
            </w:r>
          </w:p>
          <w:p w:rsidR="00812E41" w:rsidRPr="00487FA6" w:rsidRDefault="00812E41" w:rsidP="003B6EB3">
            <w:r w:rsidRPr="00487FA6">
              <w:t>Совета  депутатами районного</w:t>
            </w:r>
          </w:p>
          <w:p w:rsidR="00812E41" w:rsidRPr="00487FA6" w:rsidRDefault="00812E41" w:rsidP="003B6EB3">
            <w:r w:rsidRPr="00487FA6">
              <w:t>Совета депутатов</w:t>
            </w:r>
          </w:p>
        </w:tc>
        <w:tc>
          <w:tcPr>
            <w:tcW w:w="4860" w:type="dxa"/>
          </w:tcPr>
          <w:p w:rsidR="00812E41" w:rsidRPr="00487FA6" w:rsidRDefault="00812E41" w:rsidP="00D5542A">
            <w:pPr>
              <w:jc w:val="center"/>
            </w:pPr>
          </w:p>
        </w:tc>
        <w:tc>
          <w:tcPr>
            <w:tcW w:w="3600" w:type="dxa"/>
          </w:tcPr>
          <w:p w:rsidR="00812E41" w:rsidRPr="00487FA6" w:rsidRDefault="00812E41" w:rsidP="003B6EB3">
            <w:r w:rsidRPr="00487FA6">
              <w:t>Депутаты районного</w:t>
            </w:r>
          </w:p>
          <w:p w:rsidR="00812E41" w:rsidRPr="00487FA6" w:rsidRDefault="00812E41" w:rsidP="003B6EB3">
            <w:r w:rsidRPr="00487FA6">
              <w:t>Совета депутатов</w:t>
            </w:r>
          </w:p>
        </w:tc>
        <w:tc>
          <w:tcPr>
            <w:tcW w:w="1925" w:type="dxa"/>
          </w:tcPr>
          <w:p w:rsidR="00812E41" w:rsidRPr="00487FA6" w:rsidRDefault="00812E41" w:rsidP="00D5542A">
            <w:pPr>
              <w:jc w:val="center"/>
            </w:pPr>
            <w:r w:rsidRPr="00487FA6">
              <w:t>постоянно</w:t>
            </w:r>
          </w:p>
        </w:tc>
      </w:tr>
      <w:tr w:rsidR="00812E41" w:rsidRPr="00487FA6" w:rsidTr="00D5542A">
        <w:tc>
          <w:tcPr>
            <w:tcW w:w="828" w:type="dxa"/>
          </w:tcPr>
          <w:p w:rsidR="00812E41" w:rsidRPr="00487FA6" w:rsidRDefault="00812E41" w:rsidP="00D5542A">
            <w:pPr>
              <w:jc w:val="center"/>
            </w:pPr>
          </w:p>
          <w:p w:rsidR="00812E41" w:rsidRPr="00487FA6" w:rsidRDefault="00812E41" w:rsidP="00D5542A">
            <w:pPr>
              <w:jc w:val="center"/>
            </w:pPr>
            <w:r w:rsidRPr="00487FA6">
              <w:t>2</w:t>
            </w:r>
          </w:p>
        </w:tc>
        <w:tc>
          <w:tcPr>
            <w:tcW w:w="4140" w:type="dxa"/>
          </w:tcPr>
          <w:p w:rsidR="00812E41" w:rsidRPr="00487FA6" w:rsidRDefault="00812E41" w:rsidP="00BA2264">
            <w:r w:rsidRPr="00487FA6">
              <w:t xml:space="preserve">Организация приема граждан </w:t>
            </w:r>
          </w:p>
          <w:p w:rsidR="00812E41" w:rsidRPr="00487FA6" w:rsidRDefault="00812E41" w:rsidP="003B6EB3">
            <w:r w:rsidRPr="00487FA6">
              <w:t>по личным вопросам по избирательным округам</w:t>
            </w:r>
          </w:p>
        </w:tc>
        <w:tc>
          <w:tcPr>
            <w:tcW w:w="4860" w:type="dxa"/>
          </w:tcPr>
          <w:p w:rsidR="00812E41" w:rsidRPr="00487FA6" w:rsidRDefault="00812E41" w:rsidP="00D5542A">
            <w:pPr>
              <w:jc w:val="center"/>
            </w:pPr>
          </w:p>
        </w:tc>
        <w:tc>
          <w:tcPr>
            <w:tcW w:w="3600" w:type="dxa"/>
          </w:tcPr>
          <w:p w:rsidR="00812E41" w:rsidRPr="00487FA6" w:rsidRDefault="00812E41" w:rsidP="003B6EB3">
            <w:r w:rsidRPr="00487FA6">
              <w:t>Депутаты сельского</w:t>
            </w:r>
          </w:p>
          <w:p w:rsidR="00812E41" w:rsidRPr="00487FA6" w:rsidRDefault="00812E41" w:rsidP="003B6EB3">
            <w:r w:rsidRPr="00487FA6">
              <w:t>Совета депутатов</w:t>
            </w:r>
          </w:p>
        </w:tc>
        <w:tc>
          <w:tcPr>
            <w:tcW w:w="1925" w:type="dxa"/>
          </w:tcPr>
          <w:p w:rsidR="00812E41" w:rsidRPr="00487FA6" w:rsidRDefault="00812E41" w:rsidP="00D5542A">
            <w:pPr>
              <w:jc w:val="center"/>
            </w:pPr>
            <w:r w:rsidRPr="00487FA6">
              <w:t>Ежемесячно</w:t>
            </w:r>
          </w:p>
          <w:p w:rsidR="00812E41" w:rsidRPr="00487FA6" w:rsidRDefault="00812E41" w:rsidP="00D5542A">
            <w:pPr>
              <w:jc w:val="center"/>
            </w:pPr>
          </w:p>
          <w:p w:rsidR="00812E41" w:rsidRPr="00487FA6" w:rsidRDefault="00812E41" w:rsidP="00D5542A">
            <w:pPr>
              <w:jc w:val="center"/>
            </w:pPr>
          </w:p>
          <w:p w:rsidR="00812E41" w:rsidRPr="00487FA6" w:rsidRDefault="00812E41" w:rsidP="00D5542A">
            <w:pPr>
              <w:jc w:val="center"/>
            </w:pPr>
          </w:p>
        </w:tc>
      </w:tr>
      <w:tr w:rsidR="00812E41" w:rsidRPr="00487FA6" w:rsidTr="00D5542A">
        <w:tc>
          <w:tcPr>
            <w:tcW w:w="828" w:type="dxa"/>
          </w:tcPr>
          <w:p w:rsidR="00812E41" w:rsidRPr="00487FA6" w:rsidRDefault="00812E41" w:rsidP="00D5542A">
            <w:pPr>
              <w:jc w:val="center"/>
            </w:pPr>
            <w:r w:rsidRPr="00487FA6">
              <w:t>3</w:t>
            </w:r>
          </w:p>
        </w:tc>
        <w:tc>
          <w:tcPr>
            <w:tcW w:w="4140" w:type="dxa"/>
          </w:tcPr>
          <w:p w:rsidR="00812E41" w:rsidRPr="00487FA6" w:rsidRDefault="00812E41" w:rsidP="003B6EB3">
            <w:r w:rsidRPr="00487FA6">
              <w:t>Заседание постоянных комиссий  сельского Совета</w:t>
            </w:r>
          </w:p>
          <w:p w:rsidR="00812E41" w:rsidRPr="00487FA6" w:rsidRDefault="00812E41" w:rsidP="003B6EB3">
            <w:r w:rsidRPr="00487FA6">
              <w:t>депутатов</w:t>
            </w:r>
          </w:p>
          <w:p w:rsidR="00812E41" w:rsidRPr="00487FA6" w:rsidRDefault="00812E41" w:rsidP="003B6EB3"/>
        </w:tc>
        <w:tc>
          <w:tcPr>
            <w:tcW w:w="4860" w:type="dxa"/>
          </w:tcPr>
          <w:p w:rsidR="00812E41" w:rsidRPr="00487FA6" w:rsidRDefault="00812E41" w:rsidP="003B6EB3">
            <w:r w:rsidRPr="00487FA6">
              <w:t>Председатели постоянных</w:t>
            </w:r>
          </w:p>
          <w:p w:rsidR="00812E41" w:rsidRPr="00487FA6" w:rsidRDefault="00812E41" w:rsidP="003B6EB3">
            <w:r w:rsidRPr="00487FA6">
              <w:t>Комиссий</w:t>
            </w:r>
          </w:p>
        </w:tc>
        <w:tc>
          <w:tcPr>
            <w:tcW w:w="3600" w:type="dxa"/>
          </w:tcPr>
          <w:p w:rsidR="00812E41" w:rsidRPr="00487FA6" w:rsidRDefault="00812E41" w:rsidP="003B6EB3">
            <w:r w:rsidRPr="00487FA6">
              <w:t>Зам.председателя ,</w:t>
            </w:r>
          </w:p>
          <w:p w:rsidR="00812E41" w:rsidRPr="00487FA6" w:rsidRDefault="00812E41" w:rsidP="003B6EB3">
            <w:r w:rsidRPr="00487FA6">
              <w:t>ведущий специалист</w:t>
            </w:r>
          </w:p>
        </w:tc>
        <w:tc>
          <w:tcPr>
            <w:tcW w:w="1925" w:type="dxa"/>
          </w:tcPr>
          <w:p w:rsidR="00812E41" w:rsidRPr="00487FA6" w:rsidRDefault="00812E41" w:rsidP="003B6EB3">
            <w:r w:rsidRPr="00487FA6">
              <w:t>В соответствии</w:t>
            </w:r>
          </w:p>
          <w:p w:rsidR="00812E41" w:rsidRPr="00487FA6" w:rsidRDefault="00812E41" w:rsidP="003B6EB3">
            <w:r w:rsidRPr="00487FA6">
              <w:t>с планом работы</w:t>
            </w:r>
          </w:p>
          <w:p w:rsidR="00812E41" w:rsidRPr="00487FA6" w:rsidRDefault="00812E41" w:rsidP="003B6EB3">
            <w:r w:rsidRPr="00487FA6">
              <w:t>комиссий</w:t>
            </w:r>
          </w:p>
        </w:tc>
      </w:tr>
      <w:tr w:rsidR="00812E41" w:rsidRPr="00487FA6" w:rsidTr="00D5542A">
        <w:tc>
          <w:tcPr>
            <w:tcW w:w="828" w:type="dxa"/>
          </w:tcPr>
          <w:p w:rsidR="00812E41" w:rsidRPr="00487FA6" w:rsidRDefault="00812E41" w:rsidP="00D5542A">
            <w:pPr>
              <w:jc w:val="center"/>
            </w:pPr>
            <w:r w:rsidRPr="00487FA6">
              <w:t>4</w:t>
            </w:r>
          </w:p>
        </w:tc>
        <w:tc>
          <w:tcPr>
            <w:tcW w:w="4140" w:type="dxa"/>
          </w:tcPr>
          <w:p w:rsidR="00812E41" w:rsidRPr="00487FA6" w:rsidRDefault="00812E41" w:rsidP="003B6EB3">
            <w:r w:rsidRPr="00487FA6">
              <w:t>День депутата</w:t>
            </w:r>
          </w:p>
        </w:tc>
        <w:tc>
          <w:tcPr>
            <w:tcW w:w="4860" w:type="dxa"/>
          </w:tcPr>
          <w:p w:rsidR="00812E41" w:rsidRPr="00487FA6" w:rsidRDefault="00812E41" w:rsidP="003B6EB3">
            <w:r w:rsidRPr="00487FA6">
              <w:t>Сельский Совет депутатов</w:t>
            </w:r>
          </w:p>
        </w:tc>
        <w:tc>
          <w:tcPr>
            <w:tcW w:w="3600" w:type="dxa"/>
          </w:tcPr>
          <w:p w:rsidR="00812E41" w:rsidRPr="00487FA6" w:rsidRDefault="00812E41" w:rsidP="003B6EB3">
            <w:r w:rsidRPr="00487FA6">
              <w:t>Председатель, заместитель,</w:t>
            </w:r>
          </w:p>
          <w:p w:rsidR="00812E41" w:rsidRPr="00487FA6" w:rsidRDefault="00812E41" w:rsidP="003B6EB3">
            <w:r w:rsidRPr="00487FA6">
              <w:t>ведущий специалист</w:t>
            </w:r>
          </w:p>
          <w:p w:rsidR="00812E41" w:rsidRPr="00487FA6" w:rsidRDefault="00812E41" w:rsidP="003B6EB3"/>
        </w:tc>
        <w:tc>
          <w:tcPr>
            <w:tcW w:w="1925" w:type="dxa"/>
          </w:tcPr>
          <w:p w:rsidR="00812E41" w:rsidRPr="00487FA6" w:rsidRDefault="00812E41" w:rsidP="003B6EB3">
            <w:r w:rsidRPr="00487FA6">
              <w:t>Раз в</w:t>
            </w:r>
          </w:p>
          <w:p w:rsidR="00812E41" w:rsidRPr="00487FA6" w:rsidRDefault="00812E41" w:rsidP="003B6EB3">
            <w:r w:rsidRPr="00487FA6">
              <w:t>Квартал</w:t>
            </w:r>
          </w:p>
        </w:tc>
      </w:tr>
      <w:tr w:rsidR="00812E41" w:rsidRPr="00487FA6" w:rsidTr="00D5542A">
        <w:tc>
          <w:tcPr>
            <w:tcW w:w="828" w:type="dxa"/>
          </w:tcPr>
          <w:p w:rsidR="00812E41" w:rsidRPr="00487FA6" w:rsidRDefault="00812E41" w:rsidP="00D5542A">
            <w:pPr>
              <w:jc w:val="center"/>
            </w:pPr>
            <w:r w:rsidRPr="00487FA6">
              <w:t>5</w:t>
            </w:r>
          </w:p>
        </w:tc>
        <w:tc>
          <w:tcPr>
            <w:tcW w:w="4140" w:type="dxa"/>
          </w:tcPr>
          <w:p w:rsidR="00812E41" w:rsidRPr="00487FA6" w:rsidRDefault="00812E41" w:rsidP="003B6EB3">
            <w:r w:rsidRPr="00487FA6">
              <w:t>Обучение депутатов  по</w:t>
            </w:r>
          </w:p>
          <w:p w:rsidR="00812E41" w:rsidRPr="00487FA6" w:rsidRDefault="00812E41" w:rsidP="003B6EB3">
            <w:r w:rsidRPr="00487FA6">
              <w:t>вопросам местного</w:t>
            </w:r>
          </w:p>
          <w:p w:rsidR="00812E41" w:rsidRPr="00487FA6" w:rsidRDefault="00812E41" w:rsidP="003B6EB3">
            <w:r w:rsidRPr="00487FA6">
              <w:t>самоуправления</w:t>
            </w:r>
          </w:p>
        </w:tc>
        <w:tc>
          <w:tcPr>
            <w:tcW w:w="4860" w:type="dxa"/>
          </w:tcPr>
          <w:p w:rsidR="00812E41" w:rsidRPr="00487FA6" w:rsidRDefault="00812E41" w:rsidP="00D5542A">
            <w:pPr>
              <w:jc w:val="center"/>
            </w:pPr>
          </w:p>
        </w:tc>
        <w:tc>
          <w:tcPr>
            <w:tcW w:w="3600" w:type="dxa"/>
          </w:tcPr>
          <w:p w:rsidR="00812E41" w:rsidRPr="00487FA6" w:rsidRDefault="00812E41" w:rsidP="00D5542A">
            <w:pPr>
              <w:jc w:val="center"/>
            </w:pPr>
            <w:r w:rsidRPr="00487FA6">
              <w:t>Председатель,</w:t>
            </w:r>
          </w:p>
          <w:p w:rsidR="00812E41" w:rsidRPr="00487FA6" w:rsidRDefault="00812E41" w:rsidP="00D5542A">
            <w:pPr>
              <w:jc w:val="center"/>
            </w:pPr>
            <w:r w:rsidRPr="00487FA6">
              <w:t>заместитель,</w:t>
            </w:r>
          </w:p>
          <w:p w:rsidR="00812E41" w:rsidRPr="00487FA6" w:rsidRDefault="00812E41" w:rsidP="00D5542A">
            <w:pPr>
              <w:jc w:val="center"/>
            </w:pPr>
            <w:r w:rsidRPr="00487FA6">
              <w:t>ведущий специалист</w:t>
            </w:r>
          </w:p>
          <w:p w:rsidR="00812E41" w:rsidRPr="00487FA6" w:rsidRDefault="00812E41" w:rsidP="003B6EB3"/>
        </w:tc>
        <w:tc>
          <w:tcPr>
            <w:tcW w:w="1925" w:type="dxa"/>
          </w:tcPr>
          <w:p w:rsidR="00812E41" w:rsidRPr="00487FA6" w:rsidRDefault="00812E41" w:rsidP="007F7A16">
            <w:r w:rsidRPr="00487FA6">
              <w:t>Июнь</w:t>
            </w:r>
          </w:p>
        </w:tc>
      </w:tr>
      <w:tr w:rsidR="00812E41" w:rsidRPr="00487FA6" w:rsidTr="00D5542A">
        <w:tc>
          <w:tcPr>
            <w:tcW w:w="828" w:type="dxa"/>
          </w:tcPr>
          <w:p w:rsidR="00812E41" w:rsidRPr="00487FA6" w:rsidRDefault="00812E41" w:rsidP="00D5542A">
            <w:pPr>
              <w:jc w:val="center"/>
            </w:pPr>
            <w:r w:rsidRPr="00487FA6">
              <w:t>6</w:t>
            </w:r>
          </w:p>
        </w:tc>
        <w:tc>
          <w:tcPr>
            <w:tcW w:w="4140" w:type="dxa"/>
          </w:tcPr>
          <w:p w:rsidR="00812E41" w:rsidRPr="00487FA6" w:rsidRDefault="00812E41" w:rsidP="003B6EB3">
            <w:r w:rsidRPr="00487FA6">
              <w:t>Организация  Депутатского Новогоднего городка.</w:t>
            </w:r>
          </w:p>
        </w:tc>
        <w:tc>
          <w:tcPr>
            <w:tcW w:w="4860" w:type="dxa"/>
          </w:tcPr>
          <w:p w:rsidR="00812E41" w:rsidRPr="00487FA6" w:rsidRDefault="00812E41" w:rsidP="00D5542A">
            <w:pPr>
              <w:jc w:val="center"/>
            </w:pPr>
            <w:r w:rsidRPr="00487FA6">
              <w:t>Совет Депутатов</w:t>
            </w:r>
          </w:p>
        </w:tc>
        <w:tc>
          <w:tcPr>
            <w:tcW w:w="3600" w:type="dxa"/>
          </w:tcPr>
          <w:p w:rsidR="00812E41" w:rsidRPr="00487FA6" w:rsidRDefault="00812E41" w:rsidP="00D5542A">
            <w:pPr>
              <w:jc w:val="center"/>
            </w:pPr>
            <w:r w:rsidRPr="00487FA6">
              <w:t>Совет депутатов.</w:t>
            </w:r>
          </w:p>
        </w:tc>
        <w:tc>
          <w:tcPr>
            <w:tcW w:w="1925" w:type="dxa"/>
          </w:tcPr>
          <w:p w:rsidR="00812E41" w:rsidRPr="00487FA6" w:rsidRDefault="00812E41" w:rsidP="00D5542A">
            <w:pPr>
              <w:jc w:val="center"/>
            </w:pPr>
            <w:r w:rsidRPr="00487FA6">
              <w:t>Декабрь</w:t>
            </w:r>
          </w:p>
        </w:tc>
      </w:tr>
    </w:tbl>
    <w:p w:rsidR="00812E41" w:rsidRPr="00CB6B55" w:rsidRDefault="00812E41" w:rsidP="008B0D47">
      <w:pPr>
        <w:jc w:val="center"/>
        <w:rPr>
          <w:sz w:val="28"/>
          <w:szCs w:val="28"/>
        </w:rPr>
      </w:pPr>
    </w:p>
    <w:p w:rsidR="00812E41" w:rsidRPr="00CB6B55" w:rsidRDefault="00812E41" w:rsidP="008B0D47">
      <w:pPr>
        <w:jc w:val="center"/>
        <w:rPr>
          <w:b/>
          <w:sz w:val="28"/>
          <w:szCs w:val="28"/>
        </w:rPr>
      </w:pPr>
    </w:p>
    <w:p w:rsidR="00812E41" w:rsidRDefault="00812E41">
      <w:bookmarkStart w:id="0" w:name="_GoBack"/>
      <w:bookmarkEnd w:id="0"/>
    </w:p>
    <w:sectPr w:rsidR="00812E41" w:rsidSect="00CB6B55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0E1B"/>
    <w:rsid w:val="000E1707"/>
    <w:rsid w:val="00107B82"/>
    <w:rsid w:val="00153634"/>
    <w:rsid w:val="00185D1C"/>
    <w:rsid w:val="003B6EB3"/>
    <w:rsid w:val="00487FA6"/>
    <w:rsid w:val="005272A3"/>
    <w:rsid w:val="00561FF9"/>
    <w:rsid w:val="005B288F"/>
    <w:rsid w:val="005B625C"/>
    <w:rsid w:val="005E58BD"/>
    <w:rsid w:val="006D1403"/>
    <w:rsid w:val="007F7A16"/>
    <w:rsid w:val="00812E41"/>
    <w:rsid w:val="00884E0F"/>
    <w:rsid w:val="008B0D47"/>
    <w:rsid w:val="009774A5"/>
    <w:rsid w:val="009E1AF5"/>
    <w:rsid w:val="00A014B4"/>
    <w:rsid w:val="00B11B02"/>
    <w:rsid w:val="00BA2264"/>
    <w:rsid w:val="00C139C9"/>
    <w:rsid w:val="00CB6B55"/>
    <w:rsid w:val="00D5542A"/>
    <w:rsid w:val="00DC0E1B"/>
    <w:rsid w:val="00FA26B1"/>
    <w:rsid w:val="00FF6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D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B0D4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F61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4E0F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2</Pages>
  <Words>471</Words>
  <Characters>2690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Док</dc:creator>
  <cp:keywords/>
  <dc:description/>
  <cp:lastModifiedBy>Admin</cp:lastModifiedBy>
  <cp:revision>12</cp:revision>
  <cp:lastPrinted>2022-01-31T02:56:00Z</cp:lastPrinted>
  <dcterms:created xsi:type="dcterms:W3CDTF">2017-01-26T04:13:00Z</dcterms:created>
  <dcterms:modified xsi:type="dcterms:W3CDTF">2022-02-04T01:39:00Z</dcterms:modified>
</cp:coreProperties>
</file>