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1B8" w:rsidRPr="00DB4EB6" w:rsidRDefault="00FF71B8" w:rsidP="00241A37">
      <w:pPr>
        <w:rPr>
          <w:sz w:val="20"/>
          <w:szCs w:val="20"/>
        </w:rPr>
      </w:pPr>
    </w:p>
    <w:p w:rsidR="00FF71B8" w:rsidRPr="00DB4EB6" w:rsidRDefault="00FF71B8" w:rsidP="00241A37">
      <w:pPr>
        <w:spacing w:after="0"/>
        <w:rPr>
          <w:rFonts w:ascii="Times New Roman" w:hAnsi="Times New Roman"/>
          <w:sz w:val="20"/>
          <w:szCs w:val="20"/>
        </w:rPr>
      </w:pPr>
      <w:r w:rsidRPr="00DB4EB6">
        <w:rPr>
          <w:rFonts w:ascii="Times New Roman" w:hAnsi="Times New Roman"/>
          <w:sz w:val="20"/>
          <w:szCs w:val="20"/>
        </w:rPr>
        <w:t xml:space="preserve">Утверждено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</w:t>
      </w:r>
      <w:r w:rsidRPr="00DB4EB6">
        <w:rPr>
          <w:rFonts w:ascii="Times New Roman" w:hAnsi="Times New Roman"/>
          <w:sz w:val="20"/>
          <w:szCs w:val="20"/>
        </w:rPr>
        <w:t xml:space="preserve">  Утверждено</w:t>
      </w:r>
    </w:p>
    <w:p w:rsidR="00FF71B8" w:rsidRPr="00DB4EB6" w:rsidRDefault="00FF71B8" w:rsidP="00241A37">
      <w:pPr>
        <w:spacing w:after="0"/>
        <w:rPr>
          <w:rFonts w:ascii="Times New Roman" w:hAnsi="Times New Roman"/>
          <w:sz w:val="20"/>
          <w:szCs w:val="20"/>
        </w:rPr>
      </w:pPr>
      <w:r w:rsidRPr="00DB4EB6">
        <w:rPr>
          <w:rFonts w:ascii="Times New Roman" w:hAnsi="Times New Roman"/>
          <w:sz w:val="20"/>
          <w:szCs w:val="20"/>
        </w:rPr>
        <w:t>Решением</w:t>
      </w:r>
      <w:r>
        <w:rPr>
          <w:rFonts w:ascii="Times New Roman" w:hAnsi="Times New Roman"/>
          <w:sz w:val="20"/>
          <w:szCs w:val="20"/>
        </w:rPr>
        <w:t xml:space="preserve"> Танзыбейского сельского</w:t>
      </w:r>
      <w:r w:rsidRPr="00DB4EB6">
        <w:rPr>
          <w:rFonts w:ascii="Times New Roman" w:hAnsi="Times New Roman"/>
          <w:sz w:val="20"/>
          <w:szCs w:val="20"/>
        </w:rPr>
        <w:t xml:space="preserve">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DB4EB6">
        <w:rPr>
          <w:rFonts w:ascii="Times New Roman" w:hAnsi="Times New Roman"/>
          <w:sz w:val="20"/>
          <w:szCs w:val="20"/>
        </w:rPr>
        <w:t>Решением Ермаковского районного</w:t>
      </w:r>
    </w:p>
    <w:p w:rsidR="00FF71B8" w:rsidRPr="00DB4EB6" w:rsidRDefault="00FF71B8" w:rsidP="00241A3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Совета депутатов     </w:t>
      </w:r>
      <w:r w:rsidRPr="00DB4EB6"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</w:t>
      </w:r>
      <w:r w:rsidRPr="00DB4EB6">
        <w:rPr>
          <w:rFonts w:ascii="Times New Roman" w:hAnsi="Times New Roman"/>
          <w:sz w:val="20"/>
          <w:szCs w:val="20"/>
        </w:rPr>
        <w:t>Совета депутатов</w:t>
      </w:r>
    </w:p>
    <w:p w:rsidR="00FF71B8" w:rsidRPr="00DB4EB6" w:rsidRDefault="00FF71B8" w:rsidP="002F799B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№ 38-127-р  от  «14» октября</w:t>
      </w:r>
      <w:r w:rsidRPr="00DB4EB6">
        <w:rPr>
          <w:rFonts w:ascii="Times New Roman" w:hAnsi="Times New Roman"/>
          <w:sz w:val="20"/>
          <w:szCs w:val="20"/>
        </w:rPr>
        <w:t xml:space="preserve">  </w:t>
      </w:r>
      <w:smartTag w:uri="urn:schemas-microsoft-com:office:smarttags" w:element="metricconverter">
        <w:smartTagPr>
          <w:attr w:name="ProductID" w:val="2022 г"/>
        </w:smartTagPr>
        <w:r w:rsidRPr="00DB4EB6">
          <w:rPr>
            <w:rFonts w:ascii="Times New Roman" w:hAnsi="Times New Roman"/>
            <w:sz w:val="20"/>
            <w:szCs w:val="20"/>
          </w:rPr>
          <w:t>2022 г</w:t>
        </w:r>
      </w:smartTag>
      <w:r w:rsidRPr="00DB4EB6">
        <w:rPr>
          <w:rFonts w:ascii="Times New Roman" w:hAnsi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</w:t>
      </w:r>
      <w:r w:rsidRPr="00DB4EB6">
        <w:rPr>
          <w:rFonts w:ascii="Times New Roman" w:hAnsi="Times New Roman"/>
          <w:sz w:val="20"/>
          <w:szCs w:val="20"/>
        </w:rPr>
        <w:t xml:space="preserve">№______  от  «__» _________  </w:t>
      </w:r>
      <w:smartTag w:uri="urn:schemas-microsoft-com:office:smarttags" w:element="metricconverter">
        <w:smartTagPr>
          <w:attr w:name="ProductID" w:val="2022 г"/>
        </w:smartTagPr>
        <w:r w:rsidRPr="00DB4EB6">
          <w:rPr>
            <w:rFonts w:ascii="Times New Roman" w:hAnsi="Times New Roman"/>
            <w:sz w:val="20"/>
            <w:szCs w:val="20"/>
          </w:rPr>
          <w:t>2022 г</w:t>
        </w:r>
      </w:smartTag>
    </w:p>
    <w:p w:rsidR="00FF71B8" w:rsidRPr="00241A37" w:rsidRDefault="00FF71B8" w:rsidP="002F799B">
      <w:pPr>
        <w:spacing w:after="0"/>
        <w:rPr>
          <w:rFonts w:ascii="Times New Roman" w:hAnsi="Times New Roman"/>
          <w:sz w:val="24"/>
          <w:szCs w:val="24"/>
        </w:rPr>
      </w:pPr>
    </w:p>
    <w:p w:rsidR="00FF71B8" w:rsidRPr="00C14897" w:rsidRDefault="00FF71B8" w:rsidP="002F799B">
      <w:pPr>
        <w:spacing w:after="0"/>
        <w:ind w:firstLine="709"/>
        <w:rPr>
          <w:rFonts w:ascii="Times New Roman" w:hAnsi="Times New Roman"/>
          <w:b/>
        </w:rPr>
      </w:pPr>
      <w:r w:rsidRPr="00C14897">
        <w:rPr>
          <w:rFonts w:ascii="Times New Roman" w:hAnsi="Times New Roman"/>
          <w:b/>
        </w:rPr>
        <w:t xml:space="preserve">                                                </w:t>
      </w:r>
      <w:r>
        <w:rPr>
          <w:rFonts w:ascii="Times New Roman" w:hAnsi="Times New Roman"/>
          <w:b/>
        </w:rPr>
        <w:t xml:space="preserve">              </w:t>
      </w:r>
      <w:r w:rsidRPr="00C14897">
        <w:rPr>
          <w:rFonts w:ascii="Times New Roman" w:hAnsi="Times New Roman"/>
          <w:b/>
        </w:rPr>
        <w:t xml:space="preserve"> СОГЛАШЕНИЕ </w:t>
      </w:r>
    </w:p>
    <w:p w:rsidR="00FF71B8" w:rsidRDefault="00FF71B8" w:rsidP="009E6CE6">
      <w:pPr>
        <w:spacing w:after="0"/>
        <w:ind w:firstLine="709"/>
        <w:jc w:val="center"/>
        <w:rPr>
          <w:rFonts w:ascii="Times New Roman" w:hAnsi="Times New Roman"/>
          <w:b/>
        </w:rPr>
      </w:pPr>
      <w:r w:rsidRPr="00C14897">
        <w:rPr>
          <w:rFonts w:ascii="Times New Roman" w:hAnsi="Times New Roman"/>
          <w:b/>
        </w:rPr>
        <w:t xml:space="preserve">о передаче полномочий по осуществлению внешнего </w:t>
      </w:r>
    </w:p>
    <w:p w:rsidR="00FF71B8" w:rsidRPr="00C14897" w:rsidRDefault="00FF71B8" w:rsidP="009E6CE6">
      <w:pPr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</w:t>
      </w:r>
      <w:r w:rsidRPr="00C14897">
        <w:rPr>
          <w:rFonts w:ascii="Times New Roman" w:hAnsi="Times New Roman"/>
          <w:b/>
        </w:rPr>
        <w:t>муниципального финансового контроля</w:t>
      </w:r>
    </w:p>
    <w:p w:rsidR="00FF71B8" w:rsidRPr="00C14897" w:rsidRDefault="00FF71B8" w:rsidP="00241A37">
      <w:pPr>
        <w:jc w:val="both"/>
        <w:rPr>
          <w:rFonts w:ascii="Times New Roman" w:hAnsi="Times New Roman"/>
        </w:rPr>
      </w:pPr>
      <w:r w:rsidRPr="00C14897">
        <w:rPr>
          <w:rFonts w:ascii="Times New Roman" w:hAnsi="Times New Roman"/>
        </w:rPr>
        <w:t xml:space="preserve">с. Ермаковское                                                                           </w:t>
      </w:r>
      <w:r>
        <w:rPr>
          <w:rFonts w:ascii="Times New Roman" w:hAnsi="Times New Roman"/>
        </w:rPr>
        <w:t xml:space="preserve">              </w:t>
      </w:r>
      <w:r w:rsidRPr="00C14897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</w:t>
      </w:r>
      <w:r w:rsidRPr="00C14897">
        <w:rPr>
          <w:rFonts w:ascii="Times New Roman" w:hAnsi="Times New Roman"/>
        </w:rPr>
        <w:t xml:space="preserve"> «__»___________2022 года</w:t>
      </w:r>
    </w:p>
    <w:p w:rsidR="00FF71B8" w:rsidRPr="00C14897" w:rsidRDefault="00FF71B8" w:rsidP="00241A37">
      <w:pPr>
        <w:pStyle w:val="a"/>
        <w:ind w:firstLine="720"/>
        <w:jc w:val="both"/>
        <w:rPr>
          <w:rFonts w:ascii="Times New Roman" w:hAnsi="Times New Roman"/>
          <w:color w:val="000000"/>
          <w:sz w:val="22"/>
          <w:szCs w:val="22"/>
        </w:rPr>
      </w:pPr>
      <w:r w:rsidRPr="00C14897">
        <w:rPr>
          <w:rFonts w:ascii="Times New Roman" w:hAnsi="Times New Roman"/>
          <w:color w:val="000000"/>
          <w:sz w:val="22"/>
          <w:szCs w:val="22"/>
        </w:rPr>
        <w:t xml:space="preserve">В целях реализации Бюджетного кодекса РФ, в соответствии с Федеральным законом </w:t>
      </w:r>
      <w:r>
        <w:rPr>
          <w:rFonts w:ascii="Times New Roman" w:hAnsi="Times New Roman"/>
          <w:color w:val="000000"/>
          <w:sz w:val="22"/>
          <w:szCs w:val="22"/>
        </w:rPr>
        <w:t xml:space="preserve">               </w:t>
      </w:r>
      <w:r w:rsidRPr="00C14897">
        <w:rPr>
          <w:rFonts w:ascii="Times New Roman" w:hAnsi="Times New Roman"/>
          <w:color w:val="000000"/>
          <w:sz w:val="22"/>
          <w:szCs w:val="22"/>
        </w:rPr>
        <w:t xml:space="preserve">от 06.10.2003 № 131-ФЗ «Об общих принципах организации местного самоуправления </w:t>
      </w:r>
      <w:r>
        <w:rPr>
          <w:rFonts w:ascii="Times New Roman" w:hAnsi="Times New Roman"/>
          <w:color w:val="000000"/>
          <w:sz w:val="22"/>
          <w:szCs w:val="22"/>
        </w:rPr>
        <w:t xml:space="preserve">                         </w:t>
      </w:r>
      <w:r w:rsidRPr="00C14897">
        <w:rPr>
          <w:rFonts w:ascii="Times New Roman" w:hAnsi="Times New Roman"/>
          <w:color w:val="000000"/>
          <w:sz w:val="22"/>
          <w:szCs w:val="22"/>
        </w:rPr>
        <w:t xml:space="preserve">в Российской Федерации», Федеральным законом </w:t>
      </w:r>
      <w:hyperlink r:id="rId4" w:history="1">
        <w:r w:rsidRPr="00C14897">
          <w:rPr>
            <w:rStyle w:val="Hyperlink"/>
            <w:rFonts w:ascii="Times New Roman" w:hAnsi="Times New Roman"/>
            <w:color w:val="000000"/>
            <w:sz w:val="22"/>
            <w:szCs w:val="22"/>
            <w:u w:val="none"/>
          </w:rPr>
          <w:t xml:space="preserve">от 07.02.2011 № 6-ФЗ </w:t>
        </w:r>
        <w:r>
          <w:rPr>
            <w:rStyle w:val="Hyperlink"/>
            <w:rFonts w:ascii="Times New Roman" w:hAnsi="Times New Roman"/>
            <w:color w:val="000000"/>
            <w:sz w:val="22"/>
            <w:szCs w:val="22"/>
            <w:u w:val="none"/>
          </w:rPr>
          <w:t xml:space="preserve">«Об общих принципах организации </w:t>
        </w:r>
        <w:r w:rsidRPr="00C14897">
          <w:rPr>
            <w:rStyle w:val="Hyperlink"/>
            <w:rFonts w:ascii="Times New Roman" w:hAnsi="Times New Roman"/>
            <w:color w:val="000000"/>
            <w:sz w:val="22"/>
            <w:szCs w:val="22"/>
            <w:u w:val="none"/>
          </w:rPr>
          <w:t xml:space="preserve">и деятельности контрольно-счетных органов субъектов Российской Федерации  </w:t>
        </w:r>
        <w:r>
          <w:rPr>
            <w:rStyle w:val="Hyperlink"/>
            <w:rFonts w:ascii="Times New Roman" w:hAnsi="Times New Roman"/>
            <w:color w:val="000000"/>
            <w:sz w:val="22"/>
            <w:szCs w:val="22"/>
            <w:u w:val="none"/>
          </w:rPr>
          <w:t xml:space="preserve">                </w:t>
        </w:r>
        <w:r w:rsidRPr="00C14897">
          <w:rPr>
            <w:rStyle w:val="Hyperlink"/>
            <w:rFonts w:ascii="Times New Roman" w:hAnsi="Times New Roman"/>
            <w:color w:val="000000"/>
            <w:sz w:val="22"/>
            <w:szCs w:val="22"/>
            <w:u w:val="none"/>
          </w:rPr>
          <w:t>и муниципальных образований»</w:t>
        </w:r>
      </w:hyperlink>
      <w:r w:rsidRPr="00C14897">
        <w:rPr>
          <w:rFonts w:ascii="Times New Roman" w:hAnsi="Times New Roman"/>
          <w:color w:val="000000"/>
          <w:sz w:val="22"/>
          <w:szCs w:val="22"/>
        </w:rPr>
        <w:t>,</w:t>
      </w:r>
      <w:r w:rsidRPr="00C14897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r w:rsidRPr="00C14897">
        <w:rPr>
          <w:rFonts w:ascii="Times New Roman" w:hAnsi="Times New Roman"/>
          <w:color w:val="000000"/>
          <w:sz w:val="22"/>
          <w:szCs w:val="22"/>
        </w:rPr>
        <w:t xml:space="preserve">Ермаковский районный Совет депутатов </w:t>
      </w:r>
      <w:r w:rsidRPr="00C14897">
        <w:rPr>
          <w:rFonts w:ascii="Times New Roman" w:hAnsi="Times New Roman"/>
          <w:sz w:val="22"/>
          <w:szCs w:val="22"/>
        </w:rPr>
        <w:t>(далее – представительн</w:t>
      </w:r>
      <w:r>
        <w:rPr>
          <w:rFonts w:ascii="Times New Roman" w:hAnsi="Times New Roman"/>
          <w:sz w:val="22"/>
          <w:szCs w:val="22"/>
        </w:rPr>
        <w:t xml:space="preserve">ый орган муниципального района) </w:t>
      </w:r>
      <w:r w:rsidRPr="00C14897">
        <w:rPr>
          <w:rFonts w:ascii="Times New Roman" w:hAnsi="Times New Roman"/>
          <w:sz w:val="22"/>
          <w:szCs w:val="22"/>
        </w:rPr>
        <w:t>в лице председателя районного Совета депутатов Форсель Владимира Ивановича, действующего на основании Устава Ермаковского района,</w:t>
      </w:r>
      <w:r w:rsidRPr="00C14897">
        <w:rPr>
          <w:rFonts w:ascii="Times New Roman" w:hAnsi="Times New Roman"/>
          <w:b/>
          <w:sz w:val="22"/>
          <w:szCs w:val="22"/>
        </w:rPr>
        <w:t xml:space="preserve"> </w:t>
      </w:r>
      <w:r w:rsidRPr="00C14897">
        <w:rPr>
          <w:rFonts w:ascii="Times New Roman" w:hAnsi="Times New Roman"/>
          <w:sz w:val="22"/>
          <w:szCs w:val="22"/>
        </w:rPr>
        <w:t>Контрольно-счетный орган Ермаковского района Красноярского края,</w:t>
      </w:r>
      <w:r w:rsidRPr="00C14897">
        <w:rPr>
          <w:rFonts w:ascii="Times New Roman" w:hAnsi="Times New Roman"/>
          <w:sz w:val="22"/>
          <w:szCs w:val="22"/>
          <w:vertAlign w:val="superscript"/>
        </w:rPr>
        <w:t xml:space="preserve"> </w:t>
      </w:r>
      <w:r w:rsidRPr="00C14897">
        <w:rPr>
          <w:rFonts w:ascii="Times New Roman" w:hAnsi="Times New Roman"/>
          <w:sz w:val="22"/>
          <w:szCs w:val="22"/>
        </w:rPr>
        <w:t>в лице председателя Контрольно-счетн</w:t>
      </w:r>
      <w:r>
        <w:rPr>
          <w:rFonts w:ascii="Times New Roman" w:hAnsi="Times New Roman"/>
          <w:sz w:val="22"/>
          <w:szCs w:val="22"/>
        </w:rPr>
        <w:t>ого</w:t>
      </w:r>
      <w:r w:rsidRPr="00C14897">
        <w:rPr>
          <w:rFonts w:ascii="Times New Roman" w:hAnsi="Times New Roman"/>
          <w:sz w:val="22"/>
          <w:szCs w:val="22"/>
        </w:rPr>
        <w:t xml:space="preserve"> орган</w:t>
      </w:r>
      <w:r>
        <w:rPr>
          <w:rFonts w:ascii="Times New Roman" w:hAnsi="Times New Roman"/>
          <w:sz w:val="22"/>
          <w:szCs w:val="22"/>
        </w:rPr>
        <w:t>а</w:t>
      </w:r>
      <w:r w:rsidRPr="00C14897">
        <w:rPr>
          <w:rFonts w:ascii="Times New Roman" w:hAnsi="Times New Roman"/>
          <w:sz w:val="22"/>
          <w:szCs w:val="22"/>
        </w:rPr>
        <w:t xml:space="preserve"> Фирсовой Натальи Николаевны, дей</w:t>
      </w:r>
      <w:r>
        <w:rPr>
          <w:rFonts w:ascii="Times New Roman" w:hAnsi="Times New Roman"/>
          <w:sz w:val="22"/>
          <w:szCs w:val="22"/>
        </w:rPr>
        <w:t>ствующей на основании Положения о Контрольно-счетном органе,</w:t>
      </w:r>
      <w:r w:rsidRPr="00C14897">
        <w:rPr>
          <w:rFonts w:ascii="Times New Roman" w:hAnsi="Times New Roman"/>
          <w:sz w:val="22"/>
          <w:szCs w:val="22"/>
        </w:rPr>
        <w:t xml:space="preserve"> и </w:t>
      </w:r>
      <w:r w:rsidRPr="00FB36A2">
        <w:rPr>
          <w:rFonts w:ascii="Times New Roman" w:hAnsi="Times New Roman"/>
          <w:sz w:val="22"/>
          <w:szCs w:val="22"/>
        </w:rPr>
        <w:t>Танзыбейский сельский Совет депутатов</w:t>
      </w:r>
      <w:r w:rsidRPr="00C14897">
        <w:rPr>
          <w:rFonts w:ascii="Times New Roman" w:hAnsi="Times New Roman"/>
          <w:sz w:val="22"/>
          <w:szCs w:val="22"/>
          <w:vertAlign w:val="superscript"/>
        </w:rPr>
        <w:t xml:space="preserve">  </w:t>
      </w:r>
      <w:r w:rsidRPr="00C14897">
        <w:rPr>
          <w:rFonts w:ascii="Times New Roman" w:hAnsi="Times New Roman"/>
          <w:sz w:val="22"/>
          <w:szCs w:val="22"/>
        </w:rPr>
        <w:t>(далее - представительный орган поселения), в лице пр</w:t>
      </w:r>
      <w:r>
        <w:rPr>
          <w:rFonts w:ascii="Times New Roman" w:hAnsi="Times New Roman"/>
          <w:sz w:val="22"/>
          <w:szCs w:val="22"/>
        </w:rPr>
        <w:t>едседателя Крючковой Анастасии Михайловны</w:t>
      </w:r>
      <w:r w:rsidRPr="00C14897">
        <w:rPr>
          <w:rFonts w:ascii="Times New Roman" w:hAnsi="Times New Roman"/>
          <w:sz w:val="22"/>
          <w:szCs w:val="22"/>
        </w:rPr>
        <w:t xml:space="preserve">,  </w:t>
      </w:r>
      <w:r w:rsidRPr="00C14897">
        <w:rPr>
          <w:rFonts w:ascii="Times New Roman" w:hAnsi="Times New Roman"/>
          <w:color w:val="000000"/>
          <w:sz w:val="22"/>
          <w:szCs w:val="22"/>
        </w:rPr>
        <w:t>действующего   на   основании    Устав</w:t>
      </w:r>
      <w:r>
        <w:rPr>
          <w:rFonts w:ascii="Times New Roman" w:hAnsi="Times New Roman"/>
          <w:color w:val="000000"/>
          <w:sz w:val="22"/>
          <w:szCs w:val="22"/>
        </w:rPr>
        <w:t>а Танзыбейского</w:t>
      </w:r>
      <w:r w:rsidRPr="00C14897">
        <w:rPr>
          <w:rFonts w:ascii="Times New Roman" w:hAnsi="Times New Roman"/>
          <w:color w:val="000000"/>
          <w:sz w:val="22"/>
          <w:szCs w:val="22"/>
        </w:rPr>
        <w:t xml:space="preserve"> сельсовета</w:t>
      </w:r>
      <w:r w:rsidRPr="00C14897">
        <w:rPr>
          <w:rFonts w:ascii="Times New Roman" w:hAnsi="Times New Roman"/>
          <w:sz w:val="22"/>
          <w:szCs w:val="22"/>
        </w:rPr>
        <w:t>, далее именуемые «Стороны», заключили настоящее Соглашение о нижеследующем:</w:t>
      </w:r>
    </w:p>
    <w:p w:rsidR="00FF71B8" w:rsidRPr="00C14897" w:rsidRDefault="00FF71B8" w:rsidP="00241A37">
      <w:pPr>
        <w:shd w:val="clear" w:color="auto" w:fill="FFFFFF"/>
        <w:ind w:firstLine="540"/>
        <w:jc w:val="both"/>
        <w:rPr>
          <w:rFonts w:ascii="Times New Roman" w:hAnsi="Times New Roman"/>
          <w:b/>
          <w:color w:val="000000"/>
        </w:rPr>
      </w:pPr>
      <w:r w:rsidRPr="00C14897">
        <w:rPr>
          <w:rFonts w:ascii="Times New Roman" w:hAnsi="Times New Roman"/>
          <w:b/>
          <w:color w:val="000000"/>
        </w:rPr>
        <w:t xml:space="preserve">                                         </w:t>
      </w:r>
      <w:r>
        <w:rPr>
          <w:rFonts w:ascii="Times New Roman" w:hAnsi="Times New Roman"/>
          <w:b/>
          <w:color w:val="000000"/>
        </w:rPr>
        <w:t xml:space="preserve">           </w:t>
      </w:r>
      <w:r w:rsidRPr="00C14897">
        <w:rPr>
          <w:rFonts w:ascii="Times New Roman" w:hAnsi="Times New Roman"/>
          <w:b/>
          <w:color w:val="000000"/>
        </w:rPr>
        <w:t>1. Предмет Соглашения</w:t>
      </w:r>
    </w:p>
    <w:p w:rsidR="00FF71B8" w:rsidRPr="00C14897" w:rsidRDefault="00FF71B8" w:rsidP="002F799B">
      <w:pPr>
        <w:shd w:val="clear" w:color="auto" w:fill="FFFFFF"/>
        <w:spacing w:after="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b/>
          <w:color w:val="000000"/>
        </w:rPr>
        <w:t xml:space="preserve">           </w:t>
      </w:r>
      <w:r w:rsidRPr="00C14897">
        <w:rPr>
          <w:rFonts w:ascii="Times New Roman" w:hAnsi="Times New Roman"/>
          <w:color w:val="000000"/>
        </w:rPr>
        <w:t>1.1. Предметом настоящего Соглашения является передача Контрольно-счетному органу Ермаковского района   (далее – КСО) полномочий  поселения  по осуществлению внешнего муниципального финансового контроля и пе</w:t>
      </w:r>
      <w:r>
        <w:rPr>
          <w:rFonts w:ascii="Times New Roman" w:hAnsi="Times New Roman"/>
          <w:color w:val="000000"/>
        </w:rPr>
        <w:t>редача из бюджета Танзыбейского</w:t>
      </w:r>
      <w:r w:rsidRPr="00C14897">
        <w:rPr>
          <w:rFonts w:ascii="Times New Roman" w:hAnsi="Times New Roman"/>
          <w:color w:val="000000"/>
        </w:rPr>
        <w:t xml:space="preserve"> сельсовета  (далее – поселение) в бюджет Ермаковского района иных межбюджетных трансфертов на осуществление переданных полномочий.</w:t>
      </w:r>
    </w:p>
    <w:p w:rsidR="00FF71B8" w:rsidRPr="00C14897" w:rsidRDefault="00FF71B8" w:rsidP="002F799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1.2. КСО передаются полномочия поселения, установленные федеральными законами, законами Красноярского края, Уст</w:t>
      </w:r>
      <w:r>
        <w:rPr>
          <w:rFonts w:ascii="Times New Roman" w:hAnsi="Times New Roman"/>
          <w:color w:val="000000"/>
        </w:rPr>
        <w:t xml:space="preserve">авом поселения </w:t>
      </w:r>
      <w:r w:rsidRPr="00C14897">
        <w:rPr>
          <w:rFonts w:ascii="Times New Roman" w:hAnsi="Times New Roman"/>
          <w:color w:val="000000"/>
        </w:rPr>
        <w:t>и нормативными правовыми актами  поселения.</w:t>
      </w:r>
    </w:p>
    <w:p w:rsidR="00FF71B8" w:rsidRPr="00C14897" w:rsidRDefault="00FF71B8" w:rsidP="002F799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1.3. Внешняя проверка годового отчета об исполнении бюджета поселения и экспертиза проекта бюджета поселения ежегодно включаются в план  работы КСО.</w:t>
      </w:r>
    </w:p>
    <w:p w:rsidR="00FF71B8" w:rsidRDefault="00FF71B8" w:rsidP="002F799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1.4. Другие контрольные и экспертно-аналитические мероприятия включаются в план работы КСО на основании  предложений органов местного самоуправления поселения, представляемых в сроки, установленные для формирования плана работы КСО.</w:t>
      </w:r>
    </w:p>
    <w:p w:rsidR="00FF71B8" w:rsidRPr="00C14897" w:rsidRDefault="00FF71B8" w:rsidP="002F799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FF71B8" w:rsidRPr="00C14897" w:rsidRDefault="00FF71B8" w:rsidP="00241A37">
      <w:pPr>
        <w:shd w:val="clear" w:color="auto" w:fill="FFFFFF"/>
        <w:ind w:firstLine="708"/>
        <w:jc w:val="both"/>
        <w:rPr>
          <w:rFonts w:ascii="Times New Roman" w:hAnsi="Times New Roman"/>
          <w:b/>
          <w:color w:val="000000"/>
        </w:rPr>
      </w:pPr>
      <w:r w:rsidRPr="00C14897">
        <w:rPr>
          <w:rFonts w:ascii="Times New Roman" w:hAnsi="Times New Roman"/>
          <w:b/>
          <w:color w:val="000000"/>
        </w:rPr>
        <w:t xml:space="preserve">                               </w:t>
      </w:r>
      <w:r>
        <w:rPr>
          <w:rFonts w:ascii="Times New Roman" w:hAnsi="Times New Roman"/>
          <w:b/>
          <w:color w:val="000000"/>
        </w:rPr>
        <w:t xml:space="preserve">           </w:t>
      </w:r>
      <w:r w:rsidRPr="00C14897">
        <w:rPr>
          <w:rFonts w:ascii="Times New Roman" w:hAnsi="Times New Roman"/>
          <w:b/>
          <w:color w:val="000000"/>
        </w:rPr>
        <w:t xml:space="preserve">  2. Срок действия Соглашения</w:t>
      </w:r>
    </w:p>
    <w:p w:rsidR="00FF71B8" w:rsidRPr="00C14897" w:rsidRDefault="00FF71B8" w:rsidP="002F799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2.1. Соглашение заключено на срок 3 года и действует в период с 1 января 2023 года по 31 декабря 2025 года.</w:t>
      </w:r>
    </w:p>
    <w:p w:rsidR="00FF71B8" w:rsidRPr="00C14897" w:rsidRDefault="00FF71B8" w:rsidP="002F799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 xml:space="preserve">2.2. В случае если решением представительного органа поселения о бюджете поселения </w:t>
      </w:r>
      <w:r>
        <w:rPr>
          <w:rFonts w:ascii="Times New Roman" w:hAnsi="Times New Roman"/>
          <w:color w:val="000000"/>
        </w:rPr>
        <w:t xml:space="preserve">             </w:t>
      </w:r>
      <w:r w:rsidRPr="00C14897">
        <w:rPr>
          <w:rFonts w:ascii="Times New Roman" w:hAnsi="Times New Roman"/>
          <w:color w:val="000000"/>
        </w:rPr>
        <w:t>не будут утверждены иные межбюджетные трансферты бюджету муниципального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иных межбюджетных трансфертов.</w:t>
      </w:r>
    </w:p>
    <w:p w:rsidR="00FF71B8" w:rsidRPr="00C14897" w:rsidRDefault="00FF71B8" w:rsidP="00FB36A2">
      <w:pPr>
        <w:shd w:val="clear" w:color="auto" w:fill="FFFFFF"/>
        <w:spacing w:after="0"/>
        <w:ind w:firstLine="708"/>
        <w:jc w:val="center"/>
        <w:rPr>
          <w:rFonts w:ascii="Times New Roman" w:hAnsi="Times New Roman"/>
          <w:b/>
          <w:color w:val="000000"/>
          <w:spacing w:val="-2"/>
        </w:rPr>
      </w:pPr>
      <w:r w:rsidRPr="00C14897">
        <w:rPr>
          <w:rFonts w:ascii="Times New Roman" w:hAnsi="Times New Roman"/>
          <w:b/>
          <w:color w:val="000000"/>
          <w:spacing w:val="-2"/>
        </w:rPr>
        <w:t>3. Порядок определения и предоставления ежегодного объема иных межбюджетных трансфертов</w:t>
      </w:r>
    </w:p>
    <w:p w:rsidR="00FF71B8" w:rsidRPr="00C14897" w:rsidRDefault="00FF71B8" w:rsidP="009E6CE6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3.1. Объем иных межбюджетных трансфертов на год, предоставляемых из бюджета поселения в бюджет муниципального района на осуществление полномочий, предусмотренных настоящим Соглашением, определяется   в соответствии с методикой расчета объема иных межбюджетных трансфертов, согласно Приложению к настоящему Соглашению, с учетом  необходимости обеспечения:</w:t>
      </w:r>
    </w:p>
    <w:p w:rsidR="00FF71B8" w:rsidRPr="00C14897" w:rsidRDefault="00FF71B8" w:rsidP="002F799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-  расходов на оплату труда и расходов, связанных с начислениями на оплату труда работников, исполняющих переданные полномочия.</w:t>
      </w:r>
    </w:p>
    <w:p w:rsidR="00FF71B8" w:rsidRPr="00C14897" w:rsidRDefault="00FF71B8" w:rsidP="002F799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- расходов на закупку товаров, работ, услуг на муниципальные нужды, необходимые для обеспечения передаваемых полномочий.</w:t>
      </w:r>
    </w:p>
    <w:p w:rsidR="00FF71B8" w:rsidRPr="00C14897" w:rsidRDefault="00FF71B8" w:rsidP="002F799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 xml:space="preserve">3.3. Объем иных межбюджетных трансфертов на период действия Соглашения, определенный в установленном выше порядке, равен на 2023год </w:t>
      </w:r>
      <w:r>
        <w:rPr>
          <w:rFonts w:ascii="Times New Roman" w:hAnsi="Times New Roman"/>
          <w:color w:val="000000"/>
        </w:rPr>
        <w:t xml:space="preserve">- </w:t>
      </w:r>
      <w:r w:rsidRPr="00C14897">
        <w:rPr>
          <w:rFonts w:ascii="Times New Roman" w:hAnsi="Times New Roman"/>
          <w:color w:val="000000"/>
        </w:rPr>
        <w:t>5420,00 рублей, на 2024год</w:t>
      </w:r>
      <w:r>
        <w:rPr>
          <w:rFonts w:ascii="Times New Roman" w:hAnsi="Times New Roman"/>
          <w:color w:val="000000"/>
        </w:rPr>
        <w:t>-</w:t>
      </w:r>
      <w:r w:rsidRPr="00C14897">
        <w:rPr>
          <w:rFonts w:ascii="Times New Roman" w:hAnsi="Times New Roman"/>
          <w:color w:val="000000"/>
        </w:rPr>
        <w:t xml:space="preserve"> 5420,00  рублей,   на 2025год</w:t>
      </w:r>
      <w:r>
        <w:rPr>
          <w:rFonts w:ascii="Times New Roman" w:hAnsi="Times New Roman"/>
          <w:color w:val="000000"/>
        </w:rPr>
        <w:t>-</w:t>
      </w:r>
      <w:r w:rsidRPr="00C14897">
        <w:rPr>
          <w:rFonts w:ascii="Times New Roman" w:hAnsi="Times New Roman"/>
          <w:color w:val="000000"/>
        </w:rPr>
        <w:t xml:space="preserve"> 5420,00 рублей.</w:t>
      </w:r>
    </w:p>
    <w:p w:rsidR="00FF71B8" w:rsidRPr="00C14897" w:rsidRDefault="00FF71B8" w:rsidP="002F799B">
      <w:pPr>
        <w:shd w:val="clear" w:color="auto" w:fill="FFFFFF"/>
        <w:tabs>
          <w:tab w:val="left" w:pos="1418"/>
        </w:tabs>
        <w:spacing w:after="0"/>
        <w:ind w:firstLine="708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 xml:space="preserve">3.4. Ежегодный объем иных межбюджетных трансфертов перечисляется двумя равными частями в сроки до 1 апреля и до 1 октября. </w:t>
      </w:r>
    </w:p>
    <w:p w:rsidR="00FF71B8" w:rsidRPr="00C14897" w:rsidRDefault="00FF71B8" w:rsidP="002F799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3.5. Для проведения КСО</w:t>
      </w:r>
      <w:r w:rsidRPr="00C14897">
        <w:rPr>
          <w:rFonts w:ascii="Times New Roman" w:hAnsi="Times New Roman"/>
          <w:i/>
          <w:color w:val="000000"/>
        </w:rPr>
        <w:t xml:space="preserve"> </w:t>
      </w:r>
      <w:r w:rsidRPr="00C14897">
        <w:rPr>
          <w:rFonts w:ascii="Times New Roman" w:hAnsi="Times New Roman"/>
          <w:color w:val="000000"/>
        </w:rPr>
        <w:t xml:space="preserve"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иных межбюджетных трансфертов, размер которого определяется дополнительным соглашением </w:t>
      </w:r>
      <w:r>
        <w:rPr>
          <w:rFonts w:ascii="Times New Roman" w:hAnsi="Times New Roman"/>
          <w:color w:val="000000"/>
        </w:rPr>
        <w:t xml:space="preserve"> </w:t>
      </w:r>
      <w:r w:rsidRPr="00C14897">
        <w:rPr>
          <w:rFonts w:ascii="Times New Roman" w:hAnsi="Times New Roman"/>
          <w:color w:val="000000"/>
        </w:rPr>
        <w:t>в установленном настоящим Соглашением порядке.</w:t>
      </w:r>
    </w:p>
    <w:p w:rsidR="00FF71B8" w:rsidRPr="00C14897" w:rsidRDefault="00FF71B8" w:rsidP="002F799B">
      <w:pPr>
        <w:shd w:val="clear" w:color="auto" w:fill="FFFFFF"/>
        <w:tabs>
          <w:tab w:val="left" w:pos="1418"/>
        </w:tabs>
        <w:spacing w:after="0"/>
        <w:ind w:firstLine="708"/>
        <w:jc w:val="both"/>
        <w:rPr>
          <w:rFonts w:ascii="Times New Roman" w:hAnsi="Times New Roman"/>
        </w:rPr>
      </w:pPr>
      <w:r w:rsidRPr="00C14897">
        <w:rPr>
          <w:rFonts w:ascii="Times New Roman" w:hAnsi="Times New Roman"/>
        </w:rPr>
        <w:t xml:space="preserve">3.6. Расходы бюджета поселения на предоставление иных межбюджетных трансфертов </w:t>
      </w:r>
      <w:r>
        <w:rPr>
          <w:rFonts w:ascii="Times New Roman" w:hAnsi="Times New Roman"/>
        </w:rPr>
        <w:t xml:space="preserve">                </w:t>
      </w:r>
      <w:r w:rsidRPr="00C14897">
        <w:rPr>
          <w:rFonts w:ascii="Times New Roman" w:hAnsi="Times New Roman"/>
        </w:rPr>
        <w:t>и расходы бюджета муниципального района, осуществляемые  за счет иных межбюджетных трансфертов, планируются и исполняются по соответствующему разделу бюджетной классификации.</w:t>
      </w:r>
    </w:p>
    <w:p w:rsidR="00FF71B8" w:rsidRDefault="00FF71B8" w:rsidP="002F799B">
      <w:pPr>
        <w:shd w:val="clear" w:color="auto" w:fill="FFFFFF"/>
        <w:tabs>
          <w:tab w:val="left" w:pos="1134"/>
          <w:tab w:val="left" w:pos="1276"/>
          <w:tab w:val="left" w:pos="1418"/>
        </w:tabs>
        <w:spacing w:after="0"/>
        <w:ind w:firstLine="708"/>
        <w:jc w:val="both"/>
        <w:rPr>
          <w:rFonts w:ascii="Times New Roman" w:hAnsi="Times New Roman"/>
        </w:rPr>
      </w:pPr>
      <w:r w:rsidRPr="00C14897">
        <w:rPr>
          <w:rFonts w:ascii="Times New Roman" w:hAnsi="Times New Roman"/>
        </w:rPr>
        <w:t xml:space="preserve">3.7. Иные межбюджетные трансферты зачисляются в бюджет муниципального района </w:t>
      </w:r>
      <w:r>
        <w:rPr>
          <w:rFonts w:ascii="Times New Roman" w:hAnsi="Times New Roman"/>
        </w:rPr>
        <w:t xml:space="preserve">                 </w:t>
      </w:r>
      <w:r w:rsidRPr="00C14897">
        <w:rPr>
          <w:rFonts w:ascii="Times New Roman" w:hAnsi="Times New Roman"/>
        </w:rPr>
        <w:t xml:space="preserve">по соответствующему коду бюджетной классификации доходов. </w:t>
      </w:r>
    </w:p>
    <w:p w:rsidR="00FF71B8" w:rsidRPr="00C14897" w:rsidRDefault="00FF71B8" w:rsidP="002F799B">
      <w:pPr>
        <w:shd w:val="clear" w:color="auto" w:fill="FFFFFF"/>
        <w:tabs>
          <w:tab w:val="left" w:pos="1134"/>
          <w:tab w:val="left" w:pos="1276"/>
          <w:tab w:val="left" w:pos="1418"/>
        </w:tabs>
        <w:spacing w:after="0"/>
        <w:ind w:firstLine="708"/>
        <w:jc w:val="both"/>
        <w:rPr>
          <w:rFonts w:ascii="Times New Roman" w:hAnsi="Times New Roman"/>
        </w:rPr>
      </w:pPr>
    </w:p>
    <w:p w:rsidR="00FF71B8" w:rsidRPr="00C14897" w:rsidRDefault="00FF71B8" w:rsidP="00241A37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2"/>
        </w:rPr>
      </w:pPr>
      <w:r w:rsidRPr="00C14897">
        <w:rPr>
          <w:rFonts w:ascii="Times New Roman" w:hAnsi="Times New Roman"/>
          <w:b/>
          <w:color w:val="000000"/>
          <w:spacing w:val="-2"/>
        </w:rPr>
        <w:t xml:space="preserve">                                      </w:t>
      </w:r>
      <w:r>
        <w:rPr>
          <w:rFonts w:ascii="Times New Roman" w:hAnsi="Times New Roman"/>
          <w:b/>
          <w:color w:val="000000"/>
          <w:spacing w:val="-2"/>
        </w:rPr>
        <w:t xml:space="preserve">                    </w:t>
      </w:r>
      <w:r w:rsidRPr="00C14897">
        <w:rPr>
          <w:rFonts w:ascii="Times New Roman" w:hAnsi="Times New Roman"/>
          <w:b/>
          <w:color w:val="000000"/>
          <w:spacing w:val="-2"/>
        </w:rPr>
        <w:t>4. Права и обязанности сторон</w:t>
      </w:r>
    </w:p>
    <w:p w:rsidR="00FF71B8" w:rsidRPr="00C14897" w:rsidRDefault="00FF71B8" w:rsidP="00FB36A2">
      <w:pPr>
        <w:shd w:val="clear" w:color="auto" w:fill="FFFFFF"/>
        <w:spacing w:after="0"/>
        <w:jc w:val="center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b/>
          <w:color w:val="000000"/>
        </w:rPr>
        <w:t>4.1</w:t>
      </w:r>
      <w:r w:rsidRPr="00C14897">
        <w:rPr>
          <w:rFonts w:ascii="Times New Roman" w:hAnsi="Times New Roman"/>
          <w:color w:val="000000"/>
        </w:rPr>
        <w:t xml:space="preserve">. </w:t>
      </w:r>
      <w:r w:rsidRPr="00C14897">
        <w:rPr>
          <w:rFonts w:ascii="Times New Roman" w:hAnsi="Times New Roman"/>
          <w:b/>
          <w:color w:val="000000"/>
        </w:rPr>
        <w:t>Представительный орган муниципального района</w:t>
      </w:r>
      <w:r w:rsidRPr="00C14897">
        <w:rPr>
          <w:rFonts w:ascii="Times New Roman" w:hAnsi="Times New Roman"/>
          <w:color w:val="000000"/>
        </w:rPr>
        <w:t>:</w:t>
      </w:r>
    </w:p>
    <w:p w:rsidR="00FF71B8" w:rsidRPr="00C14897" w:rsidRDefault="00FF71B8" w:rsidP="002F799B">
      <w:pPr>
        <w:shd w:val="clear" w:color="auto" w:fill="FFFFFF"/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 xml:space="preserve">4.1.1) устанавливает в муниципальных правовых актах полномочия КСО </w:t>
      </w:r>
      <w:r>
        <w:rPr>
          <w:rFonts w:ascii="Times New Roman" w:hAnsi="Times New Roman"/>
          <w:color w:val="000000"/>
        </w:rPr>
        <w:t xml:space="preserve">                                   </w:t>
      </w:r>
      <w:r w:rsidRPr="00C14897">
        <w:rPr>
          <w:rFonts w:ascii="Times New Roman" w:hAnsi="Times New Roman"/>
          <w:color w:val="000000"/>
        </w:rPr>
        <w:t>по осуществлению предусмотренных настоящим Соглашением полномочий;</w:t>
      </w:r>
    </w:p>
    <w:p w:rsidR="00FF71B8" w:rsidRPr="00C14897" w:rsidRDefault="00FF71B8" w:rsidP="002F799B">
      <w:pPr>
        <w:shd w:val="clear" w:color="auto" w:fill="FFFFFF"/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4.1.2) устанавливает штатную численность КСО с учетом необходимости осуществления предусмотренных настоящим Соглашением полномочий;</w:t>
      </w:r>
    </w:p>
    <w:p w:rsidR="00FF71B8" w:rsidRPr="00C14897" w:rsidRDefault="00FF71B8" w:rsidP="002F799B">
      <w:pPr>
        <w:shd w:val="clear" w:color="auto" w:fill="FFFFFF"/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FF71B8" w:rsidRPr="00C14897" w:rsidRDefault="00FF71B8" w:rsidP="00241A37">
      <w:pPr>
        <w:shd w:val="clear" w:color="auto" w:fill="FFFFFF"/>
        <w:ind w:firstLine="72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4.1.4) получает от КСО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FF71B8" w:rsidRPr="00C14897" w:rsidRDefault="00FF71B8" w:rsidP="00241A37">
      <w:pPr>
        <w:shd w:val="clear" w:color="auto" w:fill="FFFFFF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b/>
          <w:color w:val="000000"/>
        </w:rPr>
        <w:t xml:space="preserve">                                  </w:t>
      </w:r>
      <w:r>
        <w:rPr>
          <w:rFonts w:ascii="Times New Roman" w:hAnsi="Times New Roman"/>
          <w:b/>
          <w:color w:val="000000"/>
        </w:rPr>
        <w:t xml:space="preserve">                    </w:t>
      </w:r>
      <w:r w:rsidRPr="00C14897">
        <w:rPr>
          <w:rFonts w:ascii="Times New Roman" w:hAnsi="Times New Roman"/>
          <w:b/>
          <w:color w:val="000000"/>
        </w:rPr>
        <w:t xml:space="preserve"> 4.2.</w:t>
      </w:r>
      <w:r w:rsidRPr="00C14897">
        <w:rPr>
          <w:rFonts w:ascii="Times New Roman" w:hAnsi="Times New Roman"/>
          <w:color w:val="000000"/>
        </w:rPr>
        <w:t xml:space="preserve"> </w:t>
      </w:r>
      <w:r w:rsidRPr="00C14897">
        <w:rPr>
          <w:rFonts w:ascii="Times New Roman" w:hAnsi="Times New Roman"/>
          <w:b/>
          <w:color w:val="000000"/>
        </w:rPr>
        <w:t>Контрольно-счетный орган:</w:t>
      </w:r>
    </w:p>
    <w:p w:rsidR="00FF71B8" w:rsidRPr="00C14897" w:rsidRDefault="00FF71B8" w:rsidP="009E6CE6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4.2.1) включает в планы своей работы:</w:t>
      </w:r>
    </w:p>
    <w:p w:rsidR="00FF71B8" w:rsidRPr="00C14897" w:rsidRDefault="00FF71B8" w:rsidP="009E6CE6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 xml:space="preserve">ежегодно - внешнюю проверку годового отчета об исполнении бюджета поселения </w:t>
      </w:r>
      <w:r>
        <w:rPr>
          <w:rFonts w:ascii="Times New Roman" w:hAnsi="Times New Roman"/>
          <w:color w:val="000000"/>
        </w:rPr>
        <w:t xml:space="preserve">                   </w:t>
      </w:r>
      <w:r w:rsidRPr="00C14897">
        <w:rPr>
          <w:rFonts w:ascii="Times New Roman" w:hAnsi="Times New Roman"/>
          <w:color w:val="000000"/>
        </w:rPr>
        <w:t>и экспертизу проекта бюджета поселения;</w:t>
      </w:r>
    </w:p>
    <w:p w:rsidR="00FF71B8" w:rsidRPr="00C14897" w:rsidRDefault="00FF71B8" w:rsidP="00356A90">
      <w:pPr>
        <w:shd w:val="clear" w:color="auto" w:fill="FFFFFF"/>
        <w:spacing w:after="0"/>
        <w:ind w:firstLine="900"/>
        <w:jc w:val="both"/>
        <w:rPr>
          <w:rFonts w:ascii="Times New Roman" w:hAnsi="Times New Roman"/>
        </w:rPr>
      </w:pPr>
      <w:r w:rsidRPr="00C14897">
        <w:rPr>
          <w:rFonts w:ascii="Times New Roman" w:hAnsi="Times New Roman"/>
        </w:rP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FF71B8" w:rsidRPr="00C14897" w:rsidRDefault="00FF71B8" w:rsidP="00356A90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 xml:space="preserve">4.2.2) проводит предусмотренные планом своей работы мероприятия в сроки, определенные по согласованию с инициатором проведения мероприятия (если сроки </w:t>
      </w:r>
      <w:r>
        <w:rPr>
          <w:rFonts w:ascii="Times New Roman" w:hAnsi="Times New Roman"/>
          <w:color w:val="000000"/>
        </w:rPr>
        <w:t xml:space="preserve">                            </w:t>
      </w:r>
      <w:r w:rsidRPr="00C14897">
        <w:rPr>
          <w:rFonts w:ascii="Times New Roman" w:hAnsi="Times New Roman"/>
          <w:color w:val="000000"/>
        </w:rPr>
        <w:t>не установлены законодательством);</w:t>
      </w:r>
    </w:p>
    <w:p w:rsidR="00FF71B8" w:rsidRPr="00C14897" w:rsidRDefault="00FF71B8" w:rsidP="00356A90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4.2.3)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FF71B8" w:rsidRPr="00C14897" w:rsidRDefault="00FF71B8" w:rsidP="00356A90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4.2.4)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FF71B8" w:rsidRPr="00C14897" w:rsidRDefault="00FF71B8" w:rsidP="00356A90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4.2.5) направляет отчеты и заключения по результатам проведенных мероприятий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FF71B8" w:rsidRPr="00C14897" w:rsidRDefault="00FF71B8" w:rsidP="00356A90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4.2.6) размещает информацию о проведенных мероприятиях  на официальном сайте администрации района в сети «Интернет»;</w:t>
      </w:r>
    </w:p>
    <w:p w:rsidR="00FF71B8" w:rsidRPr="00C14897" w:rsidRDefault="00FF71B8" w:rsidP="00356A90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4.2.7)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FF71B8" w:rsidRPr="00C14897" w:rsidRDefault="00FF71B8" w:rsidP="00241A37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 xml:space="preserve">4.2.8) в случае возникновения препятствий для осуществления предусмотренных настоящим Соглашением полномочий может обращаться  в представительный орган поселения  </w:t>
      </w:r>
      <w:r>
        <w:rPr>
          <w:rFonts w:ascii="Times New Roman" w:hAnsi="Times New Roman"/>
          <w:color w:val="000000"/>
        </w:rPr>
        <w:t xml:space="preserve">              </w:t>
      </w:r>
      <w:r w:rsidRPr="00C14897">
        <w:rPr>
          <w:rFonts w:ascii="Times New Roman" w:hAnsi="Times New Roman"/>
          <w:color w:val="000000"/>
        </w:rPr>
        <w:t>с предложениями по их устранению;</w:t>
      </w:r>
    </w:p>
    <w:p w:rsidR="00FF71B8" w:rsidRPr="00C14897" w:rsidRDefault="00FF71B8" w:rsidP="00241A37">
      <w:pPr>
        <w:spacing w:after="0"/>
        <w:ind w:firstLine="709"/>
        <w:jc w:val="both"/>
        <w:rPr>
          <w:rFonts w:ascii="Times New Roman" w:hAnsi="Times New Roman"/>
        </w:rPr>
      </w:pPr>
      <w:r w:rsidRPr="00C14897">
        <w:rPr>
          <w:rFonts w:ascii="Times New Roman" w:hAnsi="Times New Roman"/>
          <w:color w:val="000000"/>
        </w:rPr>
        <w:t xml:space="preserve">4.2.9) </w:t>
      </w:r>
      <w:r w:rsidRPr="00C14897">
        <w:rPr>
          <w:rFonts w:ascii="Times New Roman" w:hAnsi="Times New Roman"/>
        </w:rPr>
        <w:t>обеспечивает использование средств, предусмотренных настоящим Соглашением иных межбюджетных трансфертов на оплату труда своих работников с начислениями, материально-техническое обеспечение своей деятельности и прочие услуги;</w:t>
      </w:r>
    </w:p>
    <w:p w:rsidR="00FF71B8" w:rsidRDefault="00FF71B8" w:rsidP="00241A37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4.1.10)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иных межбюджетных трансфертов в бюджет муниципального района.</w:t>
      </w:r>
    </w:p>
    <w:p w:rsidR="00FF71B8" w:rsidRPr="00C14897" w:rsidRDefault="00FF71B8" w:rsidP="00241A37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</w:p>
    <w:p w:rsidR="00FF71B8" w:rsidRPr="00C14897" w:rsidRDefault="00FF71B8" w:rsidP="00241A37">
      <w:pPr>
        <w:shd w:val="clear" w:color="auto" w:fill="FFFFFF"/>
        <w:rPr>
          <w:rFonts w:ascii="Times New Roman" w:hAnsi="Times New Roman"/>
          <w:b/>
          <w:color w:val="000000"/>
        </w:rPr>
      </w:pPr>
      <w:r w:rsidRPr="00C14897">
        <w:rPr>
          <w:rFonts w:ascii="Times New Roman" w:hAnsi="Times New Roman"/>
          <w:b/>
          <w:color w:val="000000"/>
        </w:rPr>
        <w:t xml:space="preserve">                                </w:t>
      </w:r>
      <w:r>
        <w:rPr>
          <w:rFonts w:ascii="Times New Roman" w:hAnsi="Times New Roman"/>
          <w:b/>
          <w:color w:val="000000"/>
        </w:rPr>
        <w:t xml:space="preserve">        </w:t>
      </w:r>
      <w:r w:rsidRPr="00C14897">
        <w:rPr>
          <w:rFonts w:ascii="Times New Roman" w:hAnsi="Times New Roman"/>
          <w:b/>
          <w:color w:val="000000"/>
        </w:rPr>
        <w:t xml:space="preserve">         4.3 Представительный орган поселения:</w:t>
      </w:r>
    </w:p>
    <w:p w:rsidR="00FF71B8" w:rsidRPr="00C14897" w:rsidRDefault="00FF71B8" w:rsidP="00356A90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 xml:space="preserve">4.3.1) утверждает в решении о бюджете поселения иные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порядком, </w:t>
      </w:r>
      <w:r>
        <w:rPr>
          <w:rFonts w:ascii="Times New Roman" w:hAnsi="Times New Roman"/>
          <w:color w:val="000000"/>
        </w:rPr>
        <w:t xml:space="preserve">                      </w:t>
      </w:r>
      <w:r w:rsidRPr="00C14897">
        <w:rPr>
          <w:rFonts w:ascii="Times New Roman" w:hAnsi="Times New Roman"/>
          <w:color w:val="000000"/>
        </w:rPr>
        <w:t>и обеспечивает их перечисление в бюджет муниципального района;</w:t>
      </w:r>
    </w:p>
    <w:p w:rsidR="00FF71B8" w:rsidRPr="00C14897" w:rsidRDefault="00FF71B8" w:rsidP="00356A90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 xml:space="preserve">4.3.2) направляет в КСО предложения о проведении контрольных   и экспертно-аналитических мероприятий, которые могут включать рекомендации по срокам, целям, задачам </w:t>
      </w:r>
      <w:r>
        <w:rPr>
          <w:rFonts w:ascii="Times New Roman" w:hAnsi="Times New Roman"/>
          <w:color w:val="000000"/>
        </w:rPr>
        <w:t xml:space="preserve">               </w:t>
      </w:r>
      <w:r w:rsidRPr="00C14897">
        <w:rPr>
          <w:rFonts w:ascii="Times New Roman" w:hAnsi="Times New Roman"/>
          <w:color w:val="000000"/>
        </w:rPr>
        <w:t>и исполнителям проводимых мероприятий;</w:t>
      </w:r>
    </w:p>
    <w:p w:rsidR="00FF71B8" w:rsidRPr="00C14897" w:rsidRDefault="00FF71B8" w:rsidP="009E6CE6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4.3.3) рассматривает отчеты и заключения, а также предлож</w:t>
      </w:r>
      <w:r>
        <w:rPr>
          <w:rFonts w:ascii="Times New Roman" w:hAnsi="Times New Roman"/>
          <w:color w:val="000000"/>
        </w:rPr>
        <w:t>ения КСО</w:t>
      </w:r>
      <w:r w:rsidRPr="00C14897">
        <w:rPr>
          <w:rFonts w:ascii="Times New Roman" w:hAnsi="Times New Roman"/>
          <w:color w:val="000000"/>
        </w:rPr>
        <w:t xml:space="preserve"> по результатам проведения контрольных и экспертно-аналитических мероприятий;</w:t>
      </w:r>
    </w:p>
    <w:p w:rsidR="00FF71B8" w:rsidRPr="00C14897" w:rsidRDefault="00FF71B8" w:rsidP="009E6CE6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4.3.4) рассматривает обращения КСО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FF71B8" w:rsidRPr="00C14897" w:rsidRDefault="00FF71B8" w:rsidP="00356A90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4.3.5) получает информацию об осуществлении предусмотренных настоящим Соглашением полномочий;</w:t>
      </w:r>
    </w:p>
    <w:p w:rsidR="00FF71B8" w:rsidRPr="00C14897" w:rsidRDefault="00FF71B8" w:rsidP="00356A90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4.3.6) имеет право приостановить перечисление предусмотренных настоящим Соглашением иных межбюджетных трансфертов в случае невыполнения  КСО своих обязательств.</w:t>
      </w:r>
    </w:p>
    <w:p w:rsidR="00FF71B8" w:rsidRPr="00C14897" w:rsidRDefault="00FF71B8" w:rsidP="00356A90">
      <w:pPr>
        <w:shd w:val="clear" w:color="auto" w:fill="FFFFFF"/>
        <w:spacing w:after="0"/>
        <w:ind w:firstLine="90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4.4. Стороны имеют право принимать иные меры, необходимые для реализации настоящего Соглашения.</w:t>
      </w:r>
      <w:r w:rsidRPr="00C14897">
        <w:rPr>
          <w:rFonts w:ascii="Times New Roman" w:hAnsi="Times New Roman"/>
          <w:b/>
          <w:color w:val="000000"/>
          <w:spacing w:val="-2"/>
        </w:rPr>
        <w:t xml:space="preserve"> </w:t>
      </w:r>
    </w:p>
    <w:p w:rsidR="00FF71B8" w:rsidRPr="00C14897" w:rsidRDefault="00FF71B8" w:rsidP="00241A37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2"/>
        </w:rPr>
      </w:pPr>
      <w:r w:rsidRPr="00C14897">
        <w:rPr>
          <w:rFonts w:ascii="Times New Roman" w:hAnsi="Times New Roman"/>
          <w:b/>
          <w:color w:val="000000"/>
          <w:spacing w:val="-2"/>
        </w:rPr>
        <w:t xml:space="preserve">                                                         </w:t>
      </w:r>
      <w:r>
        <w:rPr>
          <w:rFonts w:ascii="Times New Roman" w:hAnsi="Times New Roman"/>
          <w:b/>
          <w:color w:val="000000"/>
          <w:spacing w:val="-2"/>
        </w:rPr>
        <w:t xml:space="preserve">          </w:t>
      </w:r>
      <w:r w:rsidRPr="00C14897">
        <w:rPr>
          <w:rFonts w:ascii="Times New Roman" w:hAnsi="Times New Roman"/>
          <w:b/>
          <w:color w:val="000000"/>
          <w:spacing w:val="-2"/>
        </w:rPr>
        <w:t xml:space="preserve"> 5. Ответственность сторон</w:t>
      </w:r>
    </w:p>
    <w:p w:rsidR="00FF71B8" w:rsidRPr="00C14897" w:rsidRDefault="00FF71B8" w:rsidP="00356A9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 с законодательством Российской Федерации и настоящим Соглашением.</w:t>
      </w:r>
    </w:p>
    <w:p w:rsidR="00FF71B8" w:rsidRPr="00C14897" w:rsidRDefault="00FF71B8" w:rsidP="00356A90">
      <w:pPr>
        <w:spacing w:after="0"/>
        <w:ind w:firstLine="709"/>
        <w:jc w:val="both"/>
        <w:rPr>
          <w:rFonts w:ascii="Times New Roman" w:hAnsi="Times New Roman"/>
        </w:rPr>
      </w:pPr>
      <w:r w:rsidRPr="00C14897">
        <w:rPr>
          <w:rFonts w:ascii="Times New Roman" w:hAnsi="Times New Roman"/>
        </w:rPr>
        <w:t xml:space="preserve">5.2. В случае неисполнения (ненадлежащего исполнения) контрольно-счетным органом района предусмотренных настоящим Соглашением полномочий, из бюджета муниципального района обеспечивается возврат в бюджет поселения части объема предусмотренных настоящим Соглашением иных межбюджетных трансфертов, приходящейся на не проведенные </w:t>
      </w:r>
      <w:r>
        <w:rPr>
          <w:rFonts w:ascii="Times New Roman" w:hAnsi="Times New Roman"/>
        </w:rPr>
        <w:t xml:space="preserve">                            </w:t>
      </w:r>
      <w:r w:rsidRPr="00C14897">
        <w:rPr>
          <w:rFonts w:ascii="Times New Roman" w:hAnsi="Times New Roman"/>
        </w:rPr>
        <w:t>(не надлежаще проведенные) мероприятия.</w:t>
      </w:r>
    </w:p>
    <w:p w:rsidR="00FF71B8" w:rsidRPr="00C14897" w:rsidRDefault="00FF71B8" w:rsidP="00241A37">
      <w:pPr>
        <w:ind w:firstLine="709"/>
        <w:jc w:val="both"/>
        <w:rPr>
          <w:rFonts w:ascii="Times New Roman" w:hAnsi="Times New Roman"/>
        </w:rPr>
      </w:pPr>
      <w:r w:rsidRPr="00C14897">
        <w:rPr>
          <w:rFonts w:ascii="Times New Roman" w:hAnsi="Times New Roman"/>
        </w:rPr>
        <w:t xml:space="preserve">5.3. В случае не перечисления (неполного перечисления) в бюджет Ермаковского района иных межбюджетных трансфертов по истечении 15 рабочих дней </w:t>
      </w:r>
      <w:r>
        <w:rPr>
          <w:rFonts w:ascii="Times New Roman" w:hAnsi="Times New Roman"/>
        </w:rPr>
        <w:t xml:space="preserve"> </w:t>
      </w:r>
      <w:r w:rsidRPr="00C14897">
        <w:rPr>
          <w:rFonts w:ascii="Times New Roman" w:hAnsi="Times New Roman"/>
        </w:rPr>
        <w:t xml:space="preserve"> с предусмотренной настоящим Соглашением даты, представительный орган поселения обеспечивает перечисление в бюджет муниципального района дополнительного объема иных межбюджетных трансфертов в размере 10% от не перечисленной суммы.</w:t>
      </w:r>
    </w:p>
    <w:p w:rsidR="00FF71B8" w:rsidRPr="00C14897" w:rsidRDefault="00FF71B8" w:rsidP="00241A37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2"/>
        </w:rPr>
      </w:pPr>
      <w:r w:rsidRPr="00C14897">
        <w:rPr>
          <w:rFonts w:ascii="Times New Roman" w:hAnsi="Times New Roman"/>
          <w:b/>
          <w:color w:val="000000"/>
          <w:spacing w:val="-2"/>
        </w:rPr>
        <w:t xml:space="preserve">                                    </w:t>
      </w:r>
      <w:r>
        <w:rPr>
          <w:rFonts w:ascii="Times New Roman" w:hAnsi="Times New Roman"/>
          <w:b/>
          <w:color w:val="000000"/>
          <w:spacing w:val="-2"/>
        </w:rPr>
        <w:t xml:space="preserve">                </w:t>
      </w:r>
      <w:r w:rsidRPr="00C14897">
        <w:rPr>
          <w:rFonts w:ascii="Times New Roman" w:hAnsi="Times New Roman"/>
          <w:b/>
          <w:color w:val="000000"/>
          <w:spacing w:val="-2"/>
        </w:rPr>
        <w:t xml:space="preserve">     6. Заключительные положения</w:t>
      </w:r>
    </w:p>
    <w:p w:rsidR="00FF71B8" w:rsidRPr="00C14897" w:rsidRDefault="00FF71B8" w:rsidP="00356A90">
      <w:pPr>
        <w:shd w:val="clear" w:color="auto" w:fill="FFFFFF"/>
        <w:spacing w:after="0"/>
        <w:jc w:val="both"/>
        <w:rPr>
          <w:rFonts w:ascii="Times New Roman" w:hAnsi="Times New Roman"/>
        </w:rPr>
      </w:pPr>
      <w:r w:rsidRPr="00C14897">
        <w:rPr>
          <w:rFonts w:ascii="Times New Roman" w:hAnsi="Times New Roman"/>
          <w:color w:val="000000"/>
        </w:rPr>
        <w:t xml:space="preserve">             6.1. Настоящее Соглашение вступает в силу с</w:t>
      </w:r>
      <w:r w:rsidRPr="00C14897">
        <w:rPr>
          <w:rFonts w:ascii="Times New Roman" w:hAnsi="Times New Roman"/>
        </w:rPr>
        <w:t xml:space="preserve"> 01.01.2023г по 31.12.2025г.</w:t>
      </w:r>
    </w:p>
    <w:p w:rsidR="00FF71B8" w:rsidRPr="00C14897" w:rsidRDefault="00FF71B8" w:rsidP="00356A9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6.2. Изменения и дополнения в настоящее Соглашение могут быть внесены по взаимному согласию Сторон путем составл</w:t>
      </w:r>
      <w:r>
        <w:rPr>
          <w:rFonts w:ascii="Times New Roman" w:hAnsi="Times New Roman"/>
          <w:color w:val="000000"/>
        </w:rPr>
        <w:t>ения дополнительного соглашения</w:t>
      </w:r>
      <w:r w:rsidRPr="00C14897">
        <w:rPr>
          <w:rFonts w:ascii="Times New Roman" w:hAnsi="Times New Roman"/>
          <w:color w:val="000000"/>
        </w:rPr>
        <w:t xml:space="preserve"> в письменной форме, являющегося неотъемлемой частью настоящего Соглашения.</w:t>
      </w:r>
    </w:p>
    <w:p w:rsidR="00FF71B8" w:rsidRPr="00C14897" w:rsidRDefault="00FF71B8" w:rsidP="00241A37">
      <w:pPr>
        <w:shd w:val="clear" w:color="auto" w:fill="FFFFFF"/>
        <w:ind w:firstLine="72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 xml:space="preserve">6.3. Действие настоящего Соглашения может быть прекращено досрочно в течении месяца по соглашению Сторон либо в случае направления представительным органом муниципального района, или КСО или представительным органом поселения другим сторонам уведомления  </w:t>
      </w:r>
      <w:r>
        <w:rPr>
          <w:rFonts w:ascii="Times New Roman" w:hAnsi="Times New Roman"/>
          <w:color w:val="000000"/>
        </w:rPr>
        <w:t xml:space="preserve">                 </w:t>
      </w:r>
      <w:r w:rsidRPr="00C14897">
        <w:rPr>
          <w:rFonts w:ascii="Times New Roman" w:hAnsi="Times New Roman"/>
          <w:color w:val="000000"/>
        </w:rPr>
        <w:t xml:space="preserve"> о расторжении Соглашения. </w:t>
      </w:r>
    </w:p>
    <w:p w:rsidR="00FF71B8" w:rsidRPr="00C14897" w:rsidRDefault="00FF71B8" w:rsidP="00241A37">
      <w:pPr>
        <w:shd w:val="clear" w:color="auto" w:fill="FFFFFF"/>
        <w:ind w:firstLine="72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6.4. Соглашение прекращает действие после окончания проводимы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FF71B8" w:rsidRPr="00C14897" w:rsidRDefault="00FF71B8" w:rsidP="00241A37">
      <w:pPr>
        <w:shd w:val="clear" w:color="auto" w:fill="FFFFFF"/>
        <w:ind w:firstLine="72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района оп</w:t>
      </w:r>
      <w:r>
        <w:rPr>
          <w:rFonts w:ascii="Times New Roman" w:hAnsi="Times New Roman"/>
          <w:color w:val="000000"/>
        </w:rPr>
        <w:t>ределенную</w:t>
      </w:r>
      <w:r w:rsidRPr="00C14897">
        <w:rPr>
          <w:rFonts w:ascii="Times New Roman" w:hAnsi="Times New Roman"/>
          <w:color w:val="000000"/>
        </w:rPr>
        <w:t xml:space="preserve"> в соответствии </w:t>
      </w:r>
      <w:r>
        <w:rPr>
          <w:rFonts w:ascii="Times New Roman" w:hAnsi="Times New Roman"/>
          <w:color w:val="000000"/>
        </w:rPr>
        <w:t xml:space="preserve">                 </w:t>
      </w:r>
      <w:r w:rsidRPr="00C14897">
        <w:rPr>
          <w:rFonts w:ascii="Times New Roman" w:hAnsi="Times New Roman"/>
          <w:color w:val="000000"/>
        </w:rPr>
        <w:t>с настоящим Соглашением часть объема иных межбюджетных трансфертов, приходящуюся на проведенные мероприятия.</w:t>
      </w:r>
    </w:p>
    <w:p w:rsidR="00FF71B8" w:rsidRPr="00C14897" w:rsidRDefault="00FF71B8" w:rsidP="00356A90">
      <w:pPr>
        <w:shd w:val="clear" w:color="auto" w:fill="FFFFFF"/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 xml:space="preserve">6.6. При прекращении действия Соглашения представительный орган района обеспечивает возврат в бюджет поселения определенную в соответствии с настоящим Соглашением часть объема иных </w:t>
      </w:r>
    </w:p>
    <w:p w:rsidR="00FF71B8" w:rsidRPr="00C14897" w:rsidRDefault="00FF71B8" w:rsidP="00356A90">
      <w:pPr>
        <w:shd w:val="clear" w:color="auto" w:fill="FFFFFF"/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межбюджетных трансфертов, приходящуюся на не проведенные мероприятия.</w:t>
      </w:r>
    </w:p>
    <w:p w:rsidR="00FF71B8" w:rsidRPr="00C14897" w:rsidRDefault="00FF71B8" w:rsidP="00356A90">
      <w:pPr>
        <w:shd w:val="clear" w:color="auto" w:fill="FFFFFF"/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FF71B8" w:rsidRDefault="00FF71B8" w:rsidP="00356A90">
      <w:pPr>
        <w:shd w:val="clear" w:color="auto" w:fill="FFFFFF"/>
        <w:spacing w:after="0"/>
        <w:ind w:firstLine="720"/>
        <w:jc w:val="both"/>
        <w:rPr>
          <w:rFonts w:ascii="Times New Roman" w:hAnsi="Times New Roman"/>
          <w:b/>
        </w:rPr>
      </w:pPr>
      <w:r w:rsidRPr="00C14897">
        <w:rPr>
          <w:rFonts w:ascii="Times New Roman" w:hAnsi="Times New Roman"/>
          <w:color w:val="000000"/>
        </w:rPr>
        <w:t xml:space="preserve">6.8. Настоящее Соглашение составлено в трех экземплярах, имеющих одинаковую юридическую силу, по одному экземпляру для каждой из Сторон.  </w:t>
      </w:r>
      <w:r w:rsidRPr="00C14897">
        <w:rPr>
          <w:rFonts w:ascii="Times New Roman" w:hAnsi="Times New Roman"/>
          <w:b/>
        </w:rPr>
        <w:t xml:space="preserve">  </w:t>
      </w:r>
    </w:p>
    <w:p w:rsidR="00FF71B8" w:rsidRPr="00C14897" w:rsidRDefault="00FF71B8" w:rsidP="00356A90">
      <w:pPr>
        <w:shd w:val="clear" w:color="auto" w:fill="FFFFFF"/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C14897">
        <w:rPr>
          <w:rFonts w:ascii="Times New Roman" w:hAnsi="Times New Roman"/>
          <w:b/>
        </w:rPr>
        <w:t xml:space="preserve">           </w:t>
      </w:r>
    </w:p>
    <w:p w:rsidR="00FF71B8" w:rsidRPr="009E6CE6" w:rsidRDefault="00FF71B8" w:rsidP="009E6CE6">
      <w:pPr>
        <w:ind w:firstLine="709"/>
        <w:rPr>
          <w:rFonts w:ascii="Times New Roman" w:hAnsi="Times New Roman"/>
          <w:b/>
        </w:rPr>
      </w:pPr>
      <w:r w:rsidRPr="00C14897">
        <w:rPr>
          <w:rFonts w:ascii="Times New Roman" w:hAnsi="Times New Roman"/>
          <w:b/>
        </w:rPr>
        <w:t xml:space="preserve">                                </w:t>
      </w:r>
      <w:r>
        <w:rPr>
          <w:rFonts w:ascii="Times New Roman" w:hAnsi="Times New Roman"/>
          <w:b/>
        </w:rPr>
        <w:t xml:space="preserve">            </w:t>
      </w:r>
      <w:r w:rsidRPr="00C14897">
        <w:rPr>
          <w:rFonts w:ascii="Times New Roman" w:hAnsi="Times New Roman"/>
          <w:b/>
        </w:rPr>
        <w:t xml:space="preserve">      7. Подписи сторон</w:t>
      </w:r>
    </w:p>
    <w:p w:rsidR="00FF71B8" w:rsidRPr="00C14897" w:rsidRDefault="00FF71B8" w:rsidP="00241A37">
      <w:pPr>
        <w:spacing w:after="0"/>
        <w:jc w:val="both"/>
        <w:rPr>
          <w:rFonts w:ascii="Times New Roman" w:hAnsi="Times New Roman"/>
        </w:rPr>
      </w:pPr>
      <w:r w:rsidRPr="00C14897">
        <w:rPr>
          <w:rFonts w:ascii="Times New Roman" w:hAnsi="Times New Roman"/>
        </w:rPr>
        <w:t xml:space="preserve">Председатель Ермаковского районного </w:t>
      </w:r>
    </w:p>
    <w:p w:rsidR="00FF71B8" w:rsidRPr="00C14897" w:rsidRDefault="00FF71B8" w:rsidP="009E6CE6">
      <w:pPr>
        <w:spacing w:after="0"/>
        <w:jc w:val="both"/>
        <w:rPr>
          <w:rFonts w:ascii="Times New Roman" w:hAnsi="Times New Roman"/>
        </w:rPr>
      </w:pPr>
      <w:r w:rsidRPr="00C14897">
        <w:rPr>
          <w:rFonts w:ascii="Times New Roman" w:hAnsi="Times New Roman"/>
        </w:rPr>
        <w:t xml:space="preserve">Совета депутатов </w:t>
      </w:r>
      <w:r w:rsidRPr="00C14897">
        <w:rPr>
          <w:rFonts w:ascii="Times New Roman" w:hAnsi="Times New Roman"/>
        </w:rPr>
        <w:tab/>
      </w:r>
      <w:r w:rsidRPr="00C14897">
        <w:rPr>
          <w:rFonts w:ascii="Times New Roman" w:hAnsi="Times New Roman"/>
        </w:rPr>
        <w:tab/>
      </w:r>
      <w:r w:rsidRPr="00C14897">
        <w:rPr>
          <w:rFonts w:ascii="Times New Roman" w:hAnsi="Times New Roman"/>
        </w:rPr>
        <w:tab/>
        <w:t>__________________В.И. Форсель</w:t>
      </w:r>
    </w:p>
    <w:p w:rsidR="00FF71B8" w:rsidRDefault="00FF71B8" w:rsidP="00241A37">
      <w:pPr>
        <w:spacing w:after="0"/>
        <w:jc w:val="both"/>
        <w:rPr>
          <w:rFonts w:ascii="Times New Roman" w:hAnsi="Times New Roman"/>
        </w:rPr>
      </w:pPr>
    </w:p>
    <w:p w:rsidR="00FF71B8" w:rsidRPr="00C14897" w:rsidRDefault="00FF71B8" w:rsidP="00241A3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Председатель Танзыбейского</w:t>
      </w:r>
    </w:p>
    <w:p w:rsidR="00FF71B8" w:rsidRDefault="00FF71B8" w:rsidP="009E6CE6">
      <w:pPr>
        <w:spacing w:after="0"/>
        <w:jc w:val="both"/>
        <w:rPr>
          <w:rFonts w:ascii="Times New Roman" w:hAnsi="Times New Roman"/>
        </w:rPr>
      </w:pPr>
      <w:r w:rsidRPr="00C14897">
        <w:rPr>
          <w:rFonts w:ascii="Times New Roman" w:hAnsi="Times New Roman"/>
        </w:rPr>
        <w:t xml:space="preserve">сельского Совета депутатов </w:t>
      </w:r>
      <w:r w:rsidRPr="00C1489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 А.М. Крючкова</w:t>
      </w:r>
    </w:p>
    <w:p w:rsidR="00FF71B8" w:rsidRPr="00C14897" w:rsidRDefault="00FF71B8" w:rsidP="009E6CE6">
      <w:pPr>
        <w:spacing w:after="0"/>
        <w:jc w:val="both"/>
        <w:rPr>
          <w:rFonts w:ascii="Times New Roman" w:hAnsi="Times New Roman"/>
        </w:rPr>
      </w:pPr>
    </w:p>
    <w:p w:rsidR="00FF71B8" w:rsidRPr="00C14897" w:rsidRDefault="00FF71B8" w:rsidP="00241A37">
      <w:pPr>
        <w:spacing w:after="0"/>
        <w:jc w:val="both"/>
        <w:rPr>
          <w:rFonts w:ascii="Times New Roman" w:hAnsi="Times New Roman"/>
        </w:rPr>
      </w:pPr>
      <w:r w:rsidRPr="00C14897">
        <w:rPr>
          <w:rFonts w:ascii="Times New Roman" w:hAnsi="Times New Roman"/>
        </w:rPr>
        <w:t>Председатель Контрольно-счетного органа</w:t>
      </w:r>
    </w:p>
    <w:p w:rsidR="00FF71B8" w:rsidRPr="00C14897" w:rsidRDefault="00FF71B8" w:rsidP="00241A37">
      <w:pPr>
        <w:spacing w:after="0"/>
        <w:jc w:val="both"/>
        <w:rPr>
          <w:rFonts w:ascii="Times New Roman" w:hAnsi="Times New Roman"/>
        </w:rPr>
      </w:pPr>
      <w:r w:rsidRPr="00C14897">
        <w:rPr>
          <w:rFonts w:ascii="Times New Roman" w:hAnsi="Times New Roman"/>
        </w:rPr>
        <w:t xml:space="preserve">Ермаковского района </w:t>
      </w:r>
      <w:r w:rsidRPr="00C14897">
        <w:rPr>
          <w:rFonts w:ascii="Times New Roman" w:hAnsi="Times New Roman"/>
        </w:rPr>
        <w:tab/>
      </w:r>
      <w:r w:rsidRPr="00C14897">
        <w:rPr>
          <w:rFonts w:ascii="Times New Roman" w:hAnsi="Times New Roman"/>
        </w:rPr>
        <w:tab/>
      </w:r>
      <w:r w:rsidRPr="00C14897">
        <w:rPr>
          <w:rFonts w:ascii="Times New Roman" w:hAnsi="Times New Roman"/>
        </w:rPr>
        <w:tab/>
        <w:t>_________________</w:t>
      </w:r>
      <w:r>
        <w:rPr>
          <w:rFonts w:ascii="Times New Roman" w:hAnsi="Times New Roman"/>
        </w:rPr>
        <w:t xml:space="preserve"> </w:t>
      </w:r>
      <w:r w:rsidRPr="00C14897">
        <w:rPr>
          <w:rFonts w:ascii="Times New Roman" w:hAnsi="Times New Roman"/>
        </w:rPr>
        <w:t>Н.Н. Фирсова</w:t>
      </w:r>
    </w:p>
    <w:p w:rsidR="00FF71B8" w:rsidRDefault="00FF71B8" w:rsidP="00C14897">
      <w:pPr>
        <w:spacing w:after="0"/>
        <w:rPr>
          <w:rFonts w:ascii="Times New Roman" w:hAnsi="Times New Roman"/>
        </w:rPr>
      </w:pPr>
    </w:p>
    <w:p w:rsidR="00FF71B8" w:rsidRDefault="00FF71B8" w:rsidP="00C14897">
      <w:pPr>
        <w:spacing w:after="0"/>
        <w:rPr>
          <w:rFonts w:ascii="Times New Roman" w:hAnsi="Times New Roman"/>
          <w:sz w:val="24"/>
          <w:szCs w:val="24"/>
        </w:rPr>
      </w:pPr>
    </w:p>
    <w:p w:rsidR="00FF71B8" w:rsidRDefault="00FF71B8" w:rsidP="00356A90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F71B8" w:rsidRDefault="00FF71B8" w:rsidP="00356A90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F71B8" w:rsidRDefault="00FF71B8" w:rsidP="00356A90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</w:p>
    <w:p w:rsidR="00FF71B8" w:rsidRDefault="00FF71B8" w:rsidP="00DB4EB6">
      <w:pPr>
        <w:spacing w:after="0"/>
        <w:rPr>
          <w:rFonts w:ascii="Times New Roman" w:hAnsi="Times New Roman"/>
          <w:sz w:val="20"/>
          <w:szCs w:val="20"/>
        </w:rPr>
      </w:pPr>
    </w:p>
    <w:p w:rsidR="00FF71B8" w:rsidRPr="00E97373" w:rsidRDefault="00FF71B8" w:rsidP="00DD502F">
      <w:pPr>
        <w:spacing w:after="0"/>
        <w:ind w:firstLine="709"/>
        <w:jc w:val="right"/>
        <w:rPr>
          <w:rFonts w:ascii="Times New Roman" w:hAnsi="Times New Roman"/>
          <w:sz w:val="18"/>
          <w:szCs w:val="18"/>
        </w:rPr>
      </w:pPr>
      <w:r w:rsidRPr="00E97373">
        <w:rPr>
          <w:rFonts w:ascii="Times New Roman" w:hAnsi="Times New Roman"/>
          <w:sz w:val="18"/>
          <w:szCs w:val="18"/>
        </w:rPr>
        <w:t>Приложение</w:t>
      </w:r>
    </w:p>
    <w:p w:rsidR="00FF71B8" w:rsidRPr="00E97373" w:rsidRDefault="00FF71B8" w:rsidP="00C14897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E97373">
        <w:rPr>
          <w:rFonts w:ascii="Times New Roman" w:hAnsi="Times New Roman"/>
          <w:sz w:val="18"/>
          <w:szCs w:val="18"/>
        </w:rPr>
        <w:t xml:space="preserve">к соглашению о передаче полномочий </w:t>
      </w:r>
    </w:p>
    <w:p w:rsidR="00FF71B8" w:rsidRPr="00E97373" w:rsidRDefault="00FF71B8" w:rsidP="00C14897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E97373">
        <w:rPr>
          <w:rFonts w:ascii="Times New Roman" w:hAnsi="Times New Roman"/>
          <w:sz w:val="18"/>
          <w:szCs w:val="18"/>
        </w:rPr>
        <w:t xml:space="preserve">по осуществлению внешнего муниципального </w:t>
      </w:r>
    </w:p>
    <w:p w:rsidR="00FF71B8" w:rsidRDefault="00FF71B8" w:rsidP="00C14897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E97373">
        <w:rPr>
          <w:rFonts w:ascii="Times New Roman" w:hAnsi="Times New Roman"/>
          <w:sz w:val="18"/>
          <w:szCs w:val="18"/>
        </w:rPr>
        <w:t>финансового контроля</w:t>
      </w:r>
    </w:p>
    <w:p w:rsidR="00FF71B8" w:rsidRPr="00E97373" w:rsidRDefault="00FF71B8" w:rsidP="00C14897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от _____   ________2022</w:t>
      </w:r>
    </w:p>
    <w:p w:rsidR="00FF71B8" w:rsidRPr="002C6CC7" w:rsidRDefault="00FF71B8" w:rsidP="002C6CC7">
      <w:pPr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 xml:space="preserve">                                                                     </w:t>
      </w:r>
      <w:r w:rsidRPr="00C14897">
        <w:rPr>
          <w:rFonts w:ascii="Times New Roman" w:hAnsi="Times New Roman"/>
          <w:b/>
        </w:rPr>
        <w:t>МЕТОДИКА РАСЧЕТА</w:t>
      </w:r>
    </w:p>
    <w:p w:rsidR="00FF71B8" w:rsidRPr="00C14897" w:rsidRDefault="00FF71B8" w:rsidP="00E97373">
      <w:pPr>
        <w:spacing w:after="0"/>
        <w:ind w:firstLine="709"/>
        <w:jc w:val="center"/>
        <w:rPr>
          <w:rFonts w:ascii="Times New Roman" w:hAnsi="Times New Roman"/>
        </w:rPr>
      </w:pPr>
      <w:r w:rsidRPr="00C14897">
        <w:rPr>
          <w:rFonts w:ascii="Times New Roman" w:hAnsi="Times New Roman"/>
        </w:rPr>
        <w:t xml:space="preserve"> Иных межбюджетных трансфертов на осуществление Контрольно-счетным органом Ермаковского района</w:t>
      </w:r>
      <w:r w:rsidRPr="00C14897">
        <w:rPr>
          <w:rFonts w:ascii="Times New Roman" w:hAnsi="Times New Roman"/>
          <w:i/>
        </w:rPr>
        <w:t xml:space="preserve"> </w:t>
      </w:r>
      <w:r w:rsidRPr="00C14897">
        <w:rPr>
          <w:rFonts w:ascii="Times New Roman" w:hAnsi="Times New Roman"/>
        </w:rPr>
        <w:t>полномочий контрольно-счетных органов поселений по внешнему финансовому контролю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1. Настоящая Методика определяет порядок расчета объемов иных межбюджетных трансфертов, передаваемых из бюджетов поселений в бюджет Ермаковского района (далее – иные межбюджетные трансферты), при передаче полномочий контрольно-счетных органов поселений по осуществлению внешнего муниципального финансового контроля.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2. Иные межбюджетные трансферты предоставляются в целях финансового обеспечения деятельности Контрольно-счетного органа Ермаковского района в связи с осуществлением мероприятий в рамках передаваемых ей полномочий поселений в области внешнего муниципального финансового контроля, указанных в пункте 1 настоящей Методики.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 xml:space="preserve">3. Объемы иных межбюджетных трансфертов, предоставляемых из бюджетов поселений </w:t>
      </w:r>
      <w:r>
        <w:rPr>
          <w:rFonts w:ascii="Times New Roman" w:hAnsi="Times New Roman"/>
        </w:rPr>
        <w:t xml:space="preserve">            </w:t>
      </w:r>
      <w:r w:rsidRPr="00D153F8">
        <w:rPr>
          <w:rFonts w:ascii="Times New Roman" w:hAnsi="Times New Roman"/>
        </w:rPr>
        <w:t>в бюджет Ермаковского района, определяются с учетом необходимости обеспечения: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- затрат на оплату труда с начислениями работника Контрольно-счетного органа Ермаковского района, осуществляющего переданные полномочия, с учетом индексации в порядке, установленном действующим законодательством;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- иных затрат (материально-технического обеспечения, в том числе обеспечения компьютерной  и оргтехникой, материальными запасами и иными средствами, необходимыми для исполнения полномочий, оплаты командировочных расходов и прочие работы, услуги).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4.  Общий размер иного межбюджетного трансферта определяется: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 xml:space="preserve">ОМБ = ФОТ /12 + Киз 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где: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ОМБ -  общий размер иного межбюджетного трансферта;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ФОТ - фонд оплаты труда работника, осуществляющего переданные полномочия. В указанный норматив включаются расходы на оплату труда работника Контрольно-счетного органа со всеми надбавками и начисления на заработную плату, в соответствии с 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</w:t>
      </w:r>
      <w:r>
        <w:rPr>
          <w:rFonts w:ascii="Times New Roman" w:hAnsi="Times New Roman"/>
        </w:rPr>
        <w:t xml:space="preserve"> осуществляющих свои полномочия</w:t>
      </w:r>
      <w:r w:rsidRPr="00D153F8">
        <w:rPr>
          <w:rFonts w:ascii="Times New Roman" w:hAnsi="Times New Roman"/>
        </w:rPr>
        <w:t xml:space="preserve"> на постоянной основе, лиц, замещающих иные муниципальные должности, и муниципальных служащих»;          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Киз - коэффициент иных затрат, установленный равным 25 процентов от величины ФОТ/12 и может изменяться в связи с изменением методов работы и уровня автоматизации.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5. Размер иного межбюджетного трансферта, передаваемый поселением в бюджет Ермаковского района на исполнение переданных полномочий определяется: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МБ = ОМБ / Кп , где: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МБ – размер иного межбюджетного трансферта, передаваемый поселением в бюджет Ермаковского района на исполнение переданных полномочий;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ОМБ -  общий размер иного межбюджетного трансферта;</w:t>
      </w:r>
    </w:p>
    <w:p w:rsidR="00FF71B8" w:rsidRPr="00D153F8" w:rsidRDefault="00FF71B8" w:rsidP="00C1489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Кп - количество поселений в районе.</w:t>
      </w:r>
    </w:p>
    <w:p w:rsidR="00FF71B8" w:rsidRPr="00D153F8" w:rsidRDefault="00FF71B8" w:rsidP="00E97373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6. При расчете иных межбюджетных трансфертов сумма округляется до целого числа.</w:t>
      </w:r>
    </w:p>
    <w:p w:rsidR="00FF71B8" w:rsidRPr="00D153F8" w:rsidRDefault="00FF71B8" w:rsidP="00E97373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методов работы и уровня автоматизации.</w:t>
      </w:r>
    </w:p>
    <w:p w:rsidR="00FF71B8" w:rsidRPr="00D153F8" w:rsidRDefault="00FF71B8" w:rsidP="00E97373">
      <w:pPr>
        <w:spacing w:after="0"/>
        <w:ind w:firstLine="709"/>
        <w:jc w:val="both"/>
        <w:rPr>
          <w:rFonts w:ascii="Times New Roman" w:hAnsi="Times New Roman"/>
        </w:rPr>
      </w:pPr>
    </w:p>
    <w:p w:rsidR="00FF71B8" w:rsidRPr="00D153F8" w:rsidRDefault="00FF71B8" w:rsidP="002C6CC7">
      <w:pPr>
        <w:spacing w:after="0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 xml:space="preserve">             ФОТ = 6114*57,2*1,6=559553*30,2+ (168985)=728538/12 мес =60711 руб</w:t>
      </w:r>
    </w:p>
    <w:p w:rsidR="00FF71B8" w:rsidRPr="00D153F8" w:rsidRDefault="00FF71B8" w:rsidP="002C6CC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Киз=60711*25%=15177 руб</w:t>
      </w:r>
    </w:p>
    <w:p w:rsidR="00FF71B8" w:rsidRPr="00D153F8" w:rsidRDefault="00FF71B8" w:rsidP="002C6CC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ОМБ =60711+15177=75888 руб</w:t>
      </w:r>
    </w:p>
    <w:p w:rsidR="00FF71B8" w:rsidRPr="00D153F8" w:rsidRDefault="00FF71B8" w:rsidP="002C6CC7">
      <w:pPr>
        <w:spacing w:after="0"/>
        <w:ind w:firstLine="709"/>
        <w:jc w:val="both"/>
        <w:rPr>
          <w:rFonts w:ascii="Times New Roman" w:hAnsi="Times New Roman"/>
        </w:rPr>
      </w:pPr>
      <w:r w:rsidRPr="00D153F8">
        <w:rPr>
          <w:rFonts w:ascii="Times New Roman" w:hAnsi="Times New Roman"/>
        </w:rPr>
        <w:t>МБ=75888/14 поселений</w:t>
      </w:r>
      <w:r>
        <w:rPr>
          <w:rFonts w:ascii="Times New Roman" w:hAnsi="Times New Roman"/>
        </w:rPr>
        <w:t xml:space="preserve"> </w:t>
      </w:r>
      <w:r w:rsidRPr="00D153F8">
        <w:rPr>
          <w:rFonts w:ascii="Times New Roman" w:hAnsi="Times New Roman"/>
        </w:rPr>
        <w:t>= 5420 руб</w:t>
      </w:r>
    </w:p>
    <w:sectPr w:rsidR="00FF71B8" w:rsidRPr="00D153F8" w:rsidSect="00C148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A37"/>
    <w:rsid w:val="00025094"/>
    <w:rsid w:val="00241A37"/>
    <w:rsid w:val="002C6CC7"/>
    <w:rsid w:val="002F799B"/>
    <w:rsid w:val="00356A90"/>
    <w:rsid w:val="004F0D2D"/>
    <w:rsid w:val="00520DBC"/>
    <w:rsid w:val="005F7584"/>
    <w:rsid w:val="006D7F49"/>
    <w:rsid w:val="0099220B"/>
    <w:rsid w:val="009E6CE6"/>
    <w:rsid w:val="00BC04A3"/>
    <w:rsid w:val="00C14897"/>
    <w:rsid w:val="00CA14D4"/>
    <w:rsid w:val="00D142C8"/>
    <w:rsid w:val="00D153F8"/>
    <w:rsid w:val="00DB4EB6"/>
    <w:rsid w:val="00DD502F"/>
    <w:rsid w:val="00E2308E"/>
    <w:rsid w:val="00E97373"/>
    <w:rsid w:val="00EB5B06"/>
    <w:rsid w:val="00F93D0E"/>
    <w:rsid w:val="00FB36A2"/>
    <w:rsid w:val="00FF7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09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рижатый влево"/>
    <w:basedOn w:val="Normal"/>
    <w:next w:val="Normal"/>
    <w:uiPriority w:val="99"/>
    <w:rsid w:val="00241A37"/>
    <w:pPr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241A3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A14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BD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72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1158</TotalTime>
  <Pages>5</Pages>
  <Words>2419</Words>
  <Characters>13789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2022-10-19T01:40:00Z</cp:lastPrinted>
  <dcterms:created xsi:type="dcterms:W3CDTF">2022-10-07T04:16:00Z</dcterms:created>
  <dcterms:modified xsi:type="dcterms:W3CDTF">2022-10-19T01:42:00Z</dcterms:modified>
</cp:coreProperties>
</file>